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18867C0E" w:rsidR="00202E76" w:rsidRPr="00A578CB" w:rsidRDefault="007156D5" w:rsidP="007719C7">
      <w:pPr>
        <w:jc w:val="center"/>
        <w:rPr>
          <w:rFonts w:ascii="Garamond" w:hAnsi="Garamond"/>
          <w:sz w:val="20"/>
          <w:szCs w:val="20"/>
        </w:rPr>
      </w:pPr>
      <w:r w:rsidRPr="00A578CB">
        <w:rPr>
          <w:rFonts w:ascii="Garamond" w:hAnsi="Garamond"/>
          <w:b/>
          <w:sz w:val="20"/>
          <w:szCs w:val="20"/>
        </w:rPr>
        <w:t xml:space="preserve">                                                                                                                      </w:t>
      </w:r>
    </w:p>
    <w:p w14:paraId="0A740520" w14:textId="0DD31032" w:rsidR="00273F31" w:rsidRPr="00273F31" w:rsidRDefault="00273F31" w:rsidP="00273F31">
      <w:pPr>
        <w:jc w:val="both"/>
        <w:rPr>
          <w:rFonts w:ascii="Arial" w:hAnsi="Arial" w:cs="Arial"/>
          <w:sz w:val="20"/>
          <w:szCs w:val="20"/>
        </w:rPr>
      </w:pPr>
      <w:r w:rsidRPr="00273F31">
        <w:rPr>
          <w:rFonts w:ascii="Arial" w:hAnsi="Arial" w:cs="Arial"/>
          <w:b/>
          <w:sz w:val="20"/>
          <w:szCs w:val="20"/>
        </w:rPr>
        <w:t xml:space="preserve">OGGETTO: </w:t>
      </w:r>
      <w:r w:rsidR="00DE3B09">
        <w:rPr>
          <w:rFonts w:ascii="Arial" w:hAnsi="Arial" w:cs="Arial"/>
          <w:b/>
          <w:sz w:val="20"/>
          <w:szCs w:val="20"/>
        </w:rPr>
        <w:t>Procedura Aperta N. 14</w:t>
      </w:r>
      <w:r w:rsidR="00E53078" w:rsidRPr="00E53078">
        <w:rPr>
          <w:rFonts w:ascii="Arial" w:hAnsi="Arial" w:cs="Arial"/>
          <w:b/>
          <w:sz w:val="20"/>
          <w:szCs w:val="20"/>
        </w:rPr>
        <w:t>/</w:t>
      </w:r>
      <w:proofErr w:type="gramStart"/>
      <w:r w:rsidR="00E53078" w:rsidRPr="00E53078">
        <w:rPr>
          <w:rFonts w:ascii="Arial" w:hAnsi="Arial" w:cs="Arial"/>
          <w:b/>
          <w:sz w:val="20"/>
          <w:szCs w:val="20"/>
        </w:rPr>
        <w:t>2023 ,</w:t>
      </w:r>
      <w:proofErr w:type="gramEnd"/>
      <w:r w:rsidR="00E53078" w:rsidRPr="00E53078">
        <w:rPr>
          <w:rFonts w:ascii="Arial" w:hAnsi="Arial" w:cs="Arial"/>
          <w:b/>
          <w:sz w:val="20"/>
          <w:szCs w:val="20"/>
        </w:rPr>
        <w:t xml:space="preserve"> da esperirsi mediante Richiesta di Offerta in Busta Chiusa Digitale, gestita interamente per via telematica, da aggiudicarsi con il criterio dell’offerta economicamente più vantaggiosa, ai sensi degli artt. 25, </w:t>
      </w:r>
      <w:r w:rsidR="001A6AE9">
        <w:rPr>
          <w:rFonts w:ascii="Arial" w:hAnsi="Arial" w:cs="Arial"/>
          <w:b/>
          <w:sz w:val="20"/>
          <w:szCs w:val="20"/>
        </w:rPr>
        <w:t xml:space="preserve">155, </w:t>
      </w:r>
      <w:r w:rsidR="00E53078" w:rsidRPr="00E53078">
        <w:rPr>
          <w:rFonts w:ascii="Arial" w:hAnsi="Arial" w:cs="Arial"/>
          <w:b/>
          <w:sz w:val="20"/>
          <w:szCs w:val="20"/>
        </w:rPr>
        <w:t>71 e 108 comma 2 lett. a) del D.lgs. n. 36/2023, per l’affidamento del servizio di supporto tecnico specialistico alle attività manutentive da effettuarsi sul parco rotabili in forza sulla linea ferroviaria Roma-Viterbo</w:t>
      </w:r>
      <w:r w:rsidR="00DB074F">
        <w:rPr>
          <w:rFonts w:ascii="Arial" w:hAnsi="Arial" w:cs="Arial"/>
          <w:b/>
          <w:sz w:val="20"/>
          <w:szCs w:val="20"/>
        </w:rPr>
        <w:t xml:space="preserve"> – CIG:</w:t>
      </w:r>
      <w:r w:rsidR="00DE3B09" w:rsidRPr="00DE3B09">
        <w:t xml:space="preserve"> </w:t>
      </w:r>
      <w:r w:rsidR="00DE3B09">
        <w:rPr>
          <w:rFonts w:ascii="Arial" w:hAnsi="Arial" w:cs="Arial"/>
          <w:b/>
          <w:sz w:val="20"/>
          <w:szCs w:val="20"/>
        </w:rPr>
        <w:t>A00D7A556D</w:t>
      </w:r>
    </w:p>
    <w:p w14:paraId="1FF55067" w14:textId="0AD8548C" w:rsidR="00273F31" w:rsidRPr="00273F31" w:rsidRDefault="00DE3B09" w:rsidP="00273F31">
      <w:pPr>
        <w:ind w:left="1134" w:hanging="1134"/>
        <w:jc w:val="center"/>
        <w:rPr>
          <w:rFonts w:ascii="Arial" w:hAnsi="Arial" w:cs="Arial"/>
          <w:sz w:val="20"/>
          <w:szCs w:val="20"/>
        </w:rPr>
      </w:pPr>
      <w:r>
        <w:rPr>
          <w:rFonts w:ascii="Arial" w:hAnsi="Arial" w:cs="Arial"/>
          <w:b/>
          <w:sz w:val="20"/>
          <w:szCs w:val="20"/>
        </w:rPr>
        <w:t>Bando di gara n. 14</w:t>
      </w:r>
      <w:r w:rsidR="00F05D3B">
        <w:rPr>
          <w:rFonts w:ascii="Arial" w:hAnsi="Arial" w:cs="Arial"/>
          <w:b/>
          <w:sz w:val="20"/>
          <w:szCs w:val="20"/>
        </w:rPr>
        <w:t>/</w:t>
      </w:r>
      <w:r w:rsidR="00273F31" w:rsidRPr="00273F31">
        <w:rPr>
          <w:rFonts w:ascii="Arial" w:hAnsi="Arial" w:cs="Arial"/>
          <w:b/>
          <w:sz w:val="20"/>
          <w:szCs w:val="20"/>
        </w:rPr>
        <w:t>2023</w:t>
      </w:r>
    </w:p>
    <w:p w14:paraId="32FC1D92" w14:textId="77777777" w:rsidR="003D1EFB" w:rsidRPr="001D5EB3" w:rsidRDefault="003D1EFB" w:rsidP="00F772D4">
      <w:pPr>
        <w:spacing w:line="360" w:lineRule="auto"/>
        <w:jc w:val="both"/>
        <w:rPr>
          <w:rFonts w:ascii="Arial" w:hAnsi="Arial" w:cs="Arial"/>
          <w:sz w:val="20"/>
          <w:szCs w:val="20"/>
        </w:rPr>
      </w:pPr>
    </w:p>
    <w:p w14:paraId="47DFD067" w14:textId="6C94798A" w:rsidR="00F772D4" w:rsidRPr="00F772D4" w:rsidRDefault="00F772D4" w:rsidP="00F772D4">
      <w:pPr>
        <w:widowControl w:val="0"/>
        <w:suppressAutoHyphens/>
        <w:autoSpaceDN w:val="0"/>
        <w:spacing w:after="120"/>
        <w:jc w:val="both"/>
        <w:textAlignment w:val="baseline"/>
        <w:rPr>
          <w:rFonts w:ascii="Arial" w:hAnsi="Arial" w:cs="Arial"/>
          <w:i/>
          <w:kern w:val="3"/>
          <w:sz w:val="20"/>
          <w:szCs w:val="20"/>
        </w:rPr>
      </w:pPr>
      <w:r w:rsidRPr="00F772D4">
        <w:rPr>
          <w:rFonts w:ascii="Arial" w:hAnsi="Arial" w:cs="Arial"/>
          <w:kern w:val="3"/>
          <w:sz w:val="20"/>
          <w:szCs w:val="20"/>
        </w:rPr>
        <w:t>Il sottoscritto/</w:t>
      </w:r>
      <w:proofErr w:type="gramStart"/>
      <w:r w:rsidRPr="00F772D4">
        <w:rPr>
          <w:rFonts w:ascii="Arial" w:hAnsi="Arial" w:cs="Arial"/>
          <w:kern w:val="3"/>
          <w:sz w:val="20"/>
          <w:szCs w:val="20"/>
        </w:rPr>
        <w:t>a</w:t>
      </w:r>
      <w:r w:rsidRPr="00F772D4">
        <w:rPr>
          <w:rFonts w:ascii="Arial" w:hAnsi="Arial" w:cs="Arial"/>
          <w:i/>
          <w:kern w:val="3"/>
          <w:sz w:val="20"/>
          <w:szCs w:val="20"/>
        </w:rPr>
        <w:t>.</w:t>
      </w:r>
      <w:sdt>
        <w:sdtPr>
          <w:rPr>
            <w:rFonts w:ascii="Arial" w:hAnsi="Arial" w:cs="Arial"/>
            <w:sz w:val="20"/>
            <w:szCs w:val="20"/>
          </w:rPr>
          <w:id w:val="430698481"/>
          <w:placeholder>
            <w:docPart w:val="7444DB8F04734398B4349D326CF32C6B"/>
          </w:placeholder>
        </w:sdtPr>
        <w:sdtEndPr/>
        <w:sdtContent>
          <w:r w:rsidRPr="00F772D4">
            <w:rPr>
              <w:rFonts w:ascii="Arial" w:hAnsi="Arial" w:cs="Arial"/>
              <w:sz w:val="20"/>
              <w:szCs w:val="20"/>
            </w:rPr>
            <w:t>.…</w:t>
          </w:r>
          <w:proofErr w:type="gramEnd"/>
          <w:r w:rsidRPr="00F772D4">
            <w:rPr>
              <w:rFonts w:ascii="Arial" w:hAnsi="Arial" w:cs="Arial"/>
              <w:sz w:val="20"/>
              <w:szCs w:val="20"/>
            </w:rPr>
            <w:t>………</w:t>
          </w:r>
          <w:r w:rsidR="000E3FE4">
            <w:rPr>
              <w:rFonts w:ascii="Arial" w:hAnsi="Arial" w:cs="Arial"/>
              <w:sz w:val="20"/>
              <w:szCs w:val="20"/>
            </w:rPr>
            <w:t>……………………………..</w:t>
          </w:r>
          <w:r w:rsidRPr="00F772D4">
            <w:rPr>
              <w:rFonts w:ascii="Arial" w:hAnsi="Arial" w:cs="Arial"/>
              <w:sz w:val="20"/>
              <w:szCs w:val="20"/>
            </w:rPr>
            <w:t>…………………………………………………</w:t>
          </w:r>
        </w:sdtContent>
      </w:sdt>
    </w:p>
    <w:p w14:paraId="704AC878" w14:textId="425AC0A8" w:rsidR="00F772D4" w:rsidRPr="00F772D4" w:rsidRDefault="00F772D4" w:rsidP="00F772D4">
      <w:pPr>
        <w:widowControl w:val="0"/>
        <w:suppressAutoHyphens/>
        <w:autoSpaceDN w:val="0"/>
        <w:spacing w:after="120"/>
        <w:jc w:val="both"/>
        <w:textAlignment w:val="baseline"/>
        <w:rPr>
          <w:rFonts w:ascii="Arial" w:hAnsi="Arial" w:cs="Arial"/>
          <w:i/>
          <w:kern w:val="3"/>
          <w:sz w:val="20"/>
          <w:szCs w:val="20"/>
        </w:rPr>
      </w:pPr>
      <w:proofErr w:type="gramStart"/>
      <w:r w:rsidRPr="00F772D4">
        <w:rPr>
          <w:rFonts w:ascii="Arial" w:hAnsi="Arial" w:cs="Arial"/>
          <w:kern w:val="3"/>
          <w:sz w:val="20"/>
          <w:szCs w:val="20"/>
        </w:rPr>
        <w:t>nato</w:t>
      </w:r>
      <w:proofErr w:type="gramEnd"/>
      <w:r w:rsidRPr="00F772D4">
        <w:rPr>
          <w:rFonts w:ascii="Arial" w:hAnsi="Arial" w:cs="Arial"/>
          <w:kern w:val="3"/>
          <w:sz w:val="20"/>
          <w:szCs w:val="20"/>
        </w:rPr>
        <w:t xml:space="preserve">/a </w:t>
      </w:r>
      <w:proofErr w:type="spellStart"/>
      <w:r w:rsidRPr="00F772D4">
        <w:rPr>
          <w:rFonts w:ascii="Arial" w:hAnsi="Arial" w:cs="Arial"/>
          <w:kern w:val="3"/>
          <w:sz w:val="20"/>
          <w:szCs w:val="20"/>
        </w:rPr>
        <w:t>a</w:t>
      </w:r>
      <w:proofErr w:type="spellEnd"/>
      <w:r w:rsidRPr="00F772D4">
        <w:rPr>
          <w:rFonts w:ascii="Arial" w:hAnsi="Arial" w:cs="Arial"/>
          <w:kern w:val="3"/>
          <w:sz w:val="20"/>
          <w:szCs w:val="20"/>
        </w:rPr>
        <w:t xml:space="preserve"> </w:t>
      </w:r>
      <w:r w:rsidRPr="00F772D4">
        <w:rPr>
          <w:rFonts w:ascii="Arial" w:hAnsi="Arial" w:cs="Arial"/>
          <w:i/>
          <w:kern w:val="3"/>
          <w:sz w:val="20"/>
          <w:szCs w:val="20"/>
        </w:rPr>
        <w:t>.</w:t>
      </w:r>
      <w:sdt>
        <w:sdtPr>
          <w:rPr>
            <w:rFonts w:ascii="Arial" w:hAnsi="Arial" w:cs="Arial"/>
            <w:sz w:val="20"/>
            <w:szCs w:val="20"/>
          </w:rPr>
          <w:id w:val="-663246123"/>
          <w:placeholder>
            <w:docPart w:val="682D2ECDCAF14F6C8C63C78FDAA18392"/>
          </w:placeholder>
        </w:sdtPr>
        <w:sdtEndPr/>
        <w:sdtContent>
          <w:r w:rsidRPr="00F772D4">
            <w:rPr>
              <w:rFonts w:ascii="Arial" w:hAnsi="Arial" w:cs="Arial"/>
              <w:sz w:val="20"/>
              <w:szCs w:val="20"/>
            </w:rPr>
            <w:t>.……………………………………………………………</w:t>
          </w:r>
        </w:sdtContent>
      </w:sdt>
      <w:r w:rsidRPr="00F772D4">
        <w:rPr>
          <w:rFonts w:ascii="Arial" w:hAnsi="Arial" w:cs="Arial"/>
          <w:i/>
          <w:kern w:val="3"/>
          <w:sz w:val="20"/>
          <w:szCs w:val="20"/>
        </w:rPr>
        <w:t xml:space="preserve"> </w:t>
      </w:r>
      <w:proofErr w:type="gramStart"/>
      <w:r w:rsidRPr="00F772D4">
        <w:rPr>
          <w:rFonts w:ascii="Arial" w:hAnsi="Arial" w:cs="Arial"/>
          <w:kern w:val="3"/>
          <w:sz w:val="20"/>
          <w:szCs w:val="20"/>
        </w:rPr>
        <w:t>il</w:t>
      </w:r>
      <w:proofErr w:type="gramEnd"/>
      <w:r w:rsidRPr="00F772D4">
        <w:rPr>
          <w:rFonts w:ascii="Arial" w:hAnsi="Arial" w:cs="Arial"/>
          <w:kern w:val="3"/>
          <w:sz w:val="20"/>
          <w:szCs w:val="20"/>
        </w:rPr>
        <w:t xml:space="preserve"> </w:t>
      </w:r>
      <w:r w:rsidRPr="00F772D4">
        <w:rPr>
          <w:rFonts w:ascii="Arial" w:hAnsi="Arial" w:cs="Arial"/>
          <w:i/>
          <w:kern w:val="3"/>
          <w:sz w:val="20"/>
          <w:szCs w:val="20"/>
        </w:rPr>
        <w:t>.</w:t>
      </w:r>
      <w:sdt>
        <w:sdtPr>
          <w:rPr>
            <w:rFonts w:ascii="Arial" w:hAnsi="Arial" w:cs="Arial"/>
            <w:sz w:val="20"/>
            <w:szCs w:val="20"/>
          </w:rPr>
          <w:id w:val="961695421"/>
          <w:placeholder>
            <w:docPart w:val="E4B4F932DBE2427F8625AF41C6B18B88"/>
          </w:placeholder>
        </w:sdtPr>
        <w:sdtEndPr/>
        <w:sdtContent>
          <w:r>
            <w:rPr>
              <w:rFonts w:ascii="Arial" w:hAnsi="Arial" w:cs="Arial"/>
              <w:sz w:val="20"/>
              <w:szCs w:val="20"/>
            </w:rPr>
            <w:t>.………</w:t>
          </w:r>
          <w:r w:rsidRPr="00F772D4">
            <w:rPr>
              <w:rFonts w:ascii="Arial" w:hAnsi="Arial" w:cs="Arial"/>
              <w:sz w:val="20"/>
              <w:szCs w:val="20"/>
            </w:rPr>
            <w:t>……………………………</w:t>
          </w:r>
        </w:sdtContent>
      </w:sdt>
    </w:p>
    <w:p w14:paraId="7FF9A79D" w14:textId="7367E743" w:rsidR="00F772D4" w:rsidRPr="00F772D4" w:rsidRDefault="00F772D4" w:rsidP="00F772D4">
      <w:pPr>
        <w:widowControl w:val="0"/>
        <w:suppressAutoHyphens/>
        <w:autoSpaceDN w:val="0"/>
        <w:spacing w:after="120"/>
        <w:jc w:val="both"/>
        <w:textAlignment w:val="baseline"/>
        <w:rPr>
          <w:rFonts w:ascii="Arial" w:hAnsi="Arial" w:cs="Arial"/>
          <w:i/>
          <w:kern w:val="3"/>
          <w:sz w:val="20"/>
          <w:szCs w:val="20"/>
        </w:rPr>
      </w:pPr>
      <w:proofErr w:type="gramStart"/>
      <w:r w:rsidRPr="00F772D4">
        <w:rPr>
          <w:rFonts w:ascii="Arial" w:hAnsi="Arial" w:cs="Arial"/>
          <w:kern w:val="3"/>
          <w:sz w:val="20"/>
          <w:szCs w:val="20"/>
        </w:rPr>
        <w:t>in</w:t>
      </w:r>
      <w:proofErr w:type="gramEnd"/>
      <w:r w:rsidRPr="00F772D4">
        <w:rPr>
          <w:rFonts w:ascii="Arial" w:hAnsi="Arial" w:cs="Arial"/>
          <w:kern w:val="3"/>
          <w:sz w:val="20"/>
          <w:szCs w:val="20"/>
        </w:rPr>
        <w:t xml:space="preserve"> qualità di (carica sociale)</w:t>
      </w:r>
      <w:r w:rsidRPr="00F772D4">
        <w:rPr>
          <w:rFonts w:ascii="Arial" w:hAnsi="Arial" w:cs="Arial"/>
          <w:i/>
          <w:kern w:val="3"/>
          <w:sz w:val="20"/>
          <w:szCs w:val="20"/>
        </w:rPr>
        <w:t xml:space="preserve"> .</w:t>
      </w:r>
      <w:sdt>
        <w:sdtPr>
          <w:rPr>
            <w:rFonts w:ascii="Arial" w:hAnsi="Arial" w:cs="Arial"/>
            <w:sz w:val="20"/>
            <w:szCs w:val="20"/>
          </w:rPr>
          <w:id w:val="-2112818072"/>
          <w:placeholder>
            <w:docPart w:val="4F769F826B644194AE3147BAAF12DC61"/>
          </w:placeholder>
        </w:sdtPr>
        <w:sdtEndPr/>
        <w:sdtContent>
          <w:r>
            <w:rPr>
              <w:rFonts w:ascii="Arial" w:hAnsi="Arial" w:cs="Arial"/>
              <w:sz w:val="20"/>
              <w:szCs w:val="20"/>
            </w:rPr>
            <w:t>.…………</w:t>
          </w:r>
          <w:r w:rsidRPr="00F772D4">
            <w:rPr>
              <w:rFonts w:ascii="Arial" w:hAnsi="Arial" w:cs="Arial"/>
              <w:sz w:val="20"/>
              <w:szCs w:val="20"/>
            </w:rPr>
            <w:t>………………………………………………………………………</w:t>
          </w:r>
        </w:sdtContent>
      </w:sdt>
      <w:r w:rsidRPr="00F772D4">
        <w:rPr>
          <w:rFonts w:ascii="Arial" w:hAnsi="Arial" w:cs="Arial"/>
          <w:kern w:val="3"/>
          <w:sz w:val="20"/>
          <w:szCs w:val="20"/>
        </w:rPr>
        <w:t xml:space="preserve"> </w:t>
      </w:r>
    </w:p>
    <w:p w14:paraId="27A03456" w14:textId="078C1926" w:rsidR="00F772D4" w:rsidRPr="00F772D4" w:rsidRDefault="00F772D4" w:rsidP="00F772D4">
      <w:pPr>
        <w:widowControl w:val="0"/>
        <w:suppressAutoHyphens/>
        <w:autoSpaceDN w:val="0"/>
        <w:spacing w:after="120"/>
        <w:jc w:val="both"/>
        <w:textAlignment w:val="baseline"/>
        <w:rPr>
          <w:rFonts w:ascii="Arial" w:hAnsi="Arial" w:cs="Arial"/>
          <w:i/>
          <w:kern w:val="3"/>
          <w:sz w:val="20"/>
          <w:szCs w:val="20"/>
        </w:rPr>
      </w:pPr>
      <w:proofErr w:type="gramStart"/>
      <w:r w:rsidRPr="00F772D4">
        <w:rPr>
          <w:rFonts w:ascii="Arial" w:hAnsi="Arial" w:cs="Arial"/>
          <w:kern w:val="3"/>
          <w:sz w:val="20"/>
          <w:szCs w:val="20"/>
        </w:rPr>
        <w:t>della</w:t>
      </w:r>
      <w:proofErr w:type="gramEnd"/>
      <w:r w:rsidRPr="00F772D4">
        <w:rPr>
          <w:rFonts w:ascii="Arial" w:hAnsi="Arial" w:cs="Arial"/>
          <w:kern w:val="3"/>
          <w:sz w:val="20"/>
          <w:szCs w:val="20"/>
        </w:rPr>
        <w:t xml:space="preserve"> società </w:t>
      </w:r>
      <w:r w:rsidRPr="00F772D4">
        <w:rPr>
          <w:rFonts w:ascii="Arial" w:hAnsi="Arial" w:cs="Arial"/>
          <w:i/>
          <w:kern w:val="3"/>
          <w:sz w:val="20"/>
          <w:szCs w:val="20"/>
        </w:rPr>
        <w:t>.</w:t>
      </w:r>
      <w:sdt>
        <w:sdtPr>
          <w:rPr>
            <w:rFonts w:ascii="Arial" w:hAnsi="Arial" w:cs="Arial"/>
            <w:sz w:val="20"/>
            <w:szCs w:val="20"/>
          </w:rPr>
          <w:id w:val="-730077896"/>
          <w:placeholder>
            <w:docPart w:val="E0214C6C7CE74F70A6FD44FC853F2AAE"/>
          </w:placeholder>
        </w:sdtPr>
        <w:sdtEndPr/>
        <w:sdtContent>
          <w:r>
            <w:rPr>
              <w:rFonts w:ascii="Arial" w:hAnsi="Arial" w:cs="Arial"/>
              <w:sz w:val="20"/>
              <w:szCs w:val="20"/>
            </w:rPr>
            <w:t>.…………</w:t>
          </w:r>
          <w:r w:rsidRPr="00F772D4">
            <w:rPr>
              <w:rFonts w:ascii="Arial" w:hAnsi="Arial" w:cs="Arial"/>
              <w:sz w:val="20"/>
              <w:szCs w:val="20"/>
            </w:rPr>
            <w:t>…………………………………………………….………………………………</w:t>
          </w:r>
        </w:sdtContent>
      </w:sdt>
    </w:p>
    <w:p w14:paraId="48049C49" w14:textId="2DC5F301" w:rsidR="00F772D4" w:rsidRPr="00F772D4" w:rsidRDefault="00F772D4" w:rsidP="00F772D4">
      <w:pPr>
        <w:widowControl w:val="0"/>
        <w:suppressAutoHyphens/>
        <w:autoSpaceDN w:val="0"/>
        <w:spacing w:after="120"/>
        <w:jc w:val="both"/>
        <w:textAlignment w:val="baseline"/>
        <w:rPr>
          <w:rFonts w:ascii="Arial" w:hAnsi="Arial" w:cs="Arial"/>
          <w:i/>
          <w:kern w:val="3"/>
          <w:sz w:val="20"/>
          <w:szCs w:val="20"/>
        </w:rPr>
      </w:pPr>
      <w:proofErr w:type="gramStart"/>
      <w:r w:rsidRPr="00F772D4">
        <w:rPr>
          <w:rFonts w:ascii="Arial" w:hAnsi="Arial" w:cs="Arial"/>
          <w:kern w:val="3"/>
          <w:sz w:val="20"/>
          <w:szCs w:val="20"/>
        </w:rPr>
        <w:t>sede</w:t>
      </w:r>
      <w:proofErr w:type="gramEnd"/>
      <w:r w:rsidRPr="00F772D4">
        <w:rPr>
          <w:rFonts w:ascii="Arial" w:hAnsi="Arial" w:cs="Arial"/>
          <w:kern w:val="3"/>
          <w:sz w:val="20"/>
          <w:szCs w:val="20"/>
        </w:rPr>
        <w:t xml:space="preserve"> legale</w:t>
      </w:r>
      <w:r w:rsidRPr="00F772D4">
        <w:rPr>
          <w:rFonts w:ascii="Arial" w:hAnsi="Arial" w:cs="Arial"/>
          <w:i/>
          <w:kern w:val="3"/>
          <w:sz w:val="20"/>
          <w:szCs w:val="20"/>
        </w:rPr>
        <w:t>.</w:t>
      </w:r>
      <w:sdt>
        <w:sdtPr>
          <w:rPr>
            <w:rFonts w:ascii="Arial" w:hAnsi="Arial" w:cs="Arial"/>
            <w:sz w:val="20"/>
            <w:szCs w:val="20"/>
          </w:rPr>
          <w:id w:val="854541327"/>
          <w:placeholder>
            <w:docPart w:val="D21A5FFE7248472AA0AD607C48929AA2"/>
          </w:placeholder>
        </w:sdtPr>
        <w:sdtEndPr/>
        <w:sdtContent>
          <w:r>
            <w:rPr>
              <w:rFonts w:ascii="Arial" w:hAnsi="Arial" w:cs="Arial"/>
              <w:sz w:val="20"/>
              <w:szCs w:val="20"/>
            </w:rPr>
            <w:t>.……</w:t>
          </w:r>
          <w:r w:rsidRPr="00F772D4">
            <w:rPr>
              <w:rFonts w:ascii="Arial" w:hAnsi="Arial" w:cs="Arial"/>
              <w:sz w:val="20"/>
              <w:szCs w:val="20"/>
            </w:rPr>
            <w:t>……………………………………………………………….………………………………</w:t>
          </w:r>
        </w:sdtContent>
      </w:sdt>
    </w:p>
    <w:p w14:paraId="73EC7C93" w14:textId="3A8456E5" w:rsidR="00F772D4" w:rsidRPr="00F772D4" w:rsidRDefault="00F772D4" w:rsidP="00F772D4">
      <w:pPr>
        <w:widowControl w:val="0"/>
        <w:suppressAutoHyphens/>
        <w:autoSpaceDN w:val="0"/>
        <w:spacing w:after="120"/>
        <w:jc w:val="both"/>
        <w:textAlignment w:val="baseline"/>
        <w:rPr>
          <w:rFonts w:ascii="Arial" w:hAnsi="Arial" w:cs="Arial"/>
          <w:i/>
          <w:kern w:val="3"/>
          <w:sz w:val="20"/>
          <w:szCs w:val="20"/>
        </w:rPr>
      </w:pPr>
      <w:proofErr w:type="gramStart"/>
      <w:r w:rsidRPr="00F772D4">
        <w:rPr>
          <w:rFonts w:ascii="Arial" w:hAnsi="Arial" w:cs="Arial"/>
          <w:kern w:val="3"/>
          <w:sz w:val="20"/>
          <w:szCs w:val="20"/>
        </w:rPr>
        <w:t>sede</w:t>
      </w:r>
      <w:proofErr w:type="gramEnd"/>
      <w:r w:rsidRPr="00F772D4">
        <w:rPr>
          <w:rFonts w:ascii="Arial" w:hAnsi="Arial" w:cs="Arial"/>
          <w:kern w:val="3"/>
          <w:sz w:val="20"/>
          <w:szCs w:val="20"/>
        </w:rPr>
        <w:t xml:space="preserve"> operativa </w:t>
      </w:r>
      <w:r w:rsidRPr="00F772D4">
        <w:rPr>
          <w:rFonts w:ascii="Arial" w:hAnsi="Arial" w:cs="Arial"/>
          <w:i/>
          <w:kern w:val="3"/>
          <w:sz w:val="20"/>
          <w:szCs w:val="20"/>
        </w:rPr>
        <w:t>.</w:t>
      </w:r>
      <w:sdt>
        <w:sdtPr>
          <w:rPr>
            <w:rFonts w:ascii="Arial" w:hAnsi="Arial" w:cs="Arial"/>
            <w:sz w:val="20"/>
            <w:szCs w:val="20"/>
          </w:rPr>
          <w:id w:val="631827594"/>
          <w:placeholder>
            <w:docPart w:val="F886113C21D04497A20FA40CAB4E3F0A"/>
          </w:placeholder>
        </w:sdtPr>
        <w:sdtEndPr/>
        <w:sdtContent>
          <w:r>
            <w:rPr>
              <w:rFonts w:ascii="Arial" w:hAnsi="Arial" w:cs="Arial"/>
              <w:sz w:val="20"/>
              <w:szCs w:val="20"/>
            </w:rPr>
            <w:t>.………</w:t>
          </w:r>
          <w:r w:rsidRPr="00F772D4">
            <w:rPr>
              <w:rFonts w:ascii="Arial" w:hAnsi="Arial" w:cs="Arial"/>
              <w:sz w:val="20"/>
              <w:szCs w:val="20"/>
            </w:rPr>
            <w:t>……………………………………………………………………………………</w:t>
          </w:r>
        </w:sdtContent>
      </w:sdt>
    </w:p>
    <w:p w14:paraId="52740E5C" w14:textId="4CB89567" w:rsidR="00F772D4" w:rsidRPr="00F772D4" w:rsidRDefault="00F772D4" w:rsidP="00F772D4">
      <w:pPr>
        <w:widowControl w:val="0"/>
        <w:suppressAutoHyphens/>
        <w:autoSpaceDN w:val="0"/>
        <w:spacing w:after="120"/>
        <w:jc w:val="both"/>
        <w:textAlignment w:val="baseline"/>
        <w:rPr>
          <w:rFonts w:ascii="Arial" w:hAnsi="Arial" w:cs="Arial"/>
          <w:i/>
          <w:kern w:val="3"/>
          <w:sz w:val="20"/>
          <w:szCs w:val="20"/>
        </w:rPr>
      </w:pPr>
      <w:r w:rsidRPr="00F772D4">
        <w:rPr>
          <w:rFonts w:ascii="Arial" w:hAnsi="Arial" w:cs="Arial"/>
          <w:kern w:val="3"/>
          <w:sz w:val="20"/>
          <w:szCs w:val="20"/>
        </w:rPr>
        <w:t>Codice Fiscale</w:t>
      </w:r>
      <w:proofErr w:type="gramStart"/>
      <w:r w:rsidRPr="00F772D4">
        <w:rPr>
          <w:rFonts w:ascii="Arial" w:hAnsi="Arial" w:cs="Arial"/>
          <w:kern w:val="3"/>
          <w:sz w:val="20"/>
          <w:szCs w:val="20"/>
        </w:rPr>
        <w:t xml:space="preserve"> </w:t>
      </w:r>
      <w:r w:rsidRPr="00F772D4">
        <w:rPr>
          <w:rFonts w:ascii="Arial" w:hAnsi="Arial" w:cs="Arial"/>
          <w:i/>
          <w:kern w:val="3"/>
          <w:sz w:val="20"/>
          <w:szCs w:val="20"/>
        </w:rPr>
        <w:t>.</w:t>
      </w:r>
      <w:sdt>
        <w:sdtPr>
          <w:rPr>
            <w:rFonts w:ascii="Arial" w:hAnsi="Arial" w:cs="Arial"/>
            <w:sz w:val="20"/>
            <w:szCs w:val="20"/>
          </w:rPr>
          <w:id w:val="1921451812"/>
          <w:placeholder>
            <w:docPart w:val="94BAFD6E708644FDA6A688C5697975FC"/>
          </w:placeholder>
        </w:sdtPr>
        <w:sdtEndPr/>
        <w:sdtContent>
          <w:r>
            <w:rPr>
              <w:rFonts w:ascii="Arial" w:hAnsi="Arial" w:cs="Arial"/>
              <w:sz w:val="20"/>
              <w:szCs w:val="20"/>
            </w:rPr>
            <w:t>.</w:t>
          </w:r>
          <w:proofErr w:type="gramEnd"/>
          <w:r>
            <w:rPr>
              <w:rFonts w:ascii="Arial" w:hAnsi="Arial" w:cs="Arial"/>
              <w:sz w:val="20"/>
              <w:szCs w:val="20"/>
            </w:rPr>
            <w:t>……</w:t>
          </w:r>
          <w:r w:rsidRPr="00F772D4">
            <w:rPr>
              <w:rFonts w:ascii="Arial" w:hAnsi="Arial" w:cs="Arial"/>
              <w:sz w:val="20"/>
              <w:szCs w:val="20"/>
            </w:rPr>
            <w:t>………………………………………………………………………………………</w:t>
          </w:r>
        </w:sdtContent>
      </w:sdt>
    </w:p>
    <w:p w14:paraId="4957BC1C" w14:textId="56747F64" w:rsidR="00F772D4" w:rsidRPr="00F772D4" w:rsidRDefault="00F772D4" w:rsidP="00F772D4">
      <w:pPr>
        <w:widowControl w:val="0"/>
        <w:suppressAutoHyphens/>
        <w:autoSpaceDN w:val="0"/>
        <w:spacing w:after="120"/>
        <w:jc w:val="both"/>
        <w:textAlignment w:val="baseline"/>
        <w:rPr>
          <w:rFonts w:ascii="Arial" w:hAnsi="Arial" w:cs="Arial"/>
          <w:i/>
          <w:kern w:val="3"/>
          <w:sz w:val="20"/>
          <w:szCs w:val="20"/>
        </w:rPr>
      </w:pPr>
      <w:r w:rsidRPr="00F772D4">
        <w:rPr>
          <w:rFonts w:ascii="Arial" w:hAnsi="Arial" w:cs="Arial"/>
          <w:kern w:val="3"/>
          <w:sz w:val="20"/>
          <w:szCs w:val="20"/>
        </w:rPr>
        <w:t>Partita IVA</w:t>
      </w:r>
      <w:proofErr w:type="gramStart"/>
      <w:r w:rsidRPr="00F772D4">
        <w:rPr>
          <w:rFonts w:ascii="Arial" w:hAnsi="Arial" w:cs="Arial"/>
          <w:kern w:val="3"/>
          <w:sz w:val="20"/>
          <w:szCs w:val="20"/>
        </w:rPr>
        <w:t xml:space="preserve"> </w:t>
      </w:r>
      <w:r w:rsidRPr="00F772D4">
        <w:rPr>
          <w:rFonts w:ascii="Arial" w:hAnsi="Arial" w:cs="Arial"/>
          <w:i/>
          <w:kern w:val="3"/>
          <w:sz w:val="20"/>
          <w:szCs w:val="20"/>
        </w:rPr>
        <w:t>.</w:t>
      </w:r>
      <w:sdt>
        <w:sdtPr>
          <w:rPr>
            <w:rFonts w:ascii="Arial" w:hAnsi="Arial" w:cs="Arial"/>
            <w:sz w:val="20"/>
            <w:szCs w:val="20"/>
          </w:rPr>
          <w:id w:val="-454866210"/>
          <w:placeholder>
            <w:docPart w:val="430B717AEC414E299F8BE9B0606E32CF"/>
          </w:placeholder>
        </w:sdtPr>
        <w:sdtEndPr/>
        <w:sdtContent>
          <w:r>
            <w:rPr>
              <w:rFonts w:ascii="Arial" w:hAnsi="Arial" w:cs="Arial"/>
              <w:sz w:val="20"/>
              <w:szCs w:val="20"/>
            </w:rPr>
            <w:t>.</w:t>
          </w:r>
          <w:proofErr w:type="gramEnd"/>
          <w:r>
            <w:rPr>
              <w:rFonts w:ascii="Arial" w:hAnsi="Arial" w:cs="Arial"/>
              <w:sz w:val="20"/>
              <w:szCs w:val="20"/>
            </w:rPr>
            <w:t>…………</w:t>
          </w:r>
          <w:r w:rsidRPr="00F772D4">
            <w:rPr>
              <w:rFonts w:ascii="Arial" w:hAnsi="Arial" w:cs="Arial"/>
              <w:sz w:val="20"/>
              <w:szCs w:val="20"/>
            </w:rPr>
            <w:t>…………………………………………</w:t>
          </w:r>
        </w:sdtContent>
      </w:sdt>
      <w:r w:rsidRPr="00F772D4">
        <w:rPr>
          <w:rFonts w:ascii="Arial" w:hAnsi="Arial" w:cs="Arial"/>
          <w:kern w:val="3"/>
          <w:sz w:val="20"/>
          <w:szCs w:val="20"/>
        </w:rPr>
        <w:t xml:space="preserve"> n. telefono</w:t>
      </w:r>
      <w:proofErr w:type="gramStart"/>
      <w:r w:rsidRPr="00F772D4">
        <w:rPr>
          <w:rFonts w:ascii="Arial" w:hAnsi="Arial" w:cs="Arial"/>
          <w:kern w:val="3"/>
          <w:sz w:val="20"/>
          <w:szCs w:val="20"/>
        </w:rPr>
        <w:t xml:space="preserve"> </w:t>
      </w:r>
      <w:r w:rsidRPr="00F772D4">
        <w:rPr>
          <w:rFonts w:ascii="Arial" w:hAnsi="Arial" w:cs="Arial"/>
          <w:i/>
          <w:kern w:val="3"/>
          <w:sz w:val="20"/>
          <w:szCs w:val="20"/>
        </w:rPr>
        <w:t>.</w:t>
      </w:r>
      <w:sdt>
        <w:sdtPr>
          <w:rPr>
            <w:rFonts w:ascii="Arial" w:hAnsi="Arial" w:cs="Arial"/>
            <w:sz w:val="20"/>
            <w:szCs w:val="20"/>
          </w:rPr>
          <w:id w:val="-308488744"/>
          <w:placeholder>
            <w:docPart w:val="C8C27B653F054825BC10B93EB93AB036"/>
          </w:placeholder>
        </w:sdtPr>
        <w:sdtEndPr/>
        <w:sdtContent>
          <w:r w:rsidRPr="00F772D4">
            <w:rPr>
              <w:rFonts w:ascii="Arial" w:hAnsi="Arial" w:cs="Arial"/>
              <w:sz w:val="20"/>
              <w:szCs w:val="20"/>
            </w:rPr>
            <w:t>.</w:t>
          </w:r>
          <w:proofErr w:type="gramEnd"/>
          <w:r w:rsidRPr="00F772D4">
            <w:rPr>
              <w:rFonts w:ascii="Arial" w:hAnsi="Arial" w:cs="Arial"/>
              <w:sz w:val="20"/>
              <w:szCs w:val="20"/>
            </w:rPr>
            <w:t>…………………………………</w:t>
          </w:r>
        </w:sdtContent>
      </w:sdt>
    </w:p>
    <w:p w14:paraId="45D84C19" w14:textId="3A9ED340" w:rsidR="00F772D4" w:rsidRPr="00F772D4" w:rsidRDefault="00F772D4" w:rsidP="00F772D4">
      <w:pPr>
        <w:widowControl w:val="0"/>
        <w:suppressAutoHyphens/>
        <w:autoSpaceDN w:val="0"/>
        <w:spacing w:after="120"/>
        <w:jc w:val="both"/>
        <w:textAlignment w:val="baseline"/>
        <w:rPr>
          <w:rFonts w:ascii="Arial" w:hAnsi="Arial" w:cs="Arial"/>
          <w:i/>
          <w:kern w:val="3"/>
          <w:sz w:val="20"/>
          <w:szCs w:val="20"/>
        </w:rPr>
      </w:pPr>
      <w:proofErr w:type="gramStart"/>
      <w:r w:rsidRPr="00F772D4">
        <w:rPr>
          <w:rFonts w:ascii="Arial" w:hAnsi="Arial" w:cs="Arial"/>
          <w:kern w:val="3"/>
          <w:sz w:val="20"/>
          <w:szCs w:val="20"/>
        </w:rPr>
        <w:t>indirizzo</w:t>
      </w:r>
      <w:proofErr w:type="gramEnd"/>
      <w:r w:rsidRPr="00F772D4">
        <w:rPr>
          <w:rFonts w:ascii="Arial" w:hAnsi="Arial" w:cs="Arial"/>
          <w:kern w:val="3"/>
          <w:sz w:val="20"/>
          <w:szCs w:val="20"/>
        </w:rPr>
        <w:t xml:space="preserve"> posta elettronica</w:t>
      </w:r>
      <w:r w:rsidRPr="00F772D4">
        <w:rPr>
          <w:rFonts w:ascii="Arial" w:hAnsi="Arial" w:cs="Arial"/>
          <w:i/>
          <w:kern w:val="3"/>
          <w:sz w:val="20"/>
          <w:szCs w:val="20"/>
        </w:rPr>
        <w:t>.</w:t>
      </w:r>
      <w:sdt>
        <w:sdtPr>
          <w:rPr>
            <w:rFonts w:ascii="Arial" w:hAnsi="Arial" w:cs="Arial"/>
            <w:sz w:val="20"/>
            <w:szCs w:val="20"/>
          </w:rPr>
          <w:id w:val="-1711414774"/>
          <w:placeholder>
            <w:docPart w:val="CE8CA2DB7179483C82DCA0FB62DF1007"/>
          </w:placeholder>
        </w:sdtPr>
        <w:sdtEndPr/>
        <w:sdtContent>
          <w:r w:rsidRPr="00F772D4">
            <w:rPr>
              <w:rFonts w:ascii="Arial" w:hAnsi="Arial" w:cs="Arial"/>
              <w:sz w:val="20"/>
              <w:szCs w:val="20"/>
            </w:rPr>
            <w:t>………………………</w:t>
          </w:r>
        </w:sdtContent>
      </w:sdt>
      <w:r w:rsidRPr="00F772D4">
        <w:rPr>
          <w:rFonts w:ascii="Arial" w:hAnsi="Arial" w:cs="Arial"/>
          <w:i/>
          <w:kern w:val="3"/>
          <w:sz w:val="20"/>
          <w:szCs w:val="20"/>
        </w:rPr>
        <w:t xml:space="preserve"> </w:t>
      </w:r>
      <w:r w:rsidRPr="00F772D4">
        <w:rPr>
          <w:rFonts w:ascii="Arial" w:hAnsi="Arial" w:cs="Arial"/>
          <w:kern w:val="3"/>
          <w:sz w:val="20"/>
          <w:szCs w:val="20"/>
        </w:rPr>
        <w:t>; PEC:</w:t>
      </w:r>
      <w:r w:rsidRPr="00F772D4">
        <w:rPr>
          <w:rFonts w:ascii="Arial" w:hAnsi="Arial" w:cs="Arial"/>
          <w:i/>
          <w:kern w:val="3"/>
          <w:sz w:val="20"/>
          <w:szCs w:val="20"/>
        </w:rPr>
        <w:t xml:space="preserve"> .</w:t>
      </w:r>
      <w:sdt>
        <w:sdtPr>
          <w:rPr>
            <w:rFonts w:ascii="Arial" w:hAnsi="Arial" w:cs="Arial"/>
            <w:sz w:val="20"/>
            <w:szCs w:val="20"/>
          </w:rPr>
          <w:id w:val="-1609727539"/>
          <w:placeholder>
            <w:docPart w:val="B0FC6075065D4CF1A3A17410C1759551"/>
          </w:placeholder>
        </w:sdtPr>
        <w:sdtEndPr/>
        <w:sdtContent>
          <w:r>
            <w:rPr>
              <w:rFonts w:ascii="Arial" w:hAnsi="Arial" w:cs="Arial"/>
              <w:sz w:val="20"/>
              <w:szCs w:val="20"/>
            </w:rPr>
            <w:t>.………………………………</w:t>
          </w:r>
          <w:r w:rsidRPr="00F772D4">
            <w:rPr>
              <w:rFonts w:ascii="Arial" w:hAnsi="Arial" w:cs="Arial"/>
              <w:sz w:val="20"/>
              <w:szCs w:val="20"/>
            </w:rPr>
            <w:t>………………</w:t>
          </w:r>
        </w:sdtContent>
      </w:sdt>
    </w:p>
    <w:p w14:paraId="0CEB814D" w14:textId="77777777" w:rsidR="00F772D4" w:rsidRDefault="00F772D4" w:rsidP="00F66185">
      <w:pPr>
        <w:jc w:val="both"/>
        <w:rPr>
          <w:rFonts w:ascii="Arial" w:hAnsi="Arial" w:cs="Arial"/>
          <w:b/>
          <w:bCs/>
          <w:color w:val="000000"/>
          <w:sz w:val="20"/>
          <w:szCs w:val="20"/>
        </w:rPr>
      </w:pPr>
    </w:p>
    <w:p w14:paraId="6B567731" w14:textId="77777777" w:rsidR="00EB67C4" w:rsidRDefault="00EB67C4" w:rsidP="00F772D4">
      <w:pPr>
        <w:jc w:val="center"/>
        <w:rPr>
          <w:rFonts w:ascii="Arial" w:hAnsi="Arial" w:cs="Arial"/>
          <w:b/>
          <w:bCs/>
          <w:color w:val="000000"/>
          <w:sz w:val="20"/>
          <w:szCs w:val="20"/>
        </w:rPr>
      </w:pPr>
    </w:p>
    <w:p w14:paraId="3577E76B" w14:textId="2F5D0712" w:rsidR="00F66185" w:rsidRDefault="00F772D4" w:rsidP="00F772D4">
      <w:pPr>
        <w:jc w:val="center"/>
        <w:rPr>
          <w:rFonts w:ascii="Arial" w:hAnsi="Arial" w:cs="Arial"/>
          <w:color w:val="000000"/>
          <w:sz w:val="20"/>
          <w:szCs w:val="20"/>
        </w:rPr>
      </w:pPr>
      <w:proofErr w:type="gramStart"/>
      <w:r>
        <w:rPr>
          <w:rFonts w:ascii="Arial" w:hAnsi="Arial" w:cs="Arial"/>
          <w:b/>
          <w:bCs/>
          <w:color w:val="000000"/>
          <w:sz w:val="20"/>
          <w:szCs w:val="20"/>
        </w:rPr>
        <w:t>soggetto</w:t>
      </w:r>
      <w:proofErr w:type="gramEnd"/>
      <w:r>
        <w:rPr>
          <w:rFonts w:ascii="Arial" w:hAnsi="Arial" w:cs="Arial"/>
          <w:b/>
          <w:bCs/>
          <w:color w:val="000000"/>
          <w:sz w:val="20"/>
          <w:szCs w:val="20"/>
        </w:rPr>
        <w:t xml:space="preserve"> che presenta l’offerta </w:t>
      </w:r>
      <w:r w:rsidR="00F66185" w:rsidRPr="00F66185">
        <w:rPr>
          <w:rFonts w:ascii="Arial" w:hAnsi="Arial" w:cs="Arial"/>
          <w:b/>
          <w:bCs/>
          <w:color w:val="000000"/>
          <w:sz w:val="20"/>
          <w:szCs w:val="20"/>
        </w:rPr>
        <w:t>nella sua qualità di:</w:t>
      </w:r>
      <w:r w:rsidR="00F66185" w:rsidRPr="00F66185">
        <w:rPr>
          <w:rFonts w:ascii="Arial" w:hAnsi="Arial" w:cs="Arial"/>
          <w:sz w:val="20"/>
          <w:szCs w:val="20"/>
        </w:rPr>
        <w:t xml:space="preserve"> </w:t>
      </w:r>
      <w:r w:rsidR="00F66185" w:rsidRPr="00F66185">
        <w:rPr>
          <w:rFonts w:ascii="Arial" w:hAnsi="Arial" w:cs="Arial"/>
          <w:color w:val="000000"/>
          <w:sz w:val="20"/>
          <w:szCs w:val="20"/>
        </w:rPr>
        <w:t>(barrare la casella che interessa)</w:t>
      </w:r>
    </w:p>
    <w:p w14:paraId="41D517F4" w14:textId="77777777" w:rsidR="00BB501E" w:rsidRDefault="00BB501E" w:rsidP="00F772D4">
      <w:pPr>
        <w:jc w:val="center"/>
        <w:rPr>
          <w:rFonts w:ascii="Arial" w:hAnsi="Arial" w:cs="Arial"/>
          <w:color w:val="000000"/>
          <w:sz w:val="20"/>
          <w:szCs w:val="20"/>
        </w:rPr>
      </w:pPr>
    </w:p>
    <w:p w14:paraId="0C87BCE9" w14:textId="77777777" w:rsidR="00F772D4" w:rsidRPr="00F66185" w:rsidRDefault="00F772D4" w:rsidP="00F772D4">
      <w:pPr>
        <w:jc w:val="center"/>
        <w:rPr>
          <w:rFonts w:ascii="Arial" w:hAnsi="Arial" w:cs="Arial"/>
          <w:sz w:val="20"/>
          <w:szCs w:val="20"/>
        </w:rPr>
      </w:pPr>
    </w:p>
    <w:p w14:paraId="171B39B7" w14:textId="3D5D5D67" w:rsidR="00F66185" w:rsidRPr="00F66185" w:rsidRDefault="00E84A28" w:rsidP="000E3FE4">
      <w:pPr>
        <w:autoSpaceDE w:val="0"/>
        <w:autoSpaceDN w:val="0"/>
        <w:adjustRightInd w:val="0"/>
        <w:jc w:val="both"/>
        <w:rPr>
          <w:rFonts w:ascii="Arial" w:hAnsi="Arial" w:cs="Arial"/>
          <w:color w:val="000000"/>
          <w:sz w:val="20"/>
          <w:szCs w:val="20"/>
        </w:rPr>
      </w:pPr>
      <w:sdt>
        <w:sdtPr>
          <w:rPr>
            <w:rFonts w:ascii="Arial" w:hAnsi="Arial" w:cs="Arial"/>
            <w:color w:val="000000"/>
            <w:sz w:val="20"/>
            <w:szCs w:val="20"/>
          </w:rPr>
          <w:id w:val="-1384705695"/>
          <w14:checkbox>
            <w14:checked w14:val="0"/>
            <w14:checkedState w14:val="2612" w14:font="MS Gothic"/>
            <w14:uncheckedState w14:val="2610" w14:font="MS Gothic"/>
          </w14:checkbox>
        </w:sdtPr>
        <w:sdtEndPr/>
        <w:sdtContent>
          <w:r w:rsidR="00BB501E">
            <w:rPr>
              <w:rFonts w:ascii="MS Gothic" w:eastAsia="MS Gothic" w:hAnsi="MS Gothic" w:cs="Arial" w:hint="eastAsia"/>
              <w:color w:val="000000"/>
              <w:sz w:val="20"/>
              <w:szCs w:val="20"/>
            </w:rPr>
            <w:t>☐</w:t>
          </w:r>
        </w:sdtContent>
      </w:sdt>
      <w:r w:rsidR="00F66185" w:rsidRPr="00F66185">
        <w:rPr>
          <w:rFonts w:ascii="Arial" w:hAnsi="Arial" w:cs="Arial"/>
          <w:color w:val="000000"/>
          <w:sz w:val="20"/>
          <w:szCs w:val="20"/>
        </w:rPr>
        <w:t>Titolare o Legale rappresentante</w:t>
      </w:r>
      <w:r w:rsidR="00F66185">
        <w:rPr>
          <w:rFonts w:ascii="Arial" w:hAnsi="Arial" w:cs="Arial"/>
          <w:color w:val="000000"/>
          <w:sz w:val="20"/>
          <w:szCs w:val="20"/>
        </w:rPr>
        <w:t xml:space="preserve"> </w:t>
      </w:r>
    </w:p>
    <w:p w14:paraId="2859CBFE" w14:textId="7A656301" w:rsidR="00F66185" w:rsidRDefault="00E84A28" w:rsidP="000E3FE4">
      <w:pPr>
        <w:autoSpaceDE w:val="0"/>
        <w:autoSpaceDN w:val="0"/>
        <w:adjustRightInd w:val="0"/>
        <w:jc w:val="both"/>
        <w:rPr>
          <w:rFonts w:ascii="Arial" w:hAnsi="Arial" w:cs="Arial"/>
          <w:color w:val="000000"/>
          <w:sz w:val="20"/>
          <w:szCs w:val="20"/>
        </w:rPr>
      </w:pPr>
      <w:sdt>
        <w:sdtPr>
          <w:rPr>
            <w:rFonts w:ascii="Arial" w:hAnsi="Arial" w:cs="Arial"/>
            <w:color w:val="000000"/>
            <w:sz w:val="20"/>
            <w:szCs w:val="20"/>
          </w:rPr>
          <w:id w:val="-271400827"/>
          <w14:checkbox>
            <w14:checked w14:val="0"/>
            <w14:checkedState w14:val="2612" w14:font="MS Gothic"/>
            <w14:uncheckedState w14:val="2610" w14:font="MS Gothic"/>
          </w14:checkbox>
        </w:sdtPr>
        <w:sdtEndPr/>
        <w:sdtContent>
          <w:r w:rsidR="00F66185">
            <w:rPr>
              <w:rFonts w:ascii="MS Gothic" w:eastAsia="MS Gothic" w:hAnsi="MS Gothic" w:cs="Arial" w:hint="eastAsia"/>
              <w:color w:val="000000"/>
              <w:sz w:val="20"/>
              <w:szCs w:val="20"/>
            </w:rPr>
            <w:t>☐</w:t>
          </w:r>
        </w:sdtContent>
      </w:sdt>
      <w:r w:rsidR="00F66185" w:rsidRPr="00F66185">
        <w:rPr>
          <w:rFonts w:ascii="Arial" w:hAnsi="Arial" w:cs="Arial"/>
          <w:color w:val="000000"/>
          <w:sz w:val="20"/>
          <w:szCs w:val="20"/>
        </w:rPr>
        <w:t>Procuratore speciale / generale</w:t>
      </w:r>
    </w:p>
    <w:p w14:paraId="551C7223" w14:textId="77777777" w:rsidR="002108E1" w:rsidRPr="00F66185" w:rsidRDefault="002108E1" w:rsidP="000E3FE4">
      <w:pPr>
        <w:autoSpaceDE w:val="0"/>
        <w:autoSpaceDN w:val="0"/>
        <w:adjustRightInd w:val="0"/>
        <w:jc w:val="both"/>
        <w:rPr>
          <w:rFonts w:ascii="Arial" w:hAnsi="Arial" w:cs="Arial"/>
          <w:color w:val="000000"/>
          <w:sz w:val="20"/>
          <w:szCs w:val="20"/>
        </w:rPr>
      </w:pPr>
    </w:p>
    <w:p w14:paraId="5D5B9BA4" w14:textId="08FC1E89" w:rsidR="00F66185" w:rsidRDefault="002108E1" w:rsidP="000E3FE4">
      <w:pPr>
        <w:autoSpaceDE w:val="0"/>
        <w:autoSpaceDN w:val="0"/>
        <w:adjustRightInd w:val="0"/>
        <w:jc w:val="center"/>
        <w:rPr>
          <w:rFonts w:ascii="Arial" w:hAnsi="Arial" w:cs="Arial"/>
          <w:color w:val="000000"/>
          <w:sz w:val="20"/>
          <w:szCs w:val="20"/>
        </w:rPr>
      </w:pPr>
      <w:proofErr w:type="gramStart"/>
      <w:r>
        <w:rPr>
          <w:rFonts w:ascii="Arial" w:hAnsi="Arial" w:cs="Arial"/>
          <w:b/>
          <w:bCs/>
          <w:color w:val="000000"/>
          <w:sz w:val="20"/>
          <w:szCs w:val="20"/>
        </w:rPr>
        <w:t>per</w:t>
      </w:r>
      <w:bookmarkStart w:id="0" w:name="_GoBack"/>
      <w:bookmarkEnd w:id="0"/>
      <w:proofErr w:type="gramEnd"/>
      <w:r w:rsidR="00F66185" w:rsidRPr="00F66185">
        <w:rPr>
          <w:rFonts w:ascii="Arial" w:hAnsi="Arial" w:cs="Arial"/>
          <w:b/>
          <w:bCs/>
          <w:color w:val="000000"/>
          <w:sz w:val="20"/>
          <w:szCs w:val="20"/>
        </w:rPr>
        <w:t>:</w:t>
      </w:r>
      <w:r w:rsidR="00F66185">
        <w:rPr>
          <w:rFonts w:ascii="Arial" w:hAnsi="Arial" w:cs="Arial"/>
          <w:b/>
          <w:bCs/>
          <w:color w:val="000000"/>
          <w:sz w:val="20"/>
          <w:szCs w:val="20"/>
        </w:rPr>
        <w:t xml:space="preserve"> </w:t>
      </w:r>
      <w:r w:rsidR="00F66185" w:rsidRPr="00F66185">
        <w:rPr>
          <w:rFonts w:ascii="Arial" w:hAnsi="Arial" w:cs="Arial"/>
          <w:color w:val="000000"/>
          <w:sz w:val="20"/>
          <w:szCs w:val="20"/>
        </w:rPr>
        <w:t>(barrare la casella che interessa)</w:t>
      </w:r>
    </w:p>
    <w:p w14:paraId="7B0E70DB" w14:textId="77777777" w:rsidR="00F66185" w:rsidRPr="00F66185" w:rsidRDefault="00F66185" w:rsidP="000E3FE4">
      <w:pPr>
        <w:autoSpaceDE w:val="0"/>
        <w:autoSpaceDN w:val="0"/>
        <w:adjustRightInd w:val="0"/>
        <w:jc w:val="both"/>
        <w:rPr>
          <w:rFonts w:ascii="Arial" w:hAnsi="Arial" w:cs="Arial"/>
          <w:color w:val="000000"/>
          <w:sz w:val="20"/>
          <w:szCs w:val="20"/>
        </w:rPr>
      </w:pPr>
    </w:p>
    <w:p w14:paraId="1E6EC3D6" w14:textId="77777777" w:rsidR="00F66185" w:rsidRPr="00F66185" w:rsidRDefault="00E84A28" w:rsidP="000E3FE4">
      <w:pPr>
        <w:autoSpaceDE w:val="0"/>
        <w:autoSpaceDN w:val="0"/>
        <w:adjustRightInd w:val="0"/>
        <w:spacing w:after="120"/>
        <w:jc w:val="both"/>
        <w:rPr>
          <w:rFonts w:ascii="Arial" w:hAnsi="Arial" w:cs="Arial"/>
          <w:color w:val="000000"/>
          <w:sz w:val="20"/>
          <w:szCs w:val="20"/>
        </w:rPr>
      </w:pPr>
      <w:sdt>
        <w:sdtPr>
          <w:rPr>
            <w:rFonts w:ascii="Arial" w:hAnsi="Arial" w:cs="Arial"/>
            <w:color w:val="000000"/>
            <w:sz w:val="20"/>
            <w:szCs w:val="20"/>
          </w:rPr>
          <w:id w:val="-44843413"/>
          <w14:checkbox>
            <w14:checked w14:val="0"/>
            <w14:checkedState w14:val="2612" w14:font="MS Gothic"/>
            <w14:uncheckedState w14:val="2610" w14:font="MS Gothic"/>
          </w14:checkbox>
        </w:sdtPr>
        <w:sdtEndPr/>
        <w:sdtContent>
          <w:r w:rsidR="00F66185" w:rsidRPr="00F66185">
            <w:rPr>
              <w:rFonts w:ascii="Segoe UI Symbol" w:eastAsia="MS Gothic" w:hAnsi="Segoe UI Symbol" w:cs="Segoe UI Symbol"/>
              <w:color w:val="000000"/>
              <w:sz w:val="20"/>
              <w:szCs w:val="20"/>
            </w:rPr>
            <w:t>☐</w:t>
          </w:r>
        </w:sdtContent>
      </w:sdt>
      <w:r w:rsidR="00F66185" w:rsidRPr="00F66185">
        <w:rPr>
          <w:rFonts w:ascii="Arial" w:hAnsi="Arial" w:cs="Arial"/>
          <w:color w:val="000000"/>
          <w:sz w:val="20"/>
          <w:szCs w:val="20"/>
        </w:rPr>
        <w:t>Impresa individuale (D.Lgs. 36/2023 art. 65 – comma 2 - lett. a);</w:t>
      </w:r>
    </w:p>
    <w:p w14:paraId="4B70F8A7" w14:textId="58671165" w:rsidR="00F772D4" w:rsidRPr="00F66185" w:rsidRDefault="00E84A28" w:rsidP="000E3FE4">
      <w:pPr>
        <w:autoSpaceDE w:val="0"/>
        <w:autoSpaceDN w:val="0"/>
        <w:adjustRightInd w:val="0"/>
        <w:spacing w:after="120"/>
        <w:jc w:val="both"/>
        <w:rPr>
          <w:rFonts w:ascii="Arial" w:hAnsi="Arial" w:cs="Arial"/>
          <w:color w:val="000000"/>
          <w:sz w:val="20"/>
          <w:szCs w:val="20"/>
        </w:rPr>
      </w:pPr>
      <w:sdt>
        <w:sdtPr>
          <w:rPr>
            <w:rFonts w:ascii="Arial" w:hAnsi="Arial" w:cs="Arial"/>
            <w:color w:val="000000"/>
            <w:sz w:val="20"/>
            <w:szCs w:val="20"/>
          </w:rPr>
          <w:id w:val="534306193"/>
          <w14:checkbox>
            <w14:checked w14:val="0"/>
            <w14:checkedState w14:val="2612" w14:font="MS Gothic"/>
            <w14:uncheckedState w14:val="2610" w14:font="MS Gothic"/>
          </w14:checkbox>
        </w:sdtPr>
        <w:sdtEndPr/>
        <w:sdtContent>
          <w:r w:rsidR="00F66185" w:rsidRPr="00F66185">
            <w:rPr>
              <w:rFonts w:ascii="Segoe UI Symbol" w:eastAsia="MS Gothic" w:hAnsi="Segoe UI Symbol" w:cs="Segoe UI Symbol"/>
              <w:color w:val="000000"/>
              <w:sz w:val="20"/>
              <w:szCs w:val="20"/>
            </w:rPr>
            <w:t>☐</w:t>
          </w:r>
        </w:sdtContent>
      </w:sdt>
      <w:r w:rsidR="00F66185" w:rsidRPr="00F66185">
        <w:rPr>
          <w:rFonts w:ascii="Arial" w:hAnsi="Arial" w:cs="Arial"/>
          <w:color w:val="000000"/>
          <w:sz w:val="20"/>
          <w:szCs w:val="20"/>
        </w:rPr>
        <w:t>Consorzio fra società cooperativa di produzione e lavoro (D.Lgs. 36/2023 art. 65 – comma 2 - lett. b);</w:t>
      </w:r>
    </w:p>
    <w:p w14:paraId="742E4323" w14:textId="28762B47" w:rsidR="00F772D4" w:rsidRPr="00F66185" w:rsidRDefault="00E84A28" w:rsidP="000E3FE4">
      <w:pPr>
        <w:autoSpaceDE w:val="0"/>
        <w:autoSpaceDN w:val="0"/>
        <w:adjustRightInd w:val="0"/>
        <w:spacing w:after="120"/>
        <w:jc w:val="both"/>
        <w:rPr>
          <w:rFonts w:ascii="Arial" w:hAnsi="Arial" w:cs="Arial"/>
          <w:color w:val="000000"/>
          <w:sz w:val="20"/>
          <w:szCs w:val="20"/>
        </w:rPr>
      </w:pPr>
      <w:sdt>
        <w:sdtPr>
          <w:rPr>
            <w:rFonts w:ascii="Arial" w:hAnsi="Arial" w:cs="Arial"/>
            <w:color w:val="000000"/>
            <w:sz w:val="20"/>
            <w:szCs w:val="20"/>
          </w:rPr>
          <w:id w:val="-1859655730"/>
          <w14:checkbox>
            <w14:checked w14:val="0"/>
            <w14:checkedState w14:val="2612" w14:font="MS Gothic"/>
            <w14:uncheckedState w14:val="2610" w14:font="MS Gothic"/>
          </w14:checkbox>
        </w:sdtPr>
        <w:sdtEndPr/>
        <w:sdtContent>
          <w:r w:rsidR="00F66185">
            <w:rPr>
              <w:rFonts w:ascii="MS Gothic" w:eastAsia="MS Gothic" w:hAnsi="MS Gothic" w:cs="Arial" w:hint="eastAsia"/>
              <w:color w:val="000000"/>
              <w:sz w:val="20"/>
              <w:szCs w:val="20"/>
            </w:rPr>
            <w:t>☐</w:t>
          </w:r>
        </w:sdtContent>
      </w:sdt>
      <w:r w:rsidR="00F66185" w:rsidRPr="00F66185">
        <w:rPr>
          <w:rFonts w:ascii="Arial" w:hAnsi="Arial" w:cs="Arial"/>
          <w:color w:val="000000"/>
          <w:sz w:val="20"/>
          <w:szCs w:val="20"/>
        </w:rPr>
        <w:t>Consorzio tra imprese artigiane (D.Lgs. 36/2023 art. 65 – comma 2 - lett. c);</w:t>
      </w:r>
    </w:p>
    <w:p w14:paraId="619E7895" w14:textId="77777777" w:rsidR="00F66185" w:rsidRPr="00F66185" w:rsidRDefault="00E84A28" w:rsidP="000E3FE4">
      <w:pPr>
        <w:autoSpaceDE w:val="0"/>
        <w:autoSpaceDN w:val="0"/>
        <w:adjustRightInd w:val="0"/>
        <w:spacing w:after="120"/>
        <w:jc w:val="both"/>
        <w:rPr>
          <w:rFonts w:ascii="Arial" w:hAnsi="Arial" w:cs="Arial"/>
          <w:color w:val="000000"/>
          <w:sz w:val="20"/>
          <w:szCs w:val="20"/>
        </w:rPr>
      </w:pPr>
      <w:sdt>
        <w:sdtPr>
          <w:rPr>
            <w:rFonts w:ascii="Arial" w:hAnsi="Arial" w:cs="Arial"/>
            <w:color w:val="000000"/>
            <w:sz w:val="20"/>
            <w:szCs w:val="20"/>
          </w:rPr>
          <w:id w:val="1464850605"/>
          <w14:checkbox>
            <w14:checked w14:val="0"/>
            <w14:checkedState w14:val="2612" w14:font="MS Gothic"/>
            <w14:uncheckedState w14:val="2610" w14:font="MS Gothic"/>
          </w14:checkbox>
        </w:sdtPr>
        <w:sdtEndPr/>
        <w:sdtContent>
          <w:r w:rsidR="00F66185" w:rsidRPr="00F66185">
            <w:rPr>
              <w:rFonts w:ascii="Segoe UI Symbol" w:eastAsia="MS Gothic" w:hAnsi="Segoe UI Symbol" w:cs="Segoe UI Symbol"/>
              <w:color w:val="000000"/>
              <w:sz w:val="20"/>
              <w:szCs w:val="20"/>
            </w:rPr>
            <w:t>☐</w:t>
          </w:r>
        </w:sdtContent>
      </w:sdt>
      <w:r w:rsidR="00F66185" w:rsidRPr="00F66185">
        <w:rPr>
          <w:rFonts w:ascii="Arial" w:hAnsi="Arial" w:cs="Arial"/>
          <w:color w:val="000000"/>
          <w:sz w:val="20"/>
          <w:szCs w:val="20"/>
        </w:rPr>
        <w:t>Consorzio stabile (D.Lgs. 36/2023 art. 65 – comma 2 - lett. d);</w:t>
      </w:r>
    </w:p>
    <w:p w14:paraId="64BA8692" w14:textId="5E076050" w:rsidR="00F66185" w:rsidRDefault="00E84A28" w:rsidP="000E3FE4">
      <w:pPr>
        <w:autoSpaceDE w:val="0"/>
        <w:autoSpaceDN w:val="0"/>
        <w:adjustRightInd w:val="0"/>
        <w:spacing w:after="120"/>
        <w:jc w:val="both"/>
        <w:rPr>
          <w:rFonts w:ascii="Arial" w:hAnsi="Arial" w:cs="Arial"/>
          <w:color w:val="000000"/>
          <w:sz w:val="20"/>
          <w:szCs w:val="20"/>
        </w:rPr>
      </w:pPr>
      <w:sdt>
        <w:sdtPr>
          <w:rPr>
            <w:rFonts w:ascii="Arial" w:hAnsi="Arial" w:cs="Arial"/>
            <w:color w:val="000000"/>
            <w:sz w:val="20"/>
            <w:szCs w:val="20"/>
          </w:rPr>
          <w:id w:val="234670471"/>
          <w14:checkbox>
            <w14:checked w14:val="0"/>
            <w14:checkedState w14:val="2612" w14:font="MS Gothic"/>
            <w14:uncheckedState w14:val="2610" w14:font="MS Gothic"/>
          </w14:checkbox>
        </w:sdtPr>
        <w:sdtEndPr/>
        <w:sdtContent>
          <w:r w:rsidR="00F66185" w:rsidRPr="00F66185">
            <w:rPr>
              <w:rFonts w:ascii="Segoe UI Symbol" w:eastAsia="MS Gothic" w:hAnsi="Segoe UI Symbol" w:cs="Segoe UI Symbol"/>
              <w:color w:val="000000"/>
              <w:sz w:val="20"/>
              <w:szCs w:val="20"/>
            </w:rPr>
            <w:t>☐</w:t>
          </w:r>
        </w:sdtContent>
      </w:sdt>
      <w:r w:rsidR="00F66185" w:rsidRPr="00F66185">
        <w:rPr>
          <w:rFonts w:ascii="Arial" w:hAnsi="Arial" w:cs="Arial"/>
          <w:color w:val="000000"/>
          <w:sz w:val="20"/>
          <w:szCs w:val="20"/>
        </w:rPr>
        <w:t>Mandataria di un raggruppamento temporaneo (D.Lgs. 36/2023 art. 65 – comma 2 - lett. e);</w:t>
      </w:r>
    </w:p>
    <w:p w14:paraId="62C969B3" w14:textId="22F643BE" w:rsidR="00F66185" w:rsidRPr="00F66185" w:rsidRDefault="00F66185" w:rsidP="000E3FE4">
      <w:pPr>
        <w:autoSpaceDE w:val="0"/>
        <w:autoSpaceDN w:val="0"/>
        <w:adjustRightInd w:val="0"/>
        <w:spacing w:after="120"/>
        <w:jc w:val="both"/>
        <w:rPr>
          <w:rFonts w:ascii="Arial" w:hAnsi="Arial" w:cs="Arial"/>
          <w:color w:val="000000"/>
          <w:sz w:val="20"/>
          <w:szCs w:val="20"/>
        </w:rPr>
      </w:pPr>
      <w:r w:rsidRPr="00F66185">
        <w:rPr>
          <w:rFonts w:ascii="Arial" w:hAnsi="Arial" w:cs="Arial"/>
          <w:color w:val="000000"/>
          <w:sz w:val="20"/>
          <w:szCs w:val="20"/>
        </w:rPr>
        <w:t xml:space="preserve"> -  </w:t>
      </w:r>
      <w:sdt>
        <w:sdtPr>
          <w:rPr>
            <w:rFonts w:ascii="Arial" w:hAnsi="Arial" w:cs="Arial"/>
            <w:sz w:val="20"/>
            <w:szCs w:val="20"/>
          </w:rPr>
          <w:id w:val="-1388650344"/>
          <w14:checkbox>
            <w14:checked w14:val="0"/>
            <w14:checkedState w14:val="2612" w14:font="MS Gothic"/>
            <w14:uncheckedState w14:val="2610" w14:font="MS Gothic"/>
          </w14:checkbox>
        </w:sdtPr>
        <w:sdtEndPr/>
        <w:sdtContent>
          <w:r w:rsidRPr="00F66185">
            <w:rPr>
              <w:rFonts w:ascii="Segoe UI Symbol" w:eastAsia="MS Gothic" w:hAnsi="Segoe UI Symbol" w:cs="Segoe UI Symbol"/>
              <w:sz w:val="20"/>
              <w:szCs w:val="20"/>
            </w:rPr>
            <w:t>☐</w:t>
          </w:r>
        </w:sdtContent>
      </w:sdt>
      <w:r w:rsidRPr="00F66185">
        <w:rPr>
          <w:rFonts w:ascii="Arial" w:hAnsi="Arial" w:cs="Arial"/>
          <w:sz w:val="20"/>
          <w:szCs w:val="20"/>
        </w:rPr>
        <w:t xml:space="preserve"> costituito</w:t>
      </w:r>
    </w:p>
    <w:p w14:paraId="5C91A84A" w14:textId="3FC8FC22" w:rsidR="00F66185" w:rsidRPr="00F66185" w:rsidRDefault="00F66185" w:rsidP="000E3FE4">
      <w:pPr>
        <w:autoSpaceDE w:val="0"/>
        <w:autoSpaceDN w:val="0"/>
        <w:adjustRightInd w:val="0"/>
        <w:spacing w:after="120"/>
        <w:jc w:val="both"/>
        <w:rPr>
          <w:rFonts w:ascii="Arial" w:hAnsi="Arial" w:cs="Arial"/>
          <w:color w:val="000000"/>
          <w:sz w:val="20"/>
          <w:szCs w:val="20"/>
        </w:rPr>
      </w:pPr>
      <w:r>
        <w:rPr>
          <w:rFonts w:ascii="Arial" w:hAnsi="Arial" w:cs="Arial"/>
          <w:color w:val="000000"/>
          <w:sz w:val="20"/>
          <w:szCs w:val="20"/>
        </w:rPr>
        <w:t xml:space="preserve"> - </w:t>
      </w:r>
      <w:r w:rsidRPr="00F66185">
        <w:rPr>
          <w:rFonts w:ascii="Arial" w:hAnsi="Arial" w:cs="Arial"/>
          <w:color w:val="000000"/>
          <w:sz w:val="20"/>
          <w:szCs w:val="20"/>
        </w:rPr>
        <w:t xml:space="preserve"> </w:t>
      </w:r>
      <w:sdt>
        <w:sdtPr>
          <w:rPr>
            <w:rFonts w:ascii="Arial" w:hAnsi="Arial" w:cs="Arial"/>
            <w:sz w:val="20"/>
            <w:szCs w:val="20"/>
          </w:rPr>
          <w:id w:val="1259099021"/>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sidRPr="00F66185">
        <w:rPr>
          <w:rFonts w:ascii="Arial" w:hAnsi="Arial" w:cs="Arial"/>
          <w:sz w:val="20"/>
          <w:szCs w:val="20"/>
        </w:rPr>
        <w:t xml:space="preserve"> non costituito</w:t>
      </w:r>
    </w:p>
    <w:p w14:paraId="63E8EFFC" w14:textId="77777777" w:rsidR="00F66185" w:rsidRDefault="00E84A28" w:rsidP="000E3FE4">
      <w:pPr>
        <w:autoSpaceDE w:val="0"/>
        <w:autoSpaceDN w:val="0"/>
        <w:adjustRightInd w:val="0"/>
        <w:jc w:val="both"/>
        <w:rPr>
          <w:rFonts w:ascii="Arial" w:hAnsi="Arial" w:cs="Arial"/>
          <w:color w:val="000000"/>
          <w:sz w:val="20"/>
          <w:szCs w:val="20"/>
        </w:rPr>
      </w:pPr>
      <w:sdt>
        <w:sdtPr>
          <w:rPr>
            <w:rFonts w:ascii="Arial" w:hAnsi="Arial" w:cs="Arial"/>
            <w:color w:val="000000"/>
            <w:sz w:val="20"/>
            <w:szCs w:val="20"/>
          </w:rPr>
          <w:id w:val="731123924"/>
          <w14:checkbox>
            <w14:checked w14:val="0"/>
            <w14:checkedState w14:val="2612" w14:font="MS Gothic"/>
            <w14:uncheckedState w14:val="2610" w14:font="MS Gothic"/>
          </w14:checkbox>
        </w:sdtPr>
        <w:sdtEndPr/>
        <w:sdtContent>
          <w:r w:rsidR="00F66185" w:rsidRPr="00F66185">
            <w:rPr>
              <w:rFonts w:ascii="Segoe UI Symbol" w:eastAsia="MS Gothic" w:hAnsi="Segoe UI Symbol" w:cs="Segoe UI Symbol"/>
              <w:color w:val="000000"/>
              <w:sz w:val="20"/>
              <w:szCs w:val="20"/>
            </w:rPr>
            <w:t>☐</w:t>
          </w:r>
        </w:sdtContent>
      </w:sdt>
      <w:r w:rsidR="00F66185" w:rsidRPr="00F66185">
        <w:rPr>
          <w:rFonts w:ascii="Arial" w:hAnsi="Arial" w:cs="Arial"/>
          <w:color w:val="000000"/>
          <w:sz w:val="20"/>
          <w:szCs w:val="20"/>
        </w:rPr>
        <w:t>Mandataria di un consorzio ordinario (D.Lgs. 36/2023 art. 65 – comma 2 - lett. f);</w:t>
      </w:r>
    </w:p>
    <w:p w14:paraId="389BEAEB" w14:textId="774D43D1" w:rsidR="00F66185" w:rsidRPr="00F66185" w:rsidRDefault="00F66185" w:rsidP="000E3FE4">
      <w:pPr>
        <w:autoSpaceDE w:val="0"/>
        <w:autoSpaceDN w:val="0"/>
        <w:adjustRightInd w:val="0"/>
        <w:spacing w:after="120"/>
        <w:jc w:val="both"/>
        <w:rPr>
          <w:rFonts w:ascii="Arial" w:hAnsi="Arial" w:cs="Arial"/>
          <w:color w:val="000000"/>
          <w:sz w:val="20"/>
          <w:szCs w:val="20"/>
        </w:rPr>
      </w:pPr>
      <w:r>
        <w:rPr>
          <w:rFonts w:ascii="Arial" w:hAnsi="Arial" w:cs="Arial"/>
          <w:color w:val="000000"/>
          <w:sz w:val="20"/>
          <w:szCs w:val="20"/>
        </w:rPr>
        <w:t xml:space="preserve"> -</w:t>
      </w:r>
      <w:r w:rsidRPr="00F66185">
        <w:rPr>
          <w:rFonts w:ascii="Arial" w:hAnsi="Arial" w:cs="Arial"/>
          <w:color w:val="000000"/>
          <w:sz w:val="20"/>
          <w:szCs w:val="20"/>
        </w:rPr>
        <w:t xml:space="preserve"> </w:t>
      </w:r>
      <w:sdt>
        <w:sdtPr>
          <w:rPr>
            <w:rFonts w:ascii="Arial" w:hAnsi="Arial" w:cs="Arial"/>
            <w:sz w:val="20"/>
            <w:szCs w:val="20"/>
          </w:rPr>
          <w:id w:val="-1841771229"/>
          <w14:checkbox>
            <w14:checked w14:val="0"/>
            <w14:checkedState w14:val="2612" w14:font="MS Gothic"/>
            <w14:uncheckedState w14:val="2610" w14:font="MS Gothic"/>
          </w14:checkbox>
        </w:sdtPr>
        <w:sdtEndPr/>
        <w:sdtContent>
          <w:r w:rsidRPr="00F66185">
            <w:rPr>
              <w:rFonts w:ascii="Segoe UI Symbol" w:eastAsia="MS Gothic" w:hAnsi="Segoe UI Symbol" w:cs="Segoe UI Symbol"/>
              <w:sz w:val="20"/>
              <w:szCs w:val="20"/>
            </w:rPr>
            <w:t>☐</w:t>
          </w:r>
        </w:sdtContent>
      </w:sdt>
      <w:r w:rsidRPr="00F66185">
        <w:rPr>
          <w:rFonts w:ascii="Arial" w:hAnsi="Arial" w:cs="Arial"/>
          <w:sz w:val="20"/>
          <w:szCs w:val="20"/>
        </w:rPr>
        <w:t xml:space="preserve"> costituito</w:t>
      </w:r>
    </w:p>
    <w:p w14:paraId="121929AD" w14:textId="2E1F1B41" w:rsidR="00F66185" w:rsidRPr="00F66185" w:rsidRDefault="00F66185" w:rsidP="000E3FE4">
      <w:pPr>
        <w:autoSpaceDE w:val="0"/>
        <w:autoSpaceDN w:val="0"/>
        <w:adjustRightInd w:val="0"/>
        <w:spacing w:after="120"/>
        <w:jc w:val="both"/>
        <w:rPr>
          <w:rFonts w:ascii="Arial" w:hAnsi="Arial" w:cs="Arial"/>
          <w:color w:val="000000"/>
          <w:sz w:val="20"/>
          <w:szCs w:val="20"/>
        </w:rPr>
      </w:pPr>
      <w:r>
        <w:rPr>
          <w:rFonts w:ascii="Arial" w:hAnsi="Arial" w:cs="Arial"/>
          <w:color w:val="000000"/>
          <w:sz w:val="20"/>
          <w:szCs w:val="20"/>
        </w:rPr>
        <w:t xml:space="preserve"> -</w:t>
      </w:r>
      <w:r w:rsidRPr="00F66185">
        <w:rPr>
          <w:rFonts w:ascii="Arial" w:hAnsi="Arial" w:cs="Arial"/>
          <w:color w:val="000000"/>
          <w:sz w:val="20"/>
          <w:szCs w:val="20"/>
        </w:rPr>
        <w:t xml:space="preserve"> </w:t>
      </w:r>
      <w:sdt>
        <w:sdtPr>
          <w:rPr>
            <w:rFonts w:ascii="Arial" w:hAnsi="Arial" w:cs="Arial"/>
            <w:sz w:val="20"/>
            <w:szCs w:val="20"/>
          </w:rPr>
          <w:id w:val="469480386"/>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sidRPr="00F66185">
        <w:rPr>
          <w:rFonts w:ascii="Arial" w:hAnsi="Arial" w:cs="Arial"/>
          <w:sz w:val="20"/>
          <w:szCs w:val="20"/>
        </w:rPr>
        <w:t xml:space="preserve"> non costituito</w:t>
      </w:r>
    </w:p>
    <w:p w14:paraId="3D7EB686" w14:textId="77777777" w:rsidR="00F66185" w:rsidRDefault="00E84A28" w:rsidP="000E3FE4">
      <w:pPr>
        <w:autoSpaceDE w:val="0"/>
        <w:autoSpaceDN w:val="0"/>
        <w:adjustRightInd w:val="0"/>
        <w:jc w:val="both"/>
        <w:rPr>
          <w:rFonts w:ascii="Arial" w:hAnsi="Arial" w:cs="Arial"/>
          <w:color w:val="000000"/>
          <w:sz w:val="20"/>
          <w:szCs w:val="20"/>
        </w:rPr>
      </w:pPr>
      <w:sdt>
        <w:sdtPr>
          <w:rPr>
            <w:rFonts w:ascii="Arial" w:hAnsi="Arial" w:cs="Arial"/>
            <w:color w:val="000000"/>
            <w:sz w:val="20"/>
            <w:szCs w:val="20"/>
          </w:rPr>
          <w:id w:val="898628497"/>
          <w14:checkbox>
            <w14:checked w14:val="0"/>
            <w14:checkedState w14:val="2612" w14:font="MS Gothic"/>
            <w14:uncheckedState w14:val="2610" w14:font="MS Gothic"/>
          </w14:checkbox>
        </w:sdtPr>
        <w:sdtEndPr/>
        <w:sdtContent>
          <w:r w:rsidR="00F66185" w:rsidRPr="00F66185">
            <w:rPr>
              <w:rFonts w:ascii="Segoe UI Symbol" w:eastAsia="MS Gothic" w:hAnsi="Segoe UI Symbol" w:cs="Segoe UI Symbol"/>
              <w:color w:val="000000"/>
              <w:sz w:val="20"/>
              <w:szCs w:val="20"/>
            </w:rPr>
            <w:t>☐</w:t>
          </w:r>
        </w:sdtContent>
      </w:sdt>
      <w:r w:rsidR="00F66185" w:rsidRPr="00F66185">
        <w:rPr>
          <w:rFonts w:ascii="Arial" w:hAnsi="Arial" w:cs="Arial"/>
          <w:color w:val="000000"/>
          <w:sz w:val="20"/>
          <w:szCs w:val="20"/>
        </w:rPr>
        <w:t>Aggregazione di imprese di rete (D.Lgs. 36/2023 art. 65 – comma 2 - lett. g);</w:t>
      </w:r>
    </w:p>
    <w:p w14:paraId="660A15F2" w14:textId="77777777" w:rsidR="00D4744D" w:rsidRDefault="00D4744D" w:rsidP="000E3FE4">
      <w:pPr>
        <w:autoSpaceDE w:val="0"/>
        <w:autoSpaceDN w:val="0"/>
        <w:adjustRightInd w:val="0"/>
        <w:spacing w:after="120"/>
        <w:jc w:val="both"/>
        <w:rPr>
          <w:rFonts w:ascii="Arial" w:hAnsi="Arial" w:cs="Arial"/>
          <w:color w:val="000000"/>
          <w:sz w:val="20"/>
          <w:szCs w:val="20"/>
        </w:rPr>
      </w:pPr>
      <w:r w:rsidRPr="00F66185">
        <w:rPr>
          <w:rFonts w:ascii="Arial" w:hAnsi="Arial" w:cs="Arial"/>
          <w:color w:val="000000"/>
          <w:sz w:val="20"/>
          <w:szCs w:val="20"/>
        </w:rPr>
        <w:t>-</w:t>
      </w:r>
      <w:r>
        <w:rPr>
          <w:rFonts w:ascii="Arial" w:hAnsi="Arial" w:cs="Arial"/>
          <w:color w:val="000000"/>
          <w:sz w:val="20"/>
          <w:szCs w:val="20"/>
        </w:rPr>
        <w:t xml:space="preserve">  </w:t>
      </w:r>
      <w:sdt>
        <w:sdtPr>
          <w:rPr>
            <w:rFonts w:ascii="Arial" w:hAnsi="Arial" w:cs="Arial"/>
            <w:color w:val="000000"/>
            <w:sz w:val="20"/>
            <w:szCs w:val="20"/>
          </w:rPr>
          <w:id w:val="1770501507"/>
          <w14:checkbox>
            <w14:checked w14:val="0"/>
            <w14:checkedState w14:val="2612" w14:font="MS Gothic"/>
            <w14:uncheckedState w14:val="2610" w14:font="MS Gothic"/>
          </w14:checkbox>
        </w:sdtPr>
        <w:sdtEndPr/>
        <w:sdtContent>
          <w:r>
            <w:rPr>
              <w:rFonts w:ascii="MS Gothic" w:eastAsia="MS Gothic" w:hAnsi="MS Gothic" w:cs="Arial" w:hint="eastAsia"/>
              <w:color w:val="000000"/>
              <w:sz w:val="20"/>
              <w:szCs w:val="20"/>
            </w:rPr>
            <w:t>☐</w:t>
          </w:r>
        </w:sdtContent>
      </w:sdt>
      <w:r w:rsidRPr="00F66185">
        <w:rPr>
          <w:rFonts w:ascii="Arial" w:hAnsi="Arial" w:cs="Arial"/>
          <w:color w:val="000000"/>
          <w:sz w:val="20"/>
          <w:szCs w:val="20"/>
        </w:rPr>
        <w:t>dotata di un organo comune con potere di rappresentanza e di soggettività giuridica;</w:t>
      </w:r>
    </w:p>
    <w:p w14:paraId="2BB3E658" w14:textId="77777777" w:rsidR="00D4744D" w:rsidRPr="00F66185" w:rsidRDefault="00D4744D" w:rsidP="000E3FE4">
      <w:pPr>
        <w:autoSpaceDE w:val="0"/>
        <w:autoSpaceDN w:val="0"/>
        <w:adjustRightInd w:val="0"/>
        <w:spacing w:after="120"/>
        <w:jc w:val="both"/>
        <w:rPr>
          <w:rFonts w:ascii="Arial" w:hAnsi="Arial" w:cs="Arial"/>
          <w:color w:val="000000"/>
          <w:sz w:val="20"/>
          <w:szCs w:val="20"/>
        </w:rPr>
      </w:pPr>
      <w:r>
        <w:rPr>
          <w:rFonts w:ascii="Arial" w:hAnsi="Arial" w:cs="Arial"/>
          <w:color w:val="000000"/>
          <w:sz w:val="20"/>
          <w:szCs w:val="20"/>
        </w:rPr>
        <w:t xml:space="preserve">-  </w:t>
      </w:r>
      <w:sdt>
        <w:sdtPr>
          <w:rPr>
            <w:rFonts w:ascii="Arial" w:hAnsi="Arial" w:cs="Arial"/>
            <w:color w:val="000000"/>
            <w:sz w:val="20"/>
            <w:szCs w:val="20"/>
          </w:rPr>
          <w:id w:val="-1075199405"/>
          <w14:checkbox>
            <w14:checked w14:val="0"/>
            <w14:checkedState w14:val="2612" w14:font="MS Gothic"/>
            <w14:uncheckedState w14:val="2610" w14:font="MS Gothic"/>
          </w14:checkbox>
        </w:sdtPr>
        <w:sdtEndPr/>
        <w:sdtContent>
          <w:r>
            <w:rPr>
              <w:rFonts w:ascii="MS Gothic" w:eastAsia="MS Gothic" w:hAnsi="MS Gothic" w:cs="Arial" w:hint="eastAsia"/>
              <w:color w:val="000000"/>
              <w:sz w:val="20"/>
              <w:szCs w:val="20"/>
            </w:rPr>
            <w:t>☐</w:t>
          </w:r>
        </w:sdtContent>
      </w:sdt>
      <w:r w:rsidRPr="00F66185">
        <w:rPr>
          <w:rFonts w:ascii="Arial" w:hAnsi="Arial" w:cs="Arial"/>
          <w:color w:val="000000"/>
          <w:sz w:val="20"/>
          <w:szCs w:val="20"/>
        </w:rPr>
        <w:t xml:space="preserve">dotata di un organo comune con potere di rappresentanza ma priva di soggettività giuridica; </w:t>
      </w:r>
    </w:p>
    <w:p w14:paraId="4DECD40E" w14:textId="4BFC0EC4" w:rsidR="00D4744D" w:rsidRPr="00F66185" w:rsidRDefault="00D4744D" w:rsidP="000E3FE4">
      <w:pPr>
        <w:autoSpaceDE w:val="0"/>
        <w:autoSpaceDN w:val="0"/>
        <w:adjustRightInd w:val="0"/>
        <w:spacing w:after="120"/>
        <w:jc w:val="both"/>
        <w:rPr>
          <w:rFonts w:ascii="Arial" w:hAnsi="Arial" w:cs="Arial"/>
          <w:color w:val="000000"/>
          <w:sz w:val="20"/>
          <w:szCs w:val="20"/>
        </w:rPr>
      </w:pPr>
      <w:r>
        <w:rPr>
          <w:rFonts w:ascii="Arial" w:hAnsi="Arial" w:cs="Arial"/>
          <w:color w:val="000000"/>
          <w:sz w:val="20"/>
          <w:szCs w:val="20"/>
        </w:rPr>
        <w:lastRenderedPageBreak/>
        <w:t xml:space="preserve">-  </w:t>
      </w:r>
      <w:sdt>
        <w:sdtPr>
          <w:rPr>
            <w:rFonts w:ascii="Arial" w:hAnsi="Arial" w:cs="Arial"/>
            <w:color w:val="000000"/>
            <w:sz w:val="20"/>
            <w:szCs w:val="20"/>
          </w:rPr>
          <w:id w:val="-1073816860"/>
          <w14:checkbox>
            <w14:checked w14:val="0"/>
            <w14:checkedState w14:val="2612" w14:font="MS Gothic"/>
            <w14:uncheckedState w14:val="2610" w14:font="MS Gothic"/>
          </w14:checkbox>
        </w:sdtPr>
        <w:sdtEndPr/>
        <w:sdtContent>
          <w:r w:rsidRPr="00F66185">
            <w:rPr>
              <w:rFonts w:ascii="Segoe UI Symbol" w:eastAsia="MS Gothic" w:hAnsi="Segoe UI Symbol" w:cs="Segoe UI Symbol"/>
              <w:color w:val="000000"/>
              <w:sz w:val="20"/>
              <w:szCs w:val="20"/>
            </w:rPr>
            <w:t>☐</w:t>
          </w:r>
        </w:sdtContent>
      </w:sdt>
      <w:r w:rsidRPr="00F66185">
        <w:rPr>
          <w:rFonts w:ascii="Arial" w:hAnsi="Arial"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16FF2EAE" w14:textId="487279B7" w:rsidR="00F66185" w:rsidRPr="00F66185" w:rsidRDefault="00E84A28" w:rsidP="000E3FE4">
      <w:pPr>
        <w:autoSpaceDE w:val="0"/>
        <w:autoSpaceDN w:val="0"/>
        <w:adjustRightInd w:val="0"/>
        <w:spacing w:after="120"/>
        <w:jc w:val="both"/>
        <w:rPr>
          <w:rFonts w:ascii="Arial" w:hAnsi="Arial" w:cs="Arial"/>
          <w:color w:val="000000"/>
          <w:sz w:val="20"/>
          <w:szCs w:val="20"/>
        </w:rPr>
      </w:pPr>
      <w:sdt>
        <w:sdtPr>
          <w:rPr>
            <w:rFonts w:ascii="Arial" w:hAnsi="Arial" w:cs="Arial"/>
            <w:color w:val="000000"/>
            <w:sz w:val="20"/>
            <w:szCs w:val="20"/>
          </w:rPr>
          <w:id w:val="-1963490931"/>
          <w14:checkbox>
            <w14:checked w14:val="0"/>
            <w14:checkedState w14:val="2612" w14:font="MS Gothic"/>
            <w14:uncheckedState w14:val="2610" w14:font="MS Gothic"/>
          </w14:checkbox>
        </w:sdtPr>
        <w:sdtEndPr/>
        <w:sdtContent>
          <w:r w:rsidR="00D4744D" w:rsidRPr="00F66185">
            <w:rPr>
              <w:rFonts w:ascii="Segoe UI Symbol" w:eastAsia="MS Gothic" w:hAnsi="Segoe UI Symbol" w:cs="Segoe UI Symbol"/>
              <w:color w:val="000000"/>
              <w:sz w:val="20"/>
              <w:szCs w:val="20"/>
            </w:rPr>
            <w:t>☐</w:t>
          </w:r>
        </w:sdtContent>
      </w:sdt>
      <w:r w:rsidR="00D4744D" w:rsidRPr="00F66185">
        <w:rPr>
          <w:rFonts w:ascii="Arial" w:hAnsi="Arial" w:cs="Arial"/>
          <w:color w:val="000000"/>
          <w:sz w:val="20"/>
          <w:szCs w:val="20"/>
        </w:rPr>
        <w:t xml:space="preserve"> </w:t>
      </w:r>
      <w:r w:rsidR="00F66185" w:rsidRPr="00F66185">
        <w:rPr>
          <w:rFonts w:ascii="Arial" w:hAnsi="Arial" w:cs="Arial"/>
          <w:color w:val="000000"/>
          <w:sz w:val="20"/>
          <w:szCs w:val="20"/>
          <w:lang w:val="en-US"/>
        </w:rPr>
        <w:t>GEIE (D.Lgs. 36/2023 art. 65 – comma 2 - lett. h);</w:t>
      </w:r>
    </w:p>
    <w:p w14:paraId="6C6FA80D" w14:textId="77777777" w:rsidR="00F66185" w:rsidRDefault="00F66185" w:rsidP="00A543B2">
      <w:pPr>
        <w:pStyle w:val="LetteraTipo"/>
        <w:jc w:val="both"/>
        <w:rPr>
          <w:b/>
        </w:rPr>
      </w:pPr>
    </w:p>
    <w:p w14:paraId="34A7F64D" w14:textId="77777777" w:rsidR="00BB501E" w:rsidRDefault="00BB501E" w:rsidP="00A543B2">
      <w:pPr>
        <w:pStyle w:val="LetteraTipo"/>
        <w:jc w:val="both"/>
        <w:rPr>
          <w:b/>
        </w:rPr>
      </w:pPr>
    </w:p>
    <w:p w14:paraId="0F52C8AF" w14:textId="6D5D9B44" w:rsidR="00F66185" w:rsidRPr="00EF014A" w:rsidRDefault="00165531" w:rsidP="00EF014A">
      <w:pPr>
        <w:jc w:val="center"/>
        <w:rPr>
          <w:rFonts w:ascii="Arial" w:hAnsi="Arial" w:cs="Arial"/>
          <w:b/>
          <w:sz w:val="20"/>
          <w:szCs w:val="20"/>
        </w:rPr>
      </w:pPr>
      <w:r w:rsidRPr="00EF014A">
        <w:rPr>
          <w:rFonts w:ascii="Arial" w:hAnsi="Arial" w:cs="Arial"/>
          <w:b/>
          <w:sz w:val="20"/>
          <w:szCs w:val="20"/>
        </w:rPr>
        <w:t>DICHIARA / DICHIARANO CONGIUNTAMENTE</w:t>
      </w:r>
    </w:p>
    <w:p w14:paraId="207BB506" w14:textId="44DC6632" w:rsidR="006170A8" w:rsidRPr="00EF014A" w:rsidRDefault="006170A8" w:rsidP="00EF014A">
      <w:pPr>
        <w:jc w:val="center"/>
        <w:rPr>
          <w:rFonts w:ascii="Arial" w:hAnsi="Arial" w:cs="Arial"/>
          <w:b/>
          <w:sz w:val="20"/>
          <w:szCs w:val="20"/>
        </w:rPr>
      </w:pPr>
      <w:r w:rsidRPr="00EF014A">
        <w:rPr>
          <w:rFonts w:ascii="Arial" w:hAnsi="Arial" w:cs="Arial"/>
          <w:b/>
          <w:sz w:val="20"/>
          <w:szCs w:val="20"/>
        </w:rPr>
        <w:t>CHE LA/E MEDESIMA/E</w:t>
      </w:r>
    </w:p>
    <w:p w14:paraId="75E9938C" w14:textId="5C5D9445" w:rsidR="00F66185" w:rsidRDefault="006170A8" w:rsidP="00EF014A">
      <w:pPr>
        <w:jc w:val="center"/>
        <w:rPr>
          <w:rFonts w:ascii="Arial" w:hAnsi="Arial" w:cs="Arial"/>
          <w:b/>
          <w:sz w:val="20"/>
          <w:szCs w:val="20"/>
        </w:rPr>
      </w:pPr>
      <w:r w:rsidRPr="00EF014A">
        <w:rPr>
          <w:rFonts w:ascii="Arial" w:hAnsi="Arial" w:cs="Arial"/>
          <w:b/>
          <w:sz w:val="20"/>
          <w:szCs w:val="20"/>
        </w:rPr>
        <w:t>S</w:t>
      </w:r>
      <w:r w:rsidR="00165531" w:rsidRPr="00EF014A">
        <w:rPr>
          <w:rFonts w:ascii="Arial" w:hAnsi="Arial" w:cs="Arial"/>
          <w:b/>
          <w:sz w:val="20"/>
          <w:szCs w:val="20"/>
        </w:rPr>
        <w:t>I OBBLIG</w:t>
      </w:r>
      <w:r w:rsidRPr="00EF014A">
        <w:rPr>
          <w:rFonts w:ascii="Arial" w:hAnsi="Arial" w:cs="Arial"/>
          <w:b/>
          <w:sz w:val="20"/>
          <w:szCs w:val="20"/>
        </w:rPr>
        <w:t>A/NO</w:t>
      </w:r>
    </w:p>
    <w:p w14:paraId="2AA0B4A0" w14:textId="77777777" w:rsidR="00BB501E" w:rsidRPr="00EF014A" w:rsidRDefault="00BB501E" w:rsidP="00EF014A">
      <w:pPr>
        <w:jc w:val="center"/>
        <w:rPr>
          <w:rFonts w:ascii="Arial" w:hAnsi="Arial" w:cs="Arial"/>
          <w:b/>
          <w:sz w:val="20"/>
          <w:szCs w:val="20"/>
        </w:rPr>
      </w:pPr>
    </w:p>
    <w:p w14:paraId="0D0E108F" w14:textId="77777777" w:rsidR="006170A8" w:rsidRPr="00EF014A" w:rsidRDefault="006170A8" w:rsidP="00EF014A">
      <w:pPr>
        <w:rPr>
          <w:rFonts w:ascii="Arial" w:hAnsi="Arial" w:cs="Arial"/>
          <w:sz w:val="20"/>
          <w:szCs w:val="20"/>
        </w:rPr>
      </w:pPr>
    </w:p>
    <w:p w14:paraId="40BBFFCE" w14:textId="77777777" w:rsidR="008832B0" w:rsidRPr="00EF014A" w:rsidRDefault="005E7630" w:rsidP="00EF014A">
      <w:pPr>
        <w:rPr>
          <w:rFonts w:ascii="Arial" w:hAnsi="Arial" w:cs="Arial"/>
          <w:sz w:val="20"/>
          <w:szCs w:val="20"/>
        </w:rPr>
      </w:pPr>
      <w:proofErr w:type="gramStart"/>
      <w:r w:rsidRPr="00EF014A">
        <w:rPr>
          <w:rFonts w:ascii="Arial" w:hAnsi="Arial" w:cs="Arial"/>
          <w:sz w:val="20"/>
          <w:szCs w:val="20"/>
        </w:rPr>
        <w:t>ad</w:t>
      </w:r>
      <w:proofErr w:type="gramEnd"/>
      <w:r w:rsidRPr="00EF014A">
        <w:rPr>
          <w:rFonts w:ascii="Arial" w:hAnsi="Arial" w:cs="Arial"/>
          <w:sz w:val="20"/>
          <w:szCs w:val="20"/>
        </w:rPr>
        <w:t xml:space="preserve"> eseguire l’appalto</w:t>
      </w:r>
      <w:r w:rsidR="00BC596A" w:rsidRPr="00EF014A">
        <w:rPr>
          <w:rFonts w:ascii="Arial" w:hAnsi="Arial" w:cs="Arial"/>
          <w:sz w:val="20"/>
          <w:szCs w:val="20"/>
        </w:rPr>
        <w:t xml:space="preserve"> in oggetto </w:t>
      </w:r>
      <w:r w:rsidR="00A16E99" w:rsidRPr="00EF014A">
        <w:rPr>
          <w:rFonts w:ascii="Arial" w:hAnsi="Arial" w:cs="Arial"/>
          <w:sz w:val="20"/>
          <w:szCs w:val="20"/>
        </w:rPr>
        <w:t>secondo quanto prescrit</w:t>
      </w:r>
      <w:r w:rsidR="007024ED" w:rsidRPr="00EF014A">
        <w:rPr>
          <w:rFonts w:ascii="Arial" w:hAnsi="Arial" w:cs="Arial"/>
          <w:sz w:val="20"/>
          <w:szCs w:val="20"/>
        </w:rPr>
        <w:t>to dalla documentazione tecnica</w:t>
      </w:r>
      <w:r w:rsidR="00A16E99" w:rsidRPr="00EF014A">
        <w:rPr>
          <w:rFonts w:ascii="Arial" w:hAnsi="Arial" w:cs="Arial"/>
          <w:sz w:val="20"/>
          <w:szCs w:val="20"/>
        </w:rPr>
        <w:t xml:space="preserve"> alle seguenti condizioni:</w:t>
      </w:r>
    </w:p>
    <w:p w14:paraId="4BD43747" w14:textId="07515EAD" w:rsidR="008832B0" w:rsidRPr="00EF014A" w:rsidRDefault="00A16E99" w:rsidP="00EF014A">
      <w:pPr>
        <w:rPr>
          <w:rFonts w:ascii="Arial" w:hAnsi="Arial" w:cs="Arial"/>
          <w:sz w:val="20"/>
          <w:szCs w:val="20"/>
        </w:rPr>
      </w:pPr>
      <w:r w:rsidRPr="00EF014A">
        <w:rPr>
          <w:rFonts w:ascii="Arial" w:hAnsi="Arial" w:cs="Arial"/>
          <w:sz w:val="20"/>
          <w:szCs w:val="20"/>
        </w:rPr>
        <w:t xml:space="preserve"> </w:t>
      </w:r>
    </w:p>
    <w:p w14:paraId="6E636579" w14:textId="5C248323" w:rsidR="002E45D6" w:rsidRPr="00EF014A" w:rsidRDefault="00273F31" w:rsidP="00EF014A">
      <w:pPr>
        <w:rPr>
          <w:rFonts w:ascii="Arial" w:hAnsi="Arial" w:cs="Arial"/>
          <w:sz w:val="20"/>
          <w:szCs w:val="20"/>
        </w:rPr>
      </w:pPr>
      <w:r w:rsidRPr="00EF014A">
        <w:rPr>
          <w:rFonts w:ascii="Arial" w:hAnsi="Arial" w:cs="Arial"/>
          <w:sz w:val="20"/>
          <w:szCs w:val="20"/>
        </w:rPr>
        <w:t xml:space="preserve"> </w:t>
      </w:r>
      <w:proofErr w:type="gramStart"/>
      <w:r w:rsidRPr="00EF014A">
        <w:rPr>
          <w:rFonts w:ascii="Arial" w:hAnsi="Arial" w:cs="Arial"/>
          <w:sz w:val="20"/>
          <w:szCs w:val="20"/>
        </w:rPr>
        <w:t>ribasso</w:t>
      </w:r>
      <w:proofErr w:type="gramEnd"/>
      <w:r w:rsidRPr="00EF014A">
        <w:rPr>
          <w:rFonts w:ascii="Arial" w:hAnsi="Arial" w:cs="Arial"/>
          <w:sz w:val="20"/>
          <w:szCs w:val="20"/>
        </w:rPr>
        <w:t xml:space="preserve"> percentuale offerto, </w:t>
      </w:r>
      <w:r w:rsidR="00866044" w:rsidRPr="00EF014A">
        <w:rPr>
          <w:rFonts w:ascii="Arial" w:hAnsi="Arial" w:cs="Arial"/>
          <w:sz w:val="20"/>
          <w:szCs w:val="20"/>
        </w:rPr>
        <w:t>approssimato alla prima</w:t>
      </w:r>
      <w:r w:rsidR="00EC6E51" w:rsidRPr="00EF014A">
        <w:rPr>
          <w:rFonts w:ascii="Arial" w:hAnsi="Arial" w:cs="Arial"/>
          <w:sz w:val="20"/>
          <w:szCs w:val="20"/>
        </w:rPr>
        <w:t xml:space="preserve"> cifra decimale </w:t>
      </w:r>
      <w:r w:rsidR="002E45D6" w:rsidRPr="00EF014A">
        <w:rPr>
          <w:rFonts w:ascii="Arial" w:hAnsi="Arial" w:cs="Arial"/>
          <w:i/>
          <w:sz w:val="20"/>
          <w:szCs w:val="20"/>
        </w:rPr>
        <w:t xml:space="preserve">(in cifre): </w:t>
      </w:r>
      <w:sdt>
        <w:sdtPr>
          <w:rPr>
            <w:rFonts w:ascii="Arial" w:hAnsi="Arial" w:cs="Arial"/>
            <w:sz w:val="20"/>
            <w:szCs w:val="20"/>
          </w:rPr>
          <w:id w:val="711007770"/>
          <w:placeholder>
            <w:docPart w:val="14BA016B85C74214B12A7BC8DB6D8235"/>
          </w:placeholder>
        </w:sdtPr>
        <w:sdtEndPr/>
        <w:sdtContent>
          <w:r w:rsidR="00D00D8F" w:rsidRPr="00EF014A">
            <w:rPr>
              <w:rFonts w:ascii="Arial" w:hAnsi="Arial" w:cs="Arial"/>
              <w:sz w:val="20"/>
              <w:szCs w:val="20"/>
            </w:rPr>
            <w:t>………………………………….….……………………………………………..………………</w:t>
          </w:r>
        </w:sdtContent>
      </w:sdt>
    </w:p>
    <w:p w14:paraId="51D5B248" w14:textId="77777777" w:rsidR="008832B0" w:rsidRPr="00EF014A" w:rsidRDefault="008832B0" w:rsidP="00EF014A">
      <w:pPr>
        <w:rPr>
          <w:rFonts w:ascii="Arial" w:hAnsi="Arial" w:cs="Arial"/>
          <w:sz w:val="20"/>
          <w:szCs w:val="20"/>
        </w:rPr>
      </w:pPr>
    </w:p>
    <w:p w14:paraId="0596E4DB" w14:textId="29F47447" w:rsidR="00D00D8F" w:rsidRPr="00EF014A" w:rsidRDefault="00273F31" w:rsidP="00EF014A">
      <w:pPr>
        <w:rPr>
          <w:rFonts w:ascii="Arial" w:hAnsi="Arial" w:cs="Arial"/>
          <w:i/>
          <w:sz w:val="20"/>
          <w:szCs w:val="20"/>
        </w:rPr>
      </w:pPr>
      <w:proofErr w:type="gramStart"/>
      <w:r w:rsidRPr="00EF014A">
        <w:rPr>
          <w:rFonts w:ascii="Arial" w:hAnsi="Arial" w:cs="Arial"/>
          <w:sz w:val="20"/>
          <w:szCs w:val="20"/>
        </w:rPr>
        <w:t>ribasso</w:t>
      </w:r>
      <w:proofErr w:type="gramEnd"/>
      <w:r w:rsidRPr="00EF014A">
        <w:rPr>
          <w:rFonts w:ascii="Arial" w:hAnsi="Arial" w:cs="Arial"/>
          <w:sz w:val="20"/>
          <w:szCs w:val="20"/>
        </w:rPr>
        <w:t xml:space="preserve"> percentuale offerto,</w:t>
      </w:r>
      <w:r w:rsidR="00866044" w:rsidRPr="00EF014A">
        <w:rPr>
          <w:rFonts w:ascii="Arial" w:hAnsi="Arial" w:cs="Arial"/>
          <w:sz w:val="20"/>
          <w:szCs w:val="20"/>
        </w:rPr>
        <w:t xml:space="preserve"> approssimato alla prima</w:t>
      </w:r>
      <w:r w:rsidR="00EC6E51" w:rsidRPr="00EF014A">
        <w:rPr>
          <w:rFonts w:ascii="Arial" w:hAnsi="Arial" w:cs="Arial"/>
          <w:sz w:val="20"/>
          <w:szCs w:val="20"/>
        </w:rPr>
        <w:t xml:space="preserve"> cifra decimale </w:t>
      </w:r>
      <w:r w:rsidR="00D00D8F" w:rsidRPr="00EF014A">
        <w:rPr>
          <w:rFonts w:ascii="Arial" w:hAnsi="Arial" w:cs="Arial"/>
          <w:i/>
          <w:sz w:val="20"/>
          <w:szCs w:val="20"/>
        </w:rPr>
        <w:t xml:space="preserve">(in </w:t>
      </w:r>
      <w:r w:rsidR="002E45D6" w:rsidRPr="00EF014A">
        <w:rPr>
          <w:rFonts w:ascii="Arial" w:hAnsi="Arial" w:cs="Arial"/>
          <w:i/>
          <w:sz w:val="20"/>
          <w:szCs w:val="20"/>
        </w:rPr>
        <w:t>lettere</w:t>
      </w:r>
      <w:r w:rsidR="00D00D8F" w:rsidRPr="00EF014A">
        <w:rPr>
          <w:rFonts w:ascii="Arial" w:hAnsi="Arial" w:cs="Arial"/>
          <w:i/>
          <w:sz w:val="20"/>
          <w:szCs w:val="20"/>
        </w:rPr>
        <w:t>)</w:t>
      </w:r>
    </w:p>
    <w:p w14:paraId="7638BAA8" w14:textId="08D667F3" w:rsidR="002E45D6" w:rsidRPr="00EF014A" w:rsidRDefault="00E84A28" w:rsidP="00EF014A">
      <w:pPr>
        <w:rPr>
          <w:rFonts w:ascii="Arial" w:hAnsi="Arial" w:cs="Arial"/>
          <w:i/>
          <w:sz w:val="20"/>
          <w:szCs w:val="20"/>
        </w:rPr>
      </w:pPr>
      <w:sdt>
        <w:sdtPr>
          <w:rPr>
            <w:rFonts w:ascii="Arial" w:hAnsi="Arial" w:cs="Arial"/>
            <w:sz w:val="20"/>
            <w:szCs w:val="20"/>
          </w:rPr>
          <w:id w:val="-1175713676"/>
          <w:placeholder>
            <w:docPart w:val="F7BAA1139C49484C9B00C360E1C825B2"/>
          </w:placeholder>
        </w:sdtPr>
        <w:sdtEndPr/>
        <w:sdtContent>
          <w:r w:rsidR="00D00D8F" w:rsidRPr="00EF014A">
            <w:rPr>
              <w:rFonts w:ascii="Arial" w:hAnsi="Arial" w:cs="Arial"/>
              <w:sz w:val="20"/>
              <w:szCs w:val="20"/>
            </w:rPr>
            <w:t>………………………………….….……………………………………………..………………</w:t>
          </w:r>
        </w:sdtContent>
      </w:sdt>
    </w:p>
    <w:p w14:paraId="00C3F2AB" w14:textId="77777777" w:rsidR="00ED3BA6" w:rsidRDefault="00ED3BA6" w:rsidP="00EF014A">
      <w:pPr>
        <w:rPr>
          <w:rFonts w:ascii="Arial" w:hAnsi="Arial" w:cs="Arial"/>
          <w:sz w:val="20"/>
          <w:szCs w:val="20"/>
        </w:rPr>
      </w:pPr>
    </w:p>
    <w:p w14:paraId="4099BB94" w14:textId="440C95C0" w:rsidR="00273F31" w:rsidRDefault="00866044" w:rsidP="00EF014A">
      <w:pPr>
        <w:rPr>
          <w:rFonts w:ascii="Arial" w:hAnsi="Arial" w:cs="Arial"/>
          <w:b/>
          <w:sz w:val="20"/>
          <w:szCs w:val="20"/>
        </w:rPr>
      </w:pPr>
      <w:proofErr w:type="gramStart"/>
      <w:r w:rsidRPr="00ED3BA6">
        <w:rPr>
          <w:rFonts w:ascii="Arial" w:hAnsi="Arial" w:cs="Arial"/>
          <w:b/>
          <w:sz w:val="20"/>
          <w:szCs w:val="20"/>
        </w:rPr>
        <w:t>da</w:t>
      </w:r>
      <w:proofErr w:type="gramEnd"/>
      <w:r w:rsidRPr="00ED3BA6">
        <w:rPr>
          <w:rFonts w:ascii="Arial" w:hAnsi="Arial" w:cs="Arial"/>
          <w:b/>
          <w:sz w:val="20"/>
          <w:szCs w:val="20"/>
        </w:rPr>
        <w:t xml:space="preserve"> applicare all’importo posto a base di gara, al netto delle opzioni e degli oneri per l</w:t>
      </w:r>
      <w:r w:rsidR="00FB1313">
        <w:rPr>
          <w:rFonts w:ascii="Arial" w:hAnsi="Arial" w:cs="Arial"/>
          <w:b/>
          <w:sz w:val="20"/>
          <w:szCs w:val="20"/>
        </w:rPr>
        <w:t>a sicurezza, pari a € 814.581,60</w:t>
      </w:r>
      <w:r w:rsidRPr="00ED3BA6">
        <w:rPr>
          <w:rFonts w:ascii="Arial" w:hAnsi="Arial" w:cs="Arial"/>
          <w:b/>
          <w:sz w:val="20"/>
          <w:szCs w:val="20"/>
        </w:rPr>
        <w:t>, oltre IVA.</w:t>
      </w:r>
    </w:p>
    <w:p w14:paraId="31D9C7B5" w14:textId="77777777" w:rsidR="002108E1" w:rsidRDefault="002108E1" w:rsidP="00EF014A">
      <w:pPr>
        <w:rPr>
          <w:rFonts w:ascii="Arial" w:hAnsi="Arial" w:cs="Arial"/>
          <w:b/>
          <w:sz w:val="20"/>
          <w:szCs w:val="20"/>
        </w:rPr>
      </w:pPr>
    </w:p>
    <w:p w14:paraId="0ACF463F" w14:textId="05BD957C" w:rsidR="002108E1" w:rsidRPr="002108E1" w:rsidRDefault="002108E1" w:rsidP="00EF014A">
      <w:pPr>
        <w:rPr>
          <w:rFonts w:ascii="Arial" w:hAnsi="Arial" w:cs="Arial"/>
          <w:sz w:val="20"/>
          <w:szCs w:val="20"/>
          <w:u w:val="single"/>
        </w:rPr>
      </w:pPr>
      <w:r w:rsidRPr="002108E1">
        <w:rPr>
          <w:rFonts w:ascii="Arial" w:hAnsi="Arial" w:cs="Arial"/>
          <w:sz w:val="20"/>
          <w:szCs w:val="20"/>
        </w:rPr>
        <w:t>NB</w:t>
      </w:r>
      <w:r>
        <w:rPr>
          <w:rFonts w:ascii="Arial" w:hAnsi="Arial" w:cs="Arial"/>
          <w:sz w:val="20"/>
          <w:szCs w:val="20"/>
        </w:rPr>
        <w:t>.</w:t>
      </w:r>
      <w:r w:rsidRPr="002108E1">
        <w:rPr>
          <w:rFonts w:ascii="Arial" w:hAnsi="Arial" w:cs="Arial"/>
          <w:sz w:val="20"/>
          <w:szCs w:val="20"/>
          <w:u w:val="single"/>
        </w:rPr>
        <w:t xml:space="preserve"> Detto sconto verrà utilizzato anche per determinare l’importo delle opzioni.</w:t>
      </w:r>
    </w:p>
    <w:p w14:paraId="60D88874" w14:textId="77777777" w:rsidR="00C74846" w:rsidRDefault="00C74846" w:rsidP="00EF014A">
      <w:pPr>
        <w:rPr>
          <w:rFonts w:ascii="Arial" w:hAnsi="Arial" w:cs="Arial"/>
          <w:bCs/>
          <w:sz w:val="20"/>
          <w:szCs w:val="20"/>
        </w:rPr>
      </w:pPr>
    </w:p>
    <w:p w14:paraId="723E30FE" w14:textId="77777777" w:rsidR="00BB501E" w:rsidRPr="00EF014A" w:rsidRDefault="00BB501E" w:rsidP="00EF014A">
      <w:pPr>
        <w:rPr>
          <w:rFonts w:ascii="Arial" w:hAnsi="Arial" w:cs="Arial"/>
          <w:bCs/>
          <w:sz w:val="20"/>
          <w:szCs w:val="20"/>
        </w:rPr>
      </w:pPr>
    </w:p>
    <w:p w14:paraId="13B419F3" w14:textId="3672E090" w:rsidR="007048B7" w:rsidRDefault="007048B7" w:rsidP="007048B7">
      <w:pPr>
        <w:pStyle w:val="LetteraTipo"/>
        <w:jc w:val="both"/>
        <w:rPr>
          <w:bCs/>
        </w:rPr>
      </w:pPr>
      <w:r>
        <w:rPr>
          <w:bCs/>
        </w:rPr>
        <w:t xml:space="preserve">Si indicano, </w:t>
      </w:r>
      <w:r w:rsidRPr="00DE7181">
        <w:rPr>
          <w:rFonts w:eastAsiaTheme="majorEastAsia"/>
          <w:color w:val="0D0D0D" w:themeColor="text1" w:themeTint="F2"/>
          <w:szCs w:val="18"/>
        </w:rPr>
        <w:t>ai sensi dell’art. 108,</w:t>
      </w:r>
      <w:r>
        <w:rPr>
          <w:rFonts w:eastAsiaTheme="majorEastAsia"/>
          <w:color w:val="0D0D0D" w:themeColor="text1" w:themeTint="F2"/>
          <w:szCs w:val="18"/>
        </w:rPr>
        <w:t xml:space="preserve"> comma 9, del D.lgs. n. 36/2023, </w:t>
      </w:r>
      <w:r>
        <w:rPr>
          <w:bCs/>
        </w:rPr>
        <w:t xml:space="preserve">i costi della manodopera e gli oneri aziendali concernenti l’adempimenti delle disposizioni in materia di salute e sicurezza sui luoghi di lavoro gravanti sul concorrente per l’espletamento delle attività oggetto di affidamento (si specifica che detti costi devono essere già inclusi nell’importo dell’offerta economica sopra indicato e devono essere specificamente indicati nella apposita sezione sotto riportata. </w:t>
      </w:r>
    </w:p>
    <w:p w14:paraId="7F544149" w14:textId="77777777" w:rsidR="007048B7" w:rsidRDefault="007048B7" w:rsidP="007048B7">
      <w:pPr>
        <w:pStyle w:val="LetteraTipo"/>
        <w:rPr>
          <w:bCs/>
        </w:rPr>
      </w:pPr>
    </w:p>
    <w:p w14:paraId="5E598EB2" w14:textId="77777777" w:rsidR="007048B7" w:rsidRDefault="007048B7" w:rsidP="007048B7">
      <w:pPr>
        <w:pStyle w:val="LetteraTipo"/>
        <w:rPr>
          <w:b/>
          <w:bCs/>
        </w:rPr>
      </w:pPr>
      <w:r>
        <w:rPr>
          <w:b/>
          <w:bCs/>
        </w:rPr>
        <w:t xml:space="preserve">Costi della manodopera </w:t>
      </w:r>
      <w:sdt>
        <w:sdtPr>
          <w:rPr>
            <w:bCs/>
          </w:rPr>
          <w:id w:val="751934952"/>
          <w:placeholder>
            <w:docPart w:val="D2B277930CAE4E65AFE3CD86BA0FCE3D"/>
          </w:placeholder>
          <w:text/>
        </w:sdtPr>
        <w:sdtEndPr/>
        <w:sdtContent>
          <w:r>
            <w:rPr>
              <w:bCs/>
            </w:rPr>
            <w:t>…………...………………………</w:t>
          </w:r>
          <w:proofErr w:type="gramStart"/>
          <w:r>
            <w:rPr>
              <w:bCs/>
            </w:rPr>
            <w:t>…….</w:t>
          </w:r>
          <w:proofErr w:type="gramEnd"/>
          <w:r>
            <w:rPr>
              <w:bCs/>
            </w:rPr>
            <w:t>………............................…………</w:t>
          </w:r>
        </w:sdtContent>
      </w:sdt>
    </w:p>
    <w:p w14:paraId="470249AD" w14:textId="77777777" w:rsidR="007048B7" w:rsidRDefault="007048B7" w:rsidP="007048B7">
      <w:pPr>
        <w:pStyle w:val="LetteraTipo"/>
        <w:rPr>
          <w:b/>
          <w:bCs/>
        </w:rPr>
      </w:pPr>
    </w:p>
    <w:p w14:paraId="2CC42233" w14:textId="77777777" w:rsidR="007048B7" w:rsidRDefault="007048B7" w:rsidP="007048B7">
      <w:pPr>
        <w:pStyle w:val="LetteraTipo"/>
        <w:rPr>
          <w:bCs/>
        </w:rPr>
      </w:pPr>
      <w:r>
        <w:rPr>
          <w:b/>
          <w:bCs/>
        </w:rPr>
        <w:t>Costi della sicurezza da rischio specifico</w:t>
      </w:r>
      <w:sdt>
        <w:sdtPr>
          <w:rPr>
            <w:bCs/>
          </w:rPr>
          <w:id w:val="465166662"/>
          <w:placeholder>
            <w:docPart w:val="719F3790EC0545C4BBABC6242C55D0E7"/>
          </w:placeholder>
          <w:text/>
        </w:sdtPr>
        <w:sdtEndPr/>
        <w:sdtContent>
          <w:r>
            <w:rPr>
              <w:bCs/>
            </w:rPr>
            <w:t>…………...………………............................…………</w:t>
          </w:r>
        </w:sdtContent>
      </w:sdt>
    </w:p>
    <w:p w14:paraId="78413414" w14:textId="77777777" w:rsidR="00ED3BA6" w:rsidRDefault="00ED3BA6" w:rsidP="00EF014A">
      <w:pPr>
        <w:rPr>
          <w:rFonts w:ascii="Arial" w:hAnsi="Arial" w:cs="Arial"/>
          <w:b/>
          <w:sz w:val="20"/>
          <w:szCs w:val="20"/>
        </w:rPr>
      </w:pPr>
    </w:p>
    <w:p w14:paraId="7ECE2F87" w14:textId="77777777" w:rsidR="007048B7" w:rsidRDefault="007048B7" w:rsidP="00EF014A">
      <w:pPr>
        <w:rPr>
          <w:rFonts w:ascii="Arial" w:hAnsi="Arial" w:cs="Arial"/>
          <w:b/>
          <w:sz w:val="20"/>
          <w:szCs w:val="20"/>
        </w:rPr>
      </w:pPr>
    </w:p>
    <w:p w14:paraId="176B3D54" w14:textId="77777777" w:rsidR="001E778C" w:rsidRDefault="001E778C" w:rsidP="00EF014A">
      <w:pPr>
        <w:rPr>
          <w:rFonts w:ascii="Arial" w:hAnsi="Arial" w:cs="Arial"/>
          <w:b/>
          <w:sz w:val="20"/>
          <w:szCs w:val="20"/>
        </w:rPr>
      </w:pPr>
    </w:p>
    <w:p w14:paraId="4749C549" w14:textId="56B11ED6" w:rsidR="003E739B" w:rsidRPr="00EF014A" w:rsidRDefault="00454076" w:rsidP="00EF014A">
      <w:pPr>
        <w:rPr>
          <w:rFonts w:ascii="Arial" w:hAnsi="Arial" w:cs="Arial"/>
          <w:sz w:val="20"/>
          <w:szCs w:val="20"/>
        </w:rPr>
      </w:pPr>
      <w:r w:rsidRPr="00F94AD3">
        <w:rPr>
          <w:rFonts w:ascii="Arial" w:hAnsi="Arial" w:cs="Arial"/>
          <w:b/>
          <w:sz w:val="20"/>
          <w:szCs w:val="20"/>
        </w:rPr>
        <w:t>N.B.</w:t>
      </w:r>
      <w:r w:rsidR="00E364AD" w:rsidRPr="00F94AD3">
        <w:rPr>
          <w:rFonts w:ascii="Arial" w:hAnsi="Arial" w:cs="Arial"/>
          <w:b/>
          <w:sz w:val="20"/>
          <w:szCs w:val="20"/>
        </w:rPr>
        <w:t>1</w:t>
      </w:r>
      <w:r w:rsidRPr="00EF014A">
        <w:rPr>
          <w:rFonts w:ascii="Arial" w:hAnsi="Arial" w:cs="Arial"/>
          <w:sz w:val="20"/>
          <w:szCs w:val="20"/>
        </w:rPr>
        <w:t>:</w:t>
      </w:r>
      <w:r w:rsidR="00950882" w:rsidRPr="00EF014A">
        <w:rPr>
          <w:rFonts w:ascii="Arial" w:hAnsi="Arial" w:cs="Arial"/>
          <w:sz w:val="20"/>
          <w:szCs w:val="20"/>
        </w:rPr>
        <w:t xml:space="preserve"> </w:t>
      </w:r>
      <w:r w:rsidR="003E739B" w:rsidRPr="00EF014A">
        <w:rPr>
          <w:rFonts w:ascii="Arial" w:hAnsi="Arial" w:cs="Arial"/>
          <w:sz w:val="20"/>
          <w:szCs w:val="20"/>
        </w:rPr>
        <w:t>il</w:t>
      </w:r>
      <w:r w:rsidR="00F72063" w:rsidRPr="00EF014A">
        <w:rPr>
          <w:rFonts w:ascii="Arial" w:hAnsi="Arial" w:cs="Arial"/>
          <w:sz w:val="20"/>
          <w:szCs w:val="20"/>
        </w:rPr>
        <w:t xml:space="preserve"> </w:t>
      </w:r>
      <w:r w:rsidR="003E739B" w:rsidRPr="00EF014A">
        <w:rPr>
          <w:rFonts w:ascii="Arial" w:hAnsi="Arial" w:cs="Arial"/>
          <w:sz w:val="20"/>
          <w:szCs w:val="20"/>
        </w:rPr>
        <w:t>periodo di validità dell’offerta, a pena di esclusione dalla gara, non potrà essere inferiore a 180 giorni dalla data</w:t>
      </w:r>
      <w:r w:rsidR="00402097" w:rsidRPr="00EF014A">
        <w:rPr>
          <w:rFonts w:ascii="Arial" w:hAnsi="Arial" w:cs="Arial"/>
          <w:sz w:val="20"/>
          <w:szCs w:val="20"/>
        </w:rPr>
        <w:t xml:space="preserve"> </w:t>
      </w:r>
      <w:r w:rsidR="003E739B" w:rsidRPr="00EF014A">
        <w:rPr>
          <w:rFonts w:ascii="Arial" w:hAnsi="Arial" w:cs="Arial"/>
          <w:sz w:val="20"/>
          <w:szCs w:val="20"/>
        </w:rPr>
        <w:t xml:space="preserve">di scadenza del termine per la presentazione delle offerte. </w:t>
      </w:r>
    </w:p>
    <w:p w14:paraId="2E9A19B8" w14:textId="1F0C5AC9" w:rsidR="008B418F" w:rsidRPr="00EF014A" w:rsidRDefault="00E364AD" w:rsidP="00EF014A">
      <w:pPr>
        <w:rPr>
          <w:rFonts w:ascii="Arial" w:hAnsi="Arial" w:cs="Arial"/>
          <w:sz w:val="20"/>
          <w:szCs w:val="20"/>
        </w:rPr>
      </w:pPr>
      <w:r w:rsidRPr="00F94AD3">
        <w:rPr>
          <w:rFonts w:ascii="Arial" w:hAnsi="Arial" w:cs="Arial"/>
          <w:b/>
          <w:sz w:val="20"/>
          <w:szCs w:val="20"/>
        </w:rPr>
        <w:t>N.B.2</w:t>
      </w:r>
      <w:r w:rsidR="00A64D3E" w:rsidRPr="00F94AD3">
        <w:rPr>
          <w:rFonts w:ascii="Arial" w:hAnsi="Arial" w:cs="Arial"/>
          <w:b/>
          <w:sz w:val="20"/>
          <w:szCs w:val="20"/>
        </w:rPr>
        <w:t>:</w:t>
      </w:r>
      <w:r w:rsidR="00A64D3E" w:rsidRPr="00EF014A">
        <w:rPr>
          <w:rFonts w:ascii="Arial" w:hAnsi="Arial" w:cs="Arial"/>
          <w:sz w:val="20"/>
          <w:szCs w:val="20"/>
        </w:rPr>
        <w:t xml:space="preserve"> In caso di mancat</w:t>
      </w:r>
      <w:r w:rsidR="00273F31" w:rsidRPr="00EF014A">
        <w:rPr>
          <w:rFonts w:ascii="Arial" w:hAnsi="Arial" w:cs="Arial"/>
          <w:sz w:val="20"/>
          <w:szCs w:val="20"/>
        </w:rPr>
        <w:t>a corrispondenza tra i ribassi</w:t>
      </w:r>
      <w:r w:rsidR="00A64D3E" w:rsidRPr="00EF014A">
        <w:rPr>
          <w:rFonts w:ascii="Arial" w:hAnsi="Arial" w:cs="Arial"/>
          <w:sz w:val="20"/>
          <w:szCs w:val="20"/>
        </w:rPr>
        <w:t xml:space="preserve"> espressi in cifre e q</w:t>
      </w:r>
      <w:r w:rsidR="00A543B2" w:rsidRPr="00EF014A">
        <w:rPr>
          <w:rFonts w:ascii="Arial" w:hAnsi="Arial" w:cs="Arial"/>
          <w:sz w:val="20"/>
          <w:szCs w:val="20"/>
        </w:rPr>
        <w:t>uelli espressi il lettere, preva</w:t>
      </w:r>
      <w:r w:rsidR="00A64D3E" w:rsidRPr="00EF014A">
        <w:rPr>
          <w:rFonts w:ascii="Arial" w:hAnsi="Arial" w:cs="Arial"/>
          <w:sz w:val="20"/>
          <w:szCs w:val="20"/>
        </w:rPr>
        <w:t>rranno quelli espressi in lettere</w:t>
      </w:r>
      <w:r w:rsidR="00454076" w:rsidRPr="00EF014A">
        <w:rPr>
          <w:rFonts w:ascii="Arial" w:hAnsi="Arial" w:cs="Arial"/>
          <w:sz w:val="20"/>
          <w:szCs w:val="20"/>
        </w:rPr>
        <w:t>.</w:t>
      </w:r>
    </w:p>
    <w:p w14:paraId="3DD14099" w14:textId="77777777" w:rsidR="007048B7" w:rsidRDefault="007048B7" w:rsidP="00E364AD">
      <w:pPr>
        <w:pStyle w:val="LetteraTipo"/>
        <w:jc w:val="both"/>
        <w:rPr>
          <w:b/>
          <w:u w:val="single"/>
        </w:rPr>
      </w:pPr>
    </w:p>
    <w:p w14:paraId="081C7BFD" w14:textId="77777777" w:rsidR="001E778C" w:rsidRDefault="001E778C" w:rsidP="00E364AD">
      <w:pPr>
        <w:pStyle w:val="LetteraTipo"/>
        <w:jc w:val="both"/>
        <w:rPr>
          <w:b/>
          <w:u w:val="single"/>
        </w:rPr>
      </w:pPr>
    </w:p>
    <w:p w14:paraId="1FA803C0" w14:textId="77777777" w:rsidR="007048B7" w:rsidRDefault="007048B7" w:rsidP="00E364AD">
      <w:pPr>
        <w:pStyle w:val="LetteraTipo"/>
        <w:jc w:val="both"/>
        <w:rPr>
          <w:b/>
          <w:u w:val="single"/>
        </w:rPr>
      </w:pPr>
    </w:p>
    <w:p w14:paraId="0BA4B23F" w14:textId="77777777" w:rsidR="007048B7" w:rsidRPr="00F41942" w:rsidRDefault="007048B7" w:rsidP="00E364AD">
      <w:pPr>
        <w:pStyle w:val="LetteraTipo"/>
        <w:jc w:val="both"/>
        <w:rPr>
          <w:b/>
          <w:u w:val="single"/>
        </w:rPr>
      </w:pPr>
    </w:p>
    <w:p w14:paraId="4DA5B83C" w14:textId="2F67433E" w:rsidR="00E31F0D" w:rsidRDefault="00866044" w:rsidP="00F94AD3">
      <w:pPr>
        <w:jc w:val="both"/>
        <w:rPr>
          <w:rFonts w:ascii="Arial" w:hAnsi="Arial" w:cs="Arial"/>
          <w:b/>
          <w:sz w:val="20"/>
          <w:szCs w:val="20"/>
        </w:rPr>
      </w:pPr>
      <w:r w:rsidRPr="00F94AD3">
        <w:rPr>
          <w:rFonts w:ascii="Arial" w:hAnsi="Arial" w:cs="Arial"/>
          <w:b/>
          <w:sz w:val="20"/>
          <w:szCs w:val="20"/>
        </w:rPr>
        <w:t xml:space="preserve">Si precisa che il presente Modello </w:t>
      </w:r>
      <w:r w:rsidR="00F94AD3">
        <w:rPr>
          <w:rFonts w:ascii="Arial" w:hAnsi="Arial" w:cs="Arial"/>
          <w:b/>
          <w:sz w:val="20"/>
          <w:szCs w:val="20"/>
        </w:rPr>
        <w:t>è sottoscritto,</w:t>
      </w:r>
      <w:r w:rsidR="00BB501E">
        <w:rPr>
          <w:rFonts w:ascii="Arial" w:hAnsi="Arial" w:cs="Arial"/>
          <w:b/>
          <w:sz w:val="20"/>
          <w:szCs w:val="20"/>
        </w:rPr>
        <w:t xml:space="preserve"> ai sensi del D.</w:t>
      </w:r>
      <w:r w:rsidR="00E31F0D" w:rsidRPr="00F94AD3">
        <w:rPr>
          <w:rFonts w:ascii="Arial" w:hAnsi="Arial" w:cs="Arial"/>
          <w:b/>
          <w:sz w:val="20"/>
          <w:szCs w:val="20"/>
        </w:rPr>
        <w:t>lgs. n. 82/2005:</w:t>
      </w:r>
    </w:p>
    <w:p w14:paraId="278B7166" w14:textId="77777777" w:rsidR="00BB501E" w:rsidRPr="00F94AD3" w:rsidRDefault="00BB501E" w:rsidP="00F94AD3">
      <w:pPr>
        <w:jc w:val="both"/>
        <w:rPr>
          <w:rFonts w:ascii="Arial" w:hAnsi="Arial" w:cs="Arial"/>
          <w:b/>
          <w:sz w:val="20"/>
          <w:szCs w:val="20"/>
        </w:rPr>
      </w:pPr>
    </w:p>
    <w:p w14:paraId="6999AF09" w14:textId="77777777" w:rsidR="00E31F0D" w:rsidRPr="00F94AD3" w:rsidRDefault="00E31F0D" w:rsidP="00F94AD3">
      <w:pPr>
        <w:jc w:val="both"/>
        <w:rPr>
          <w:rFonts w:ascii="Arial" w:hAnsi="Arial" w:cs="Arial"/>
          <w:sz w:val="20"/>
          <w:szCs w:val="20"/>
        </w:rPr>
      </w:pPr>
      <w:r w:rsidRPr="00F94AD3">
        <w:rPr>
          <w:rFonts w:ascii="Arial" w:hAnsi="Arial" w:cs="Arial"/>
          <w:sz w:val="20"/>
          <w:szCs w:val="20"/>
        </w:rPr>
        <w:t>- dal concorrente che partecipa in forma singola;</w:t>
      </w:r>
    </w:p>
    <w:p w14:paraId="47DCD2EC" w14:textId="77777777" w:rsidR="00E31F0D" w:rsidRPr="00F94AD3" w:rsidRDefault="00E31F0D" w:rsidP="00F94AD3">
      <w:pPr>
        <w:jc w:val="both"/>
        <w:rPr>
          <w:rFonts w:ascii="Arial" w:hAnsi="Arial" w:cs="Arial"/>
          <w:sz w:val="20"/>
          <w:szCs w:val="20"/>
        </w:rPr>
      </w:pPr>
      <w:r w:rsidRPr="00F94AD3">
        <w:rPr>
          <w:rFonts w:ascii="Arial" w:hAnsi="Arial" w:cs="Arial"/>
          <w:sz w:val="20"/>
          <w:szCs w:val="20"/>
        </w:rPr>
        <w:t>- nel caso di raggruppamento temporaneo o consorzio ordinario o GEIE costituiti, dalla mandataria/capofila;</w:t>
      </w:r>
    </w:p>
    <w:p w14:paraId="7D947BBA" w14:textId="77777777" w:rsidR="00E31F0D" w:rsidRPr="00F94AD3" w:rsidRDefault="00E31F0D" w:rsidP="00F94AD3">
      <w:pPr>
        <w:jc w:val="both"/>
        <w:rPr>
          <w:rFonts w:ascii="Arial" w:hAnsi="Arial" w:cs="Arial"/>
          <w:sz w:val="20"/>
          <w:szCs w:val="20"/>
        </w:rPr>
      </w:pPr>
      <w:r w:rsidRPr="00F94AD3">
        <w:rPr>
          <w:rFonts w:ascii="Arial" w:hAnsi="Arial" w:cs="Arial"/>
          <w:sz w:val="20"/>
          <w:szCs w:val="20"/>
        </w:rPr>
        <w:t>- nel caso di raggruppamento temporaneo o consorzio ordinario o GEIE non ancora costituiti, da tutti i soggetti che costituiranno il raggruppamento o il consorzio o il gruppo;</w:t>
      </w:r>
    </w:p>
    <w:p w14:paraId="445B8029" w14:textId="77777777" w:rsidR="00E31F0D" w:rsidRPr="00F94AD3" w:rsidRDefault="00E31F0D" w:rsidP="00F94AD3">
      <w:pPr>
        <w:jc w:val="both"/>
        <w:rPr>
          <w:rFonts w:ascii="Arial" w:hAnsi="Arial" w:cs="Arial"/>
          <w:sz w:val="20"/>
          <w:szCs w:val="20"/>
        </w:rPr>
      </w:pPr>
      <w:r w:rsidRPr="00F94AD3">
        <w:rPr>
          <w:rFonts w:ascii="Arial" w:hAnsi="Arial" w:cs="Arial"/>
          <w:sz w:val="20"/>
          <w:szCs w:val="20"/>
        </w:rPr>
        <w:lastRenderedPageBreak/>
        <w:t>- nel caso di aggregazioni di retisti:</w:t>
      </w:r>
    </w:p>
    <w:p w14:paraId="05508CD3" w14:textId="3B1A7877" w:rsidR="00E31F0D" w:rsidRPr="00BB501E" w:rsidRDefault="00E31F0D" w:rsidP="00BB501E">
      <w:pPr>
        <w:pStyle w:val="Paragrafoelenco"/>
        <w:numPr>
          <w:ilvl w:val="0"/>
          <w:numId w:val="14"/>
        </w:numPr>
        <w:jc w:val="both"/>
        <w:rPr>
          <w:rFonts w:ascii="Arial" w:hAnsi="Arial" w:cs="Arial"/>
          <w:sz w:val="20"/>
          <w:szCs w:val="20"/>
        </w:rPr>
      </w:pPr>
      <w:proofErr w:type="gramStart"/>
      <w:r w:rsidRPr="00BB501E">
        <w:rPr>
          <w:rFonts w:ascii="Arial" w:hAnsi="Arial" w:cs="Arial"/>
          <w:sz w:val="20"/>
          <w:szCs w:val="20"/>
        </w:rPr>
        <w:t>se</w:t>
      </w:r>
      <w:proofErr w:type="gramEnd"/>
      <w:r w:rsidRPr="00BB501E">
        <w:rPr>
          <w:rFonts w:ascii="Arial" w:hAnsi="Arial" w:cs="Arial"/>
          <w:sz w:val="20"/>
          <w:szCs w:val="20"/>
        </w:rPr>
        <w:t xml:space="preserv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7E372BA7" w14:textId="59F6A1CF" w:rsidR="00E31F0D" w:rsidRPr="00BB501E" w:rsidRDefault="00E31F0D" w:rsidP="00BB501E">
      <w:pPr>
        <w:pStyle w:val="Paragrafoelenco"/>
        <w:numPr>
          <w:ilvl w:val="0"/>
          <w:numId w:val="14"/>
        </w:numPr>
        <w:jc w:val="both"/>
        <w:rPr>
          <w:rFonts w:ascii="Arial" w:hAnsi="Arial" w:cs="Arial"/>
          <w:sz w:val="20"/>
          <w:szCs w:val="20"/>
        </w:rPr>
      </w:pPr>
      <w:proofErr w:type="gramStart"/>
      <w:r w:rsidRPr="00BB501E">
        <w:rPr>
          <w:rFonts w:ascii="Arial" w:hAnsi="Arial" w:cs="Arial"/>
          <w:sz w:val="20"/>
          <w:szCs w:val="20"/>
        </w:rPr>
        <w:t>se</w:t>
      </w:r>
      <w:proofErr w:type="gramEnd"/>
      <w:r w:rsidRPr="00BB501E">
        <w:rPr>
          <w:rFonts w:ascii="Arial" w:hAnsi="Arial" w:cs="Arial"/>
          <w:sz w:val="20"/>
          <w:szCs w:val="20"/>
        </w:rPr>
        <w:t xml:space="preserv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14:paraId="25929DEE" w14:textId="61AEF0B9" w:rsidR="00E31F0D" w:rsidRPr="00BB501E" w:rsidRDefault="00E31F0D" w:rsidP="00BB501E">
      <w:pPr>
        <w:pStyle w:val="Paragrafoelenco"/>
        <w:numPr>
          <w:ilvl w:val="0"/>
          <w:numId w:val="14"/>
        </w:numPr>
        <w:jc w:val="both"/>
        <w:rPr>
          <w:rFonts w:ascii="Arial" w:hAnsi="Arial" w:cs="Arial"/>
          <w:sz w:val="20"/>
          <w:szCs w:val="20"/>
        </w:rPr>
      </w:pPr>
      <w:proofErr w:type="gramStart"/>
      <w:r w:rsidRPr="00BB501E">
        <w:rPr>
          <w:rFonts w:ascii="Arial" w:hAnsi="Arial" w:cs="Arial"/>
          <w:sz w:val="20"/>
          <w:szCs w:val="20"/>
        </w:rPr>
        <w:t>se</w:t>
      </w:r>
      <w:proofErr w:type="gramEnd"/>
      <w:r w:rsidRPr="00BB501E">
        <w:rPr>
          <w:rFonts w:ascii="Arial" w:hAnsi="Arial" w:cs="Arial"/>
          <w:sz w:val="20"/>
          <w:szCs w:val="20"/>
        </w:rPr>
        <w:t xml:space="preserv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0DAA736D" w14:textId="17635F21" w:rsidR="00E31F0D" w:rsidRPr="00F94AD3" w:rsidRDefault="00E31F0D" w:rsidP="00F94AD3">
      <w:pPr>
        <w:jc w:val="both"/>
        <w:rPr>
          <w:rFonts w:ascii="Arial" w:hAnsi="Arial" w:cs="Arial"/>
          <w:sz w:val="20"/>
          <w:szCs w:val="20"/>
        </w:rPr>
      </w:pPr>
      <w:r w:rsidRPr="00F94AD3">
        <w:rPr>
          <w:rFonts w:ascii="Arial" w:hAnsi="Arial" w:cs="Arial"/>
          <w:sz w:val="20"/>
          <w:szCs w:val="20"/>
        </w:rPr>
        <w:t>-  nel caso di consorzio di cooperative e imprese artigiane o di consorzio stabile di cui all’articolo 65, comma 2, lett. b) e c) del Codice, la domanda è sottoscritta digitalmente dal consorzio medesimo.</w:t>
      </w:r>
    </w:p>
    <w:p w14:paraId="4B7B4553" w14:textId="77777777" w:rsidR="00BB501E" w:rsidRDefault="00BB501E" w:rsidP="00F94AD3">
      <w:pPr>
        <w:jc w:val="both"/>
        <w:rPr>
          <w:rFonts w:ascii="Arial" w:hAnsi="Arial" w:cs="Arial"/>
          <w:sz w:val="20"/>
          <w:szCs w:val="20"/>
        </w:rPr>
      </w:pPr>
    </w:p>
    <w:p w14:paraId="15DC8CED" w14:textId="77777777" w:rsidR="00BB501E" w:rsidRDefault="00BB501E" w:rsidP="00F94AD3">
      <w:pPr>
        <w:jc w:val="both"/>
        <w:rPr>
          <w:rFonts w:ascii="Arial" w:hAnsi="Arial" w:cs="Arial"/>
          <w:sz w:val="20"/>
          <w:szCs w:val="20"/>
        </w:rPr>
      </w:pPr>
    </w:p>
    <w:p w14:paraId="49172A93" w14:textId="77777777" w:rsidR="00BB501E" w:rsidRDefault="00BB501E" w:rsidP="00F94AD3">
      <w:pPr>
        <w:jc w:val="both"/>
        <w:rPr>
          <w:rFonts w:ascii="Arial" w:hAnsi="Arial" w:cs="Arial"/>
          <w:sz w:val="20"/>
          <w:szCs w:val="20"/>
        </w:rPr>
      </w:pPr>
    </w:p>
    <w:p w14:paraId="7B392650" w14:textId="3FA2D7C0" w:rsidR="00273F31" w:rsidRPr="00F94AD3" w:rsidRDefault="00EF014A" w:rsidP="00F94AD3">
      <w:pPr>
        <w:jc w:val="both"/>
        <w:rPr>
          <w:rFonts w:ascii="Arial" w:hAnsi="Arial" w:cs="Arial"/>
          <w:sz w:val="20"/>
          <w:szCs w:val="20"/>
        </w:rPr>
      </w:pPr>
      <w:r w:rsidRPr="00F94AD3">
        <w:rPr>
          <w:rFonts w:ascii="Arial" w:hAnsi="Arial" w:cs="Arial"/>
          <w:sz w:val="20"/>
          <w:szCs w:val="20"/>
        </w:rPr>
        <w:t>Il presente Modello è firmato</w:t>
      </w:r>
      <w:r w:rsidR="00E31F0D" w:rsidRPr="00F94AD3">
        <w:rPr>
          <w:rFonts w:ascii="Arial" w:hAnsi="Arial" w:cs="Arial"/>
          <w:sz w:val="20"/>
          <w:szCs w:val="20"/>
        </w:rPr>
        <w:t xml:space="preserv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531F67E1" w14:textId="77777777" w:rsidR="00BB501E" w:rsidRDefault="00BB501E" w:rsidP="00F94AD3">
      <w:pPr>
        <w:jc w:val="both"/>
        <w:rPr>
          <w:rFonts w:ascii="Arial" w:hAnsi="Arial" w:cs="Arial"/>
          <w:b/>
          <w:sz w:val="20"/>
          <w:szCs w:val="20"/>
        </w:rPr>
      </w:pPr>
    </w:p>
    <w:p w14:paraId="764A5AE2" w14:textId="6241391E" w:rsidR="006E3078" w:rsidRPr="00F94AD3" w:rsidRDefault="002F413E" w:rsidP="00F94AD3">
      <w:pPr>
        <w:jc w:val="both"/>
        <w:rPr>
          <w:rFonts w:ascii="Arial" w:hAnsi="Arial" w:cs="Arial"/>
          <w:sz w:val="20"/>
          <w:szCs w:val="20"/>
        </w:rPr>
      </w:pPr>
      <w:r w:rsidRPr="000E3FE4">
        <w:rPr>
          <w:rFonts w:ascii="Arial" w:hAnsi="Arial" w:cs="Arial"/>
          <w:b/>
          <w:sz w:val="20"/>
          <w:szCs w:val="20"/>
        </w:rPr>
        <w:t>Al fine di agevolare i lavori della Commissione esaminatrice ed evitare eventuali error</w:t>
      </w:r>
      <w:r w:rsidR="00A05AE5" w:rsidRPr="000E3FE4">
        <w:rPr>
          <w:rFonts w:ascii="Arial" w:hAnsi="Arial" w:cs="Arial"/>
          <w:b/>
          <w:sz w:val="20"/>
          <w:szCs w:val="20"/>
        </w:rPr>
        <w:t xml:space="preserve">i di trascrizione, si invita a </w:t>
      </w:r>
      <w:r w:rsidRPr="000E3FE4">
        <w:rPr>
          <w:rFonts w:ascii="Arial" w:hAnsi="Arial" w:cs="Arial"/>
          <w:b/>
          <w:sz w:val="20"/>
          <w:szCs w:val="20"/>
        </w:rPr>
        <w:t>rendere le dichiarazioni utilizzando materialmente il presente modello o una sua fotocopia</w:t>
      </w:r>
      <w:r w:rsidRPr="00F94AD3">
        <w:rPr>
          <w:rFonts w:ascii="Arial" w:hAnsi="Arial" w:cs="Arial"/>
          <w:sz w:val="20"/>
          <w:szCs w:val="20"/>
        </w:rPr>
        <w:t>.</w:t>
      </w:r>
    </w:p>
    <w:sectPr w:rsidR="006E3078" w:rsidRPr="00F94AD3" w:rsidSect="00DE3F78">
      <w:headerReference w:type="even" r:id="rId8"/>
      <w:headerReference w:type="default" r:id="rId9"/>
      <w:footerReference w:type="even" r:id="rId10"/>
      <w:footerReference w:type="default" r:id="rId11"/>
      <w:headerReference w:type="first" r:id="rId12"/>
      <w:footerReference w:type="first" r:id="rId13"/>
      <w:pgSz w:w="11906" w:h="16838"/>
      <w:pgMar w:top="1276" w:right="849" w:bottom="993" w:left="2268" w:header="426" w:footer="13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A0600" w14:textId="77777777" w:rsidR="002C08C2" w:rsidRDefault="002C08C2">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F9D96" w14:textId="3F91BE9D" w:rsidR="00206085" w:rsidRPr="00A153F4" w:rsidRDefault="00D4161B" w:rsidP="00DB44A3">
    <w:pPr>
      <w:pStyle w:val="Pidipagina"/>
      <w:jc w:val="right"/>
      <w:rPr>
        <w:rFonts w:ascii="Arial" w:hAnsi="Arial" w:cs="Arial"/>
        <w:b/>
        <w:sz w:val="16"/>
        <w:szCs w:val="16"/>
      </w:rPr>
    </w:pPr>
    <w:r>
      <w:rPr>
        <w:rFonts w:ascii="Arial" w:hAnsi="Arial" w:cs="Arial"/>
        <w:b/>
        <w:sz w:val="16"/>
        <w:szCs w:val="16"/>
      </w:rPr>
      <w:t xml:space="preserve">Modello </w:t>
    </w:r>
    <w:r w:rsidR="00206085" w:rsidRPr="00A153F4">
      <w:rPr>
        <w:rFonts w:ascii="Arial" w:hAnsi="Arial" w:cs="Arial"/>
        <w:b/>
        <w:sz w:val="16"/>
        <w:szCs w:val="16"/>
      </w:rPr>
      <w:t xml:space="preserve">C </w:t>
    </w:r>
    <w:r w:rsidR="00206085" w:rsidRPr="00A153F4">
      <w:rPr>
        <w:rFonts w:ascii="Arial" w:hAnsi="Arial" w:cs="Arial"/>
        <w:b/>
        <w:snapToGrid w:val="0"/>
        <w:sz w:val="16"/>
        <w:szCs w:val="16"/>
      </w:rPr>
      <w:t xml:space="preserve">Pagina </w:t>
    </w:r>
    <w:r w:rsidR="002C08C2">
      <w:rPr>
        <w:rFonts w:ascii="Arial" w:hAnsi="Arial" w:cs="Arial"/>
        <w:b/>
        <w:snapToGrid w:val="0"/>
        <w:sz w:val="16"/>
        <w:szCs w:val="16"/>
      </w:rPr>
      <w:t>5</w:t>
    </w:r>
    <w:r w:rsidR="00206085" w:rsidRPr="00A153F4">
      <w:rPr>
        <w:rFonts w:ascii="Arial" w:hAnsi="Arial" w:cs="Arial"/>
        <w:b/>
        <w:snapToGrid w:val="0"/>
        <w:sz w:val="16"/>
        <w:szCs w:val="16"/>
      </w:rPr>
      <w:t xml:space="preserve"> di </w:t>
    </w:r>
    <w:r w:rsidR="00526DD0">
      <w:rPr>
        <w:rFonts w:ascii="Arial" w:hAnsi="Arial" w:cs="Arial"/>
        <w:b/>
        <w:snapToGrid w:val="0"/>
        <w:sz w:val="16"/>
        <w:szCs w:val="16"/>
      </w:rPr>
      <w:t>5</w:t>
    </w:r>
  </w:p>
  <w:p w14:paraId="5A0D3D43" w14:textId="77777777" w:rsidR="00206085" w:rsidRPr="00DB44A3" w:rsidRDefault="00206085" w:rsidP="00DB44A3">
    <w:pPr>
      <w:pStyle w:val="Pidipagina"/>
      <w:rPr>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D5DF9" w14:textId="77777777" w:rsidR="002C08C2" w:rsidRDefault="002C08C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FCA028" w14:textId="77777777" w:rsidR="002C08C2" w:rsidRDefault="002C08C2">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31" name="Immagine 31"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2859A979" w14:textId="77777777" w:rsidR="00F10313" w:rsidRDefault="00F10313" w:rsidP="00406DBE">
    <w:pPr>
      <w:tabs>
        <w:tab w:val="left" w:pos="9638"/>
      </w:tabs>
      <w:ind w:right="-1"/>
      <w:jc w:val="center"/>
      <w:rPr>
        <w:rFonts w:ascii="Arial" w:hAnsi="Arial" w:cs="Arial"/>
        <w:b/>
      </w:rPr>
    </w:pPr>
  </w:p>
  <w:p w14:paraId="12C7618C" w14:textId="5AFB4331" w:rsidR="00A153F4" w:rsidRPr="008C7267" w:rsidRDefault="00206085" w:rsidP="00406DBE">
    <w:pPr>
      <w:tabs>
        <w:tab w:val="left" w:pos="9638"/>
      </w:tabs>
      <w:ind w:right="-1"/>
      <w:jc w:val="center"/>
      <w:rPr>
        <w:rFonts w:ascii="Arial" w:hAnsi="Arial" w:cs="Arial"/>
        <w:b/>
        <w:sz w:val="22"/>
        <w:szCs w:val="22"/>
      </w:rPr>
    </w:pPr>
    <w:r w:rsidRPr="008C7267">
      <w:rPr>
        <w:rFonts w:ascii="Arial" w:hAnsi="Arial" w:cs="Arial"/>
        <w:b/>
        <w:sz w:val="22"/>
        <w:szCs w:val="22"/>
      </w:rPr>
      <w:t>Modello C</w:t>
    </w:r>
    <w:r w:rsidR="00E364AD">
      <w:rPr>
        <w:rFonts w:ascii="Arial" w:hAnsi="Arial" w:cs="Arial"/>
        <w:b/>
        <w:sz w:val="22"/>
        <w:szCs w:val="22"/>
      </w:rPr>
      <w:t xml:space="preserve"> </w:t>
    </w:r>
  </w:p>
  <w:p w14:paraId="05F6027E" w14:textId="77777777" w:rsidR="00206085" w:rsidRPr="008C7267" w:rsidRDefault="00206085" w:rsidP="00406DBE">
    <w:pPr>
      <w:tabs>
        <w:tab w:val="left" w:pos="9638"/>
      </w:tabs>
      <w:ind w:right="-1"/>
      <w:jc w:val="center"/>
      <w:rPr>
        <w:rFonts w:ascii="Arial" w:hAnsi="Arial" w:cs="Arial"/>
        <w:b/>
        <w:sz w:val="22"/>
        <w:szCs w:val="22"/>
      </w:rPr>
    </w:pPr>
    <w:r w:rsidRPr="008C7267">
      <w:rPr>
        <w:rFonts w:ascii="Arial" w:hAnsi="Arial" w:cs="Arial"/>
        <w:b/>
        <w:sz w:val="22"/>
        <w:szCs w:val="22"/>
      </w:rPr>
      <w:t>(Modello di Offerta Economica)</w:t>
    </w:r>
  </w:p>
  <w:p w14:paraId="49CA4BF4" w14:textId="77777777" w:rsidR="00206085" w:rsidRDefault="00206085" w:rsidP="005749F2">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C3B94" w14:textId="77777777" w:rsidR="002C08C2" w:rsidRDefault="002C08C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C7D6B"/>
    <w:multiLevelType w:val="hybridMultilevel"/>
    <w:tmpl w:val="43CA20F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F81EB3"/>
    <w:multiLevelType w:val="hybridMultilevel"/>
    <w:tmpl w:val="946C8364"/>
    <w:lvl w:ilvl="0" w:tplc="3BF0BC9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7"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9"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0"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7476865"/>
    <w:multiLevelType w:val="hybridMultilevel"/>
    <w:tmpl w:val="825A18F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num w:numId="1">
    <w:abstractNumId w:val="6"/>
  </w:num>
  <w:num w:numId="2">
    <w:abstractNumId w:val="5"/>
  </w:num>
  <w:num w:numId="3">
    <w:abstractNumId w:val="4"/>
  </w:num>
  <w:num w:numId="4">
    <w:abstractNumId w:val="11"/>
  </w:num>
  <w:num w:numId="5">
    <w:abstractNumId w:val="10"/>
  </w:num>
  <w:num w:numId="6">
    <w:abstractNumId w:val="12"/>
  </w:num>
  <w:num w:numId="7">
    <w:abstractNumId w:val="3"/>
  </w:num>
  <w:num w:numId="8">
    <w:abstractNumId w:val="7"/>
  </w:num>
  <w:num w:numId="9">
    <w:abstractNumId w:val="2"/>
  </w:num>
  <w:num w:numId="10">
    <w:abstractNumId w:val="14"/>
  </w:num>
  <w:num w:numId="11">
    <w:abstractNumId w:val="8"/>
  </w:num>
  <w:num w:numId="12">
    <w:abstractNumId w:val="9"/>
  </w:num>
  <w:num w:numId="13">
    <w:abstractNumId w:val="1"/>
  </w:num>
  <w:num w:numId="14">
    <w:abstractNumId w:val="1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2k7jIUPEXFeZKBHKM6BzKHSc4+6CRTle5mTjJqRe3J5Isr9h/JXBx58Qv13eowvw1Nn36zLgH7taHPDs4924/w==" w:salt="mLj0MM9V6Ws6ZM3mTJN7Qw=="/>
  <w:defaultTabStop w:val="708"/>
  <w:hyphenationZone w:val="283"/>
  <w:noPunctuationKerning/>
  <w:characterSpacingControl w:val="doNotCompress"/>
  <w:hdrShapeDefaults>
    <o:shapedefaults v:ext="edit" spidmax="166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2F46"/>
    <w:rsid w:val="00014CA0"/>
    <w:rsid w:val="00016F71"/>
    <w:rsid w:val="00024DC7"/>
    <w:rsid w:val="00026939"/>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FFD"/>
    <w:rsid w:val="00061196"/>
    <w:rsid w:val="00062890"/>
    <w:rsid w:val="00062D21"/>
    <w:rsid w:val="00063B44"/>
    <w:rsid w:val="00066326"/>
    <w:rsid w:val="00066B6F"/>
    <w:rsid w:val="00072EBE"/>
    <w:rsid w:val="000741C4"/>
    <w:rsid w:val="000754D7"/>
    <w:rsid w:val="000823A4"/>
    <w:rsid w:val="00084490"/>
    <w:rsid w:val="0008510E"/>
    <w:rsid w:val="00085A5C"/>
    <w:rsid w:val="00086188"/>
    <w:rsid w:val="00093941"/>
    <w:rsid w:val="00094C19"/>
    <w:rsid w:val="000A4DA4"/>
    <w:rsid w:val="000B1D42"/>
    <w:rsid w:val="000B42E2"/>
    <w:rsid w:val="000B502B"/>
    <w:rsid w:val="000B6B93"/>
    <w:rsid w:val="000C0B28"/>
    <w:rsid w:val="000C2C21"/>
    <w:rsid w:val="000C2D2A"/>
    <w:rsid w:val="000C3921"/>
    <w:rsid w:val="000C560E"/>
    <w:rsid w:val="000C5C8E"/>
    <w:rsid w:val="000C74B9"/>
    <w:rsid w:val="000D04B0"/>
    <w:rsid w:val="000D120C"/>
    <w:rsid w:val="000D1B23"/>
    <w:rsid w:val="000D3723"/>
    <w:rsid w:val="000E1166"/>
    <w:rsid w:val="000E137C"/>
    <w:rsid w:val="000E1B99"/>
    <w:rsid w:val="000E2675"/>
    <w:rsid w:val="000E3FE4"/>
    <w:rsid w:val="000E6202"/>
    <w:rsid w:val="000F4720"/>
    <w:rsid w:val="000F4F4E"/>
    <w:rsid w:val="000F6608"/>
    <w:rsid w:val="000F7BC6"/>
    <w:rsid w:val="0010004E"/>
    <w:rsid w:val="00100A8B"/>
    <w:rsid w:val="00102A44"/>
    <w:rsid w:val="00104D26"/>
    <w:rsid w:val="00105106"/>
    <w:rsid w:val="001079BB"/>
    <w:rsid w:val="0011103E"/>
    <w:rsid w:val="00111725"/>
    <w:rsid w:val="001119E6"/>
    <w:rsid w:val="0011341A"/>
    <w:rsid w:val="00115AC0"/>
    <w:rsid w:val="001169FC"/>
    <w:rsid w:val="00116A50"/>
    <w:rsid w:val="001209ED"/>
    <w:rsid w:val="00121B6B"/>
    <w:rsid w:val="0012205C"/>
    <w:rsid w:val="00127B88"/>
    <w:rsid w:val="00130F30"/>
    <w:rsid w:val="0013107F"/>
    <w:rsid w:val="00131253"/>
    <w:rsid w:val="00132376"/>
    <w:rsid w:val="001324BC"/>
    <w:rsid w:val="00133450"/>
    <w:rsid w:val="00135C7B"/>
    <w:rsid w:val="00137FBB"/>
    <w:rsid w:val="00143369"/>
    <w:rsid w:val="00143F91"/>
    <w:rsid w:val="0014546F"/>
    <w:rsid w:val="00146A5B"/>
    <w:rsid w:val="00146E96"/>
    <w:rsid w:val="0015093E"/>
    <w:rsid w:val="0015703E"/>
    <w:rsid w:val="00157056"/>
    <w:rsid w:val="0015762D"/>
    <w:rsid w:val="00162214"/>
    <w:rsid w:val="00162ED3"/>
    <w:rsid w:val="00163778"/>
    <w:rsid w:val="0016502A"/>
    <w:rsid w:val="00165531"/>
    <w:rsid w:val="00166F71"/>
    <w:rsid w:val="00167ACD"/>
    <w:rsid w:val="001705E0"/>
    <w:rsid w:val="00171539"/>
    <w:rsid w:val="00176C01"/>
    <w:rsid w:val="00177F01"/>
    <w:rsid w:val="001805B4"/>
    <w:rsid w:val="00183A65"/>
    <w:rsid w:val="00184FA8"/>
    <w:rsid w:val="00185B15"/>
    <w:rsid w:val="00190D1C"/>
    <w:rsid w:val="00192FAB"/>
    <w:rsid w:val="00195370"/>
    <w:rsid w:val="001964E0"/>
    <w:rsid w:val="00197B36"/>
    <w:rsid w:val="001A1515"/>
    <w:rsid w:val="001A2B0C"/>
    <w:rsid w:val="001A3602"/>
    <w:rsid w:val="001A5C88"/>
    <w:rsid w:val="001A6AE9"/>
    <w:rsid w:val="001B192E"/>
    <w:rsid w:val="001B2DC7"/>
    <w:rsid w:val="001B4528"/>
    <w:rsid w:val="001B4C02"/>
    <w:rsid w:val="001B5921"/>
    <w:rsid w:val="001B5B3A"/>
    <w:rsid w:val="001B655E"/>
    <w:rsid w:val="001B729F"/>
    <w:rsid w:val="001C0574"/>
    <w:rsid w:val="001C537C"/>
    <w:rsid w:val="001C561D"/>
    <w:rsid w:val="001C5A5D"/>
    <w:rsid w:val="001C62B4"/>
    <w:rsid w:val="001D157F"/>
    <w:rsid w:val="001D18AB"/>
    <w:rsid w:val="001D282D"/>
    <w:rsid w:val="001D5EB3"/>
    <w:rsid w:val="001E0F47"/>
    <w:rsid w:val="001E1A86"/>
    <w:rsid w:val="001E778C"/>
    <w:rsid w:val="001E7D00"/>
    <w:rsid w:val="001F2B96"/>
    <w:rsid w:val="001F36FD"/>
    <w:rsid w:val="001F4768"/>
    <w:rsid w:val="001F4A58"/>
    <w:rsid w:val="001F7F18"/>
    <w:rsid w:val="00200F1D"/>
    <w:rsid w:val="00202E76"/>
    <w:rsid w:val="0020304D"/>
    <w:rsid w:val="00204842"/>
    <w:rsid w:val="00206085"/>
    <w:rsid w:val="00206D1E"/>
    <w:rsid w:val="002108E1"/>
    <w:rsid w:val="00211926"/>
    <w:rsid w:val="0021334C"/>
    <w:rsid w:val="00216DEA"/>
    <w:rsid w:val="002222B2"/>
    <w:rsid w:val="00222FCA"/>
    <w:rsid w:val="002241BE"/>
    <w:rsid w:val="00224703"/>
    <w:rsid w:val="00225669"/>
    <w:rsid w:val="00227274"/>
    <w:rsid w:val="0023372B"/>
    <w:rsid w:val="00235018"/>
    <w:rsid w:val="00235A0D"/>
    <w:rsid w:val="00237CC4"/>
    <w:rsid w:val="00240CCC"/>
    <w:rsid w:val="002430A6"/>
    <w:rsid w:val="002476AF"/>
    <w:rsid w:val="00247991"/>
    <w:rsid w:val="00251963"/>
    <w:rsid w:val="00251A4D"/>
    <w:rsid w:val="00253043"/>
    <w:rsid w:val="0025414D"/>
    <w:rsid w:val="0026037B"/>
    <w:rsid w:val="002637D2"/>
    <w:rsid w:val="00264D14"/>
    <w:rsid w:val="00264EC7"/>
    <w:rsid w:val="00270F2A"/>
    <w:rsid w:val="0027224E"/>
    <w:rsid w:val="00272CD1"/>
    <w:rsid w:val="00273A4C"/>
    <w:rsid w:val="00273F31"/>
    <w:rsid w:val="00275143"/>
    <w:rsid w:val="0027582E"/>
    <w:rsid w:val="00275966"/>
    <w:rsid w:val="00276980"/>
    <w:rsid w:val="0028305D"/>
    <w:rsid w:val="00286529"/>
    <w:rsid w:val="00290FE8"/>
    <w:rsid w:val="002919B5"/>
    <w:rsid w:val="00292F25"/>
    <w:rsid w:val="00297B12"/>
    <w:rsid w:val="00297F7D"/>
    <w:rsid w:val="002A299A"/>
    <w:rsid w:val="002A789E"/>
    <w:rsid w:val="002B14FB"/>
    <w:rsid w:val="002B3557"/>
    <w:rsid w:val="002B4D7B"/>
    <w:rsid w:val="002B6353"/>
    <w:rsid w:val="002B63FE"/>
    <w:rsid w:val="002C08C2"/>
    <w:rsid w:val="002C3A29"/>
    <w:rsid w:val="002D1002"/>
    <w:rsid w:val="002D1819"/>
    <w:rsid w:val="002D3EFF"/>
    <w:rsid w:val="002D5F59"/>
    <w:rsid w:val="002D7DD3"/>
    <w:rsid w:val="002E1C35"/>
    <w:rsid w:val="002E3F8A"/>
    <w:rsid w:val="002E45D6"/>
    <w:rsid w:val="002E685E"/>
    <w:rsid w:val="002E71DA"/>
    <w:rsid w:val="002F12F7"/>
    <w:rsid w:val="002F3165"/>
    <w:rsid w:val="002F3574"/>
    <w:rsid w:val="002F413E"/>
    <w:rsid w:val="002F4631"/>
    <w:rsid w:val="002F538A"/>
    <w:rsid w:val="003008D9"/>
    <w:rsid w:val="003044D5"/>
    <w:rsid w:val="00305E05"/>
    <w:rsid w:val="0030604E"/>
    <w:rsid w:val="003063B9"/>
    <w:rsid w:val="00306E9B"/>
    <w:rsid w:val="00307FBA"/>
    <w:rsid w:val="00312ACA"/>
    <w:rsid w:val="00313F41"/>
    <w:rsid w:val="0031455B"/>
    <w:rsid w:val="003152C4"/>
    <w:rsid w:val="00315ECD"/>
    <w:rsid w:val="00321E28"/>
    <w:rsid w:val="0032323B"/>
    <w:rsid w:val="0032583D"/>
    <w:rsid w:val="00326C09"/>
    <w:rsid w:val="00327544"/>
    <w:rsid w:val="00327997"/>
    <w:rsid w:val="00327D5C"/>
    <w:rsid w:val="003308AB"/>
    <w:rsid w:val="00331021"/>
    <w:rsid w:val="00333890"/>
    <w:rsid w:val="003339EE"/>
    <w:rsid w:val="00333E15"/>
    <w:rsid w:val="00340B21"/>
    <w:rsid w:val="0034193D"/>
    <w:rsid w:val="003424E8"/>
    <w:rsid w:val="00342C4E"/>
    <w:rsid w:val="00342EF4"/>
    <w:rsid w:val="00343CA4"/>
    <w:rsid w:val="00344D59"/>
    <w:rsid w:val="0034657C"/>
    <w:rsid w:val="00346B5D"/>
    <w:rsid w:val="00346C67"/>
    <w:rsid w:val="0035572E"/>
    <w:rsid w:val="00356176"/>
    <w:rsid w:val="00356E7D"/>
    <w:rsid w:val="003574A8"/>
    <w:rsid w:val="00364AC7"/>
    <w:rsid w:val="003652E3"/>
    <w:rsid w:val="0037137F"/>
    <w:rsid w:val="00371984"/>
    <w:rsid w:val="00373C00"/>
    <w:rsid w:val="00385198"/>
    <w:rsid w:val="00387443"/>
    <w:rsid w:val="00387E4E"/>
    <w:rsid w:val="003916F8"/>
    <w:rsid w:val="00393D8B"/>
    <w:rsid w:val="003945CB"/>
    <w:rsid w:val="00396D8A"/>
    <w:rsid w:val="0039755F"/>
    <w:rsid w:val="003A6936"/>
    <w:rsid w:val="003A7008"/>
    <w:rsid w:val="003B1614"/>
    <w:rsid w:val="003B2E41"/>
    <w:rsid w:val="003B397A"/>
    <w:rsid w:val="003B5569"/>
    <w:rsid w:val="003C08F8"/>
    <w:rsid w:val="003C10DB"/>
    <w:rsid w:val="003C261B"/>
    <w:rsid w:val="003D0EAF"/>
    <w:rsid w:val="003D1EFB"/>
    <w:rsid w:val="003D254D"/>
    <w:rsid w:val="003D42A4"/>
    <w:rsid w:val="003D5806"/>
    <w:rsid w:val="003D5A31"/>
    <w:rsid w:val="003D6D2A"/>
    <w:rsid w:val="003D7951"/>
    <w:rsid w:val="003E1B4B"/>
    <w:rsid w:val="003E380E"/>
    <w:rsid w:val="003E739B"/>
    <w:rsid w:val="003E7C08"/>
    <w:rsid w:val="003F1099"/>
    <w:rsid w:val="003F3842"/>
    <w:rsid w:val="003F3893"/>
    <w:rsid w:val="003F471B"/>
    <w:rsid w:val="003F4AE4"/>
    <w:rsid w:val="0040188C"/>
    <w:rsid w:val="00401EAB"/>
    <w:rsid w:val="00402097"/>
    <w:rsid w:val="00403706"/>
    <w:rsid w:val="00405C07"/>
    <w:rsid w:val="00406DBE"/>
    <w:rsid w:val="00407AC4"/>
    <w:rsid w:val="0041209A"/>
    <w:rsid w:val="0041379D"/>
    <w:rsid w:val="0041523A"/>
    <w:rsid w:val="0042055F"/>
    <w:rsid w:val="004208DF"/>
    <w:rsid w:val="00421336"/>
    <w:rsid w:val="00421A65"/>
    <w:rsid w:val="00423322"/>
    <w:rsid w:val="00424574"/>
    <w:rsid w:val="0042689C"/>
    <w:rsid w:val="00426943"/>
    <w:rsid w:val="00426B9B"/>
    <w:rsid w:val="00431627"/>
    <w:rsid w:val="0043414D"/>
    <w:rsid w:val="00434162"/>
    <w:rsid w:val="00434B3C"/>
    <w:rsid w:val="0043795B"/>
    <w:rsid w:val="00442255"/>
    <w:rsid w:val="0044434E"/>
    <w:rsid w:val="00445966"/>
    <w:rsid w:val="00447271"/>
    <w:rsid w:val="00452819"/>
    <w:rsid w:val="0045313E"/>
    <w:rsid w:val="0045371E"/>
    <w:rsid w:val="004539AF"/>
    <w:rsid w:val="00454076"/>
    <w:rsid w:val="00455723"/>
    <w:rsid w:val="004562C5"/>
    <w:rsid w:val="00456474"/>
    <w:rsid w:val="00456B08"/>
    <w:rsid w:val="0046021B"/>
    <w:rsid w:val="0046027F"/>
    <w:rsid w:val="00462D6A"/>
    <w:rsid w:val="00464D9F"/>
    <w:rsid w:val="00466857"/>
    <w:rsid w:val="00470E15"/>
    <w:rsid w:val="004715E7"/>
    <w:rsid w:val="0047186A"/>
    <w:rsid w:val="00472AEB"/>
    <w:rsid w:val="0047428A"/>
    <w:rsid w:val="00481C7F"/>
    <w:rsid w:val="0048224E"/>
    <w:rsid w:val="004870FD"/>
    <w:rsid w:val="00487DB4"/>
    <w:rsid w:val="0049799E"/>
    <w:rsid w:val="004A1644"/>
    <w:rsid w:val="004A27D2"/>
    <w:rsid w:val="004A32A2"/>
    <w:rsid w:val="004A54AE"/>
    <w:rsid w:val="004A5975"/>
    <w:rsid w:val="004A5E27"/>
    <w:rsid w:val="004A78CD"/>
    <w:rsid w:val="004A79B9"/>
    <w:rsid w:val="004B02EE"/>
    <w:rsid w:val="004B30BA"/>
    <w:rsid w:val="004B6230"/>
    <w:rsid w:val="004B71E6"/>
    <w:rsid w:val="004B7CEE"/>
    <w:rsid w:val="004C0892"/>
    <w:rsid w:val="004C0E7A"/>
    <w:rsid w:val="004C5933"/>
    <w:rsid w:val="004C7146"/>
    <w:rsid w:val="004D1A36"/>
    <w:rsid w:val="004D20F5"/>
    <w:rsid w:val="004D2AE1"/>
    <w:rsid w:val="004D32CB"/>
    <w:rsid w:val="004D61F3"/>
    <w:rsid w:val="004D7F41"/>
    <w:rsid w:val="004E018D"/>
    <w:rsid w:val="004E1706"/>
    <w:rsid w:val="004E3290"/>
    <w:rsid w:val="004E4696"/>
    <w:rsid w:val="004E60E3"/>
    <w:rsid w:val="004F1C64"/>
    <w:rsid w:val="004F37CC"/>
    <w:rsid w:val="004F47C5"/>
    <w:rsid w:val="004F58D7"/>
    <w:rsid w:val="00504253"/>
    <w:rsid w:val="005071AB"/>
    <w:rsid w:val="00507640"/>
    <w:rsid w:val="005078E8"/>
    <w:rsid w:val="00507A23"/>
    <w:rsid w:val="00510AE2"/>
    <w:rsid w:val="00511023"/>
    <w:rsid w:val="005116D5"/>
    <w:rsid w:val="0051302F"/>
    <w:rsid w:val="00515F89"/>
    <w:rsid w:val="00516C13"/>
    <w:rsid w:val="00517A3C"/>
    <w:rsid w:val="00517BEA"/>
    <w:rsid w:val="00521741"/>
    <w:rsid w:val="00522B46"/>
    <w:rsid w:val="00524F6F"/>
    <w:rsid w:val="0052503E"/>
    <w:rsid w:val="00526DD0"/>
    <w:rsid w:val="005313E5"/>
    <w:rsid w:val="00531DCC"/>
    <w:rsid w:val="005325A9"/>
    <w:rsid w:val="0053329D"/>
    <w:rsid w:val="0053433D"/>
    <w:rsid w:val="0053553B"/>
    <w:rsid w:val="00537D4A"/>
    <w:rsid w:val="00540863"/>
    <w:rsid w:val="0054541B"/>
    <w:rsid w:val="00546A88"/>
    <w:rsid w:val="00546D3D"/>
    <w:rsid w:val="00550BDC"/>
    <w:rsid w:val="00551A13"/>
    <w:rsid w:val="005531EC"/>
    <w:rsid w:val="00553705"/>
    <w:rsid w:val="00553A15"/>
    <w:rsid w:val="0055603B"/>
    <w:rsid w:val="00557C9A"/>
    <w:rsid w:val="00557C9E"/>
    <w:rsid w:val="005604B1"/>
    <w:rsid w:val="00561393"/>
    <w:rsid w:val="00563886"/>
    <w:rsid w:val="005749F2"/>
    <w:rsid w:val="00580A3F"/>
    <w:rsid w:val="00581261"/>
    <w:rsid w:val="00581473"/>
    <w:rsid w:val="00582AB3"/>
    <w:rsid w:val="00583255"/>
    <w:rsid w:val="005910A9"/>
    <w:rsid w:val="00593849"/>
    <w:rsid w:val="00594F37"/>
    <w:rsid w:val="00595614"/>
    <w:rsid w:val="005967C2"/>
    <w:rsid w:val="00597E08"/>
    <w:rsid w:val="005A0394"/>
    <w:rsid w:val="005A0FEF"/>
    <w:rsid w:val="005A183D"/>
    <w:rsid w:val="005A5A9A"/>
    <w:rsid w:val="005B040A"/>
    <w:rsid w:val="005B79D9"/>
    <w:rsid w:val="005C06D6"/>
    <w:rsid w:val="005C0FFE"/>
    <w:rsid w:val="005C10D0"/>
    <w:rsid w:val="005C2C0E"/>
    <w:rsid w:val="005C2C5C"/>
    <w:rsid w:val="005C3F78"/>
    <w:rsid w:val="005C51E3"/>
    <w:rsid w:val="005D14A2"/>
    <w:rsid w:val="005D14F6"/>
    <w:rsid w:val="005D3D01"/>
    <w:rsid w:val="005E0117"/>
    <w:rsid w:val="005E1964"/>
    <w:rsid w:val="005E6632"/>
    <w:rsid w:val="005E7630"/>
    <w:rsid w:val="005E7678"/>
    <w:rsid w:val="005F0D47"/>
    <w:rsid w:val="005F161B"/>
    <w:rsid w:val="005F22EA"/>
    <w:rsid w:val="005F2CD0"/>
    <w:rsid w:val="005F3398"/>
    <w:rsid w:val="005F358F"/>
    <w:rsid w:val="005F3607"/>
    <w:rsid w:val="005F5734"/>
    <w:rsid w:val="005F686B"/>
    <w:rsid w:val="005F6C09"/>
    <w:rsid w:val="00601EAC"/>
    <w:rsid w:val="00602057"/>
    <w:rsid w:val="0060287D"/>
    <w:rsid w:val="00603A43"/>
    <w:rsid w:val="006056A1"/>
    <w:rsid w:val="00606CAF"/>
    <w:rsid w:val="00613A21"/>
    <w:rsid w:val="006155CE"/>
    <w:rsid w:val="0061697B"/>
    <w:rsid w:val="00616FB7"/>
    <w:rsid w:val="006170A8"/>
    <w:rsid w:val="006238A1"/>
    <w:rsid w:val="00623C2D"/>
    <w:rsid w:val="006243D1"/>
    <w:rsid w:val="00624727"/>
    <w:rsid w:val="006326E3"/>
    <w:rsid w:val="00632AC9"/>
    <w:rsid w:val="00632B04"/>
    <w:rsid w:val="006336C7"/>
    <w:rsid w:val="00633EB5"/>
    <w:rsid w:val="00634778"/>
    <w:rsid w:val="00641D2F"/>
    <w:rsid w:val="006420E3"/>
    <w:rsid w:val="00642788"/>
    <w:rsid w:val="00643B75"/>
    <w:rsid w:val="00645F36"/>
    <w:rsid w:val="0064677A"/>
    <w:rsid w:val="00652660"/>
    <w:rsid w:val="00655B54"/>
    <w:rsid w:val="00656151"/>
    <w:rsid w:val="0065659D"/>
    <w:rsid w:val="00657D96"/>
    <w:rsid w:val="00660C15"/>
    <w:rsid w:val="0066169F"/>
    <w:rsid w:val="00662123"/>
    <w:rsid w:val="006662B7"/>
    <w:rsid w:val="00666834"/>
    <w:rsid w:val="00672096"/>
    <w:rsid w:val="00683781"/>
    <w:rsid w:val="006840DA"/>
    <w:rsid w:val="006843FB"/>
    <w:rsid w:val="0068532C"/>
    <w:rsid w:val="006859FE"/>
    <w:rsid w:val="00687829"/>
    <w:rsid w:val="006930C7"/>
    <w:rsid w:val="00693487"/>
    <w:rsid w:val="00694F13"/>
    <w:rsid w:val="006A164B"/>
    <w:rsid w:val="006A1E62"/>
    <w:rsid w:val="006A4B7C"/>
    <w:rsid w:val="006A6538"/>
    <w:rsid w:val="006A6E41"/>
    <w:rsid w:val="006B087D"/>
    <w:rsid w:val="006B3F82"/>
    <w:rsid w:val="006B46E0"/>
    <w:rsid w:val="006B611B"/>
    <w:rsid w:val="006C0741"/>
    <w:rsid w:val="006C44EB"/>
    <w:rsid w:val="006D143A"/>
    <w:rsid w:val="006D22CF"/>
    <w:rsid w:val="006D3EA3"/>
    <w:rsid w:val="006D603F"/>
    <w:rsid w:val="006D764D"/>
    <w:rsid w:val="006E3078"/>
    <w:rsid w:val="006E4A02"/>
    <w:rsid w:val="006E4E8C"/>
    <w:rsid w:val="006E65BB"/>
    <w:rsid w:val="006F5E68"/>
    <w:rsid w:val="006F6DD7"/>
    <w:rsid w:val="006F7631"/>
    <w:rsid w:val="007009CE"/>
    <w:rsid w:val="00701A0D"/>
    <w:rsid w:val="007024ED"/>
    <w:rsid w:val="007035A8"/>
    <w:rsid w:val="00704611"/>
    <w:rsid w:val="007048B7"/>
    <w:rsid w:val="00706632"/>
    <w:rsid w:val="00707AA8"/>
    <w:rsid w:val="00710D19"/>
    <w:rsid w:val="00711687"/>
    <w:rsid w:val="00712950"/>
    <w:rsid w:val="00713CAB"/>
    <w:rsid w:val="007156D5"/>
    <w:rsid w:val="00716238"/>
    <w:rsid w:val="00716ECB"/>
    <w:rsid w:val="00717F13"/>
    <w:rsid w:val="00717F7B"/>
    <w:rsid w:val="00722452"/>
    <w:rsid w:val="0072469B"/>
    <w:rsid w:val="007254CF"/>
    <w:rsid w:val="00726F77"/>
    <w:rsid w:val="00730083"/>
    <w:rsid w:val="00730968"/>
    <w:rsid w:val="00730BFF"/>
    <w:rsid w:val="00731447"/>
    <w:rsid w:val="00731E50"/>
    <w:rsid w:val="00732185"/>
    <w:rsid w:val="00733BB4"/>
    <w:rsid w:val="00733F15"/>
    <w:rsid w:val="00734163"/>
    <w:rsid w:val="0073533B"/>
    <w:rsid w:val="00736557"/>
    <w:rsid w:val="00740149"/>
    <w:rsid w:val="007411C2"/>
    <w:rsid w:val="00741ED5"/>
    <w:rsid w:val="00752EEC"/>
    <w:rsid w:val="0075386F"/>
    <w:rsid w:val="00754636"/>
    <w:rsid w:val="00754A6B"/>
    <w:rsid w:val="00757AA3"/>
    <w:rsid w:val="007619A2"/>
    <w:rsid w:val="007627C1"/>
    <w:rsid w:val="00763149"/>
    <w:rsid w:val="00765B8D"/>
    <w:rsid w:val="00766F73"/>
    <w:rsid w:val="007719C7"/>
    <w:rsid w:val="00771AA1"/>
    <w:rsid w:val="007729F6"/>
    <w:rsid w:val="00772B7F"/>
    <w:rsid w:val="007730D2"/>
    <w:rsid w:val="00774FE2"/>
    <w:rsid w:val="00775E8C"/>
    <w:rsid w:val="00775F65"/>
    <w:rsid w:val="007823CE"/>
    <w:rsid w:val="00782474"/>
    <w:rsid w:val="00785A9A"/>
    <w:rsid w:val="0078657F"/>
    <w:rsid w:val="007933CF"/>
    <w:rsid w:val="007935E4"/>
    <w:rsid w:val="00793828"/>
    <w:rsid w:val="0079513E"/>
    <w:rsid w:val="007953EF"/>
    <w:rsid w:val="007A0215"/>
    <w:rsid w:val="007A0EF6"/>
    <w:rsid w:val="007A1000"/>
    <w:rsid w:val="007A16E2"/>
    <w:rsid w:val="007A19B5"/>
    <w:rsid w:val="007A2454"/>
    <w:rsid w:val="007A3BA0"/>
    <w:rsid w:val="007A4721"/>
    <w:rsid w:val="007A528D"/>
    <w:rsid w:val="007A7BAC"/>
    <w:rsid w:val="007B7BBD"/>
    <w:rsid w:val="007C0B99"/>
    <w:rsid w:val="007C1A9A"/>
    <w:rsid w:val="007C2587"/>
    <w:rsid w:val="007C7AE6"/>
    <w:rsid w:val="007D01AF"/>
    <w:rsid w:val="007D419E"/>
    <w:rsid w:val="007D677E"/>
    <w:rsid w:val="007D73A7"/>
    <w:rsid w:val="007E6800"/>
    <w:rsid w:val="007E6847"/>
    <w:rsid w:val="007E7E6F"/>
    <w:rsid w:val="007F10EA"/>
    <w:rsid w:val="007F2EAC"/>
    <w:rsid w:val="007F45B9"/>
    <w:rsid w:val="007F46AC"/>
    <w:rsid w:val="007F703A"/>
    <w:rsid w:val="007F7919"/>
    <w:rsid w:val="00803095"/>
    <w:rsid w:val="00803C52"/>
    <w:rsid w:val="00811098"/>
    <w:rsid w:val="00811422"/>
    <w:rsid w:val="008121F6"/>
    <w:rsid w:val="008155F5"/>
    <w:rsid w:val="00816A5E"/>
    <w:rsid w:val="00816B28"/>
    <w:rsid w:val="00816DD0"/>
    <w:rsid w:val="00816F7A"/>
    <w:rsid w:val="008171FB"/>
    <w:rsid w:val="00820EBA"/>
    <w:rsid w:val="00821023"/>
    <w:rsid w:val="00821389"/>
    <w:rsid w:val="00822A00"/>
    <w:rsid w:val="008231F5"/>
    <w:rsid w:val="0082369B"/>
    <w:rsid w:val="00823816"/>
    <w:rsid w:val="008255D8"/>
    <w:rsid w:val="008260C3"/>
    <w:rsid w:val="00826DF5"/>
    <w:rsid w:val="008305B6"/>
    <w:rsid w:val="008322AF"/>
    <w:rsid w:val="00832E4F"/>
    <w:rsid w:val="008348C5"/>
    <w:rsid w:val="00835127"/>
    <w:rsid w:val="00836C4B"/>
    <w:rsid w:val="0084714C"/>
    <w:rsid w:val="00850009"/>
    <w:rsid w:val="00850E28"/>
    <w:rsid w:val="008514AA"/>
    <w:rsid w:val="008523A5"/>
    <w:rsid w:val="00854175"/>
    <w:rsid w:val="0085673D"/>
    <w:rsid w:val="00857C7A"/>
    <w:rsid w:val="00857D5D"/>
    <w:rsid w:val="0086014E"/>
    <w:rsid w:val="00861003"/>
    <w:rsid w:val="00861651"/>
    <w:rsid w:val="008658BE"/>
    <w:rsid w:val="00866044"/>
    <w:rsid w:val="00867611"/>
    <w:rsid w:val="00871E17"/>
    <w:rsid w:val="00871EAB"/>
    <w:rsid w:val="00880716"/>
    <w:rsid w:val="008817D6"/>
    <w:rsid w:val="00881FE9"/>
    <w:rsid w:val="008832B0"/>
    <w:rsid w:val="0089200E"/>
    <w:rsid w:val="008930B3"/>
    <w:rsid w:val="008A3A0D"/>
    <w:rsid w:val="008A49F6"/>
    <w:rsid w:val="008A5290"/>
    <w:rsid w:val="008A563B"/>
    <w:rsid w:val="008A7037"/>
    <w:rsid w:val="008B09A3"/>
    <w:rsid w:val="008B35C5"/>
    <w:rsid w:val="008B3A1B"/>
    <w:rsid w:val="008B3A64"/>
    <w:rsid w:val="008B418F"/>
    <w:rsid w:val="008B474D"/>
    <w:rsid w:val="008C19EA"/>
    <w:rsid w:val="008C2740"/>
    <w:rsid w:val="008C6252"/>
    <w:rsid w:val="008C7267"/>
    <w:rsid w:val="008D4FDC"/>
    <w:rsid w:val="008D7167"/>
    <w:rsid w:val="008D7600"/>
    <w:rsid w:val="008E0602"/>
    <w:rsid w:val="008E21F9"/>
    <w:rsid w:val="008E220D"/>
    <w:rsid w:val="008E2478"/>
    <w:rsid w:val="008E6275"/>
    <w:rsid w:val="008E717E"/>
    <w:rsid w:val="009016D7"/>
    <w:rsid w:val="00901ED2"/>
    <w:rsid w:val="00902106"/>
    <w:rsid w:val="00902E35"/>
    <w:rsid w:val="00910BAF"/>
    <w:rsid w:val="0091180A"/>
    <w:rsid w:val="00912B68"/>
    <w:rsid w:val="00912F41"/>
    <w:rsid w:val="00914070"/>
    <w:rsid w:val="009176F6"/>
    <w:rsid w:val="0093036A"/>
    <w:rsid w:val="009307C0"/>
    <w:rsid w:val="009323F7"/>
    <w:rsid w:val="00932F92"/>
    <w:rsid w:val="009479D7"/>
    <w:rsid w:val="00950882"/>
    <w:rsid w:val="00950CE1"/>
    <w:rsid w:val="009539E0"/>
    <w:rsid w:val="00953BF9"/>
    <w:rsid w:val="00960C4B"/>
    <w:rsid w:val="00961FD1"/>
    <w:rsid w:val="00964917"/>
    <w:rsid w:val="00965517"/>
    <w:rsid w:val="00971471"/>
    <w:rsid w:val="00974CC4"/>
    <w:rsid w:val="00975556"/>
    <w:rsid w:val="00977E32"/>
    <w:rsid w:val="009806B4"/>
    <w:rsid w:val="00981202"/>
    <w:rsid w:val="009840A4"/>
    <w:rsid w:val="0098579D"/>
    <w:rsid w:val="00985CE6"/>
    <w:rsid w:val="00985EF9"/>
    <w:rsid w:val="00987A0F"/>
    <w:rsid w:val="00990445"/>
    <w:rsid w:val="009918F8"/>
    <w:rsid w:val="009923C3"/>
    <w:rsid w:val="00995818"/>
    <w:rsid w:val="0099592D"/>
    <w:rsid w:val="00996B6A"/>
    <w:rsid w:val="009A2246"/>
    <w:rsid w:val="009A2FA2"/>
    <w:rsid w:val="009A364B"/>
    <w:rsid w:val="009A4C04"/>
    <w:rsid w:val="009A70C7"/>
    <w:rsid w:val="009B185D"/>
    <w:rsid w:val="009B2403"/>
    <w:rsid w:val="009B5080"/>
    <w:rsid w:val="009C1730"/>
    <w:rsid w:val="009C1911"/>
    <w:rsid w:val="009C25B2"/>
    <w:rsid w:val="009C3C71"/>
    <w:rsid w:val="009C4F9B"/>
    <w:rsid w:val="009C5235"/>
    <w:rsid w:val="009C5BCE"/>
    <w:rsid w:val="009D3776"/>
    <w:rsid w:val="009D564B"/>
    <w:rsid w:val="009E10C8"/>
    <w:rsid w:val="009E2111"/>
    <w:rsid w:val="009E4779"/>
    <w:rsid w:val="009E5977"/>
    <w:rsid w:val="009E7162"/>
    <w:rsid w:val="009F1867"/>
    <w:rsid w:val="009F4611"/>
    <w:rsid w:val="00A007D0"/>
    <w:rsid w:val="00A01CAB"/>
    <w:rsid w:val="00A02217"/>
    <w:rsid w:val="00A03352"/>
    <w:rsid w:val="00A05AE5"/>
    <w:rsid w:val="00A07A77"/>
    <w:rsid w:val="00A123F6"/>
    <w:rsid w:val="00A14B4E"/>
    <w:rsid w:val="00A153F4"/>
    <w:rsid w:val="00A15867"/>
    <w:rsid w:val="00A15CFD"/>
    <w:rsid w:val="00A161B3"/>
    <w:rsid w:val="00A16E99"/>
    <w:rsid w:val="00A203FE"/>
    <w:rsid w:val="00A20ADF"/>
    <w:rsid w:val="00A23730"/>
    <w:rsid w:val="00A24A77"/>
    <w:rsid w:val="00A2634D"/>
    <w:rsid w:val="00A30AAD"/>
    <w:rsid w:val="00A31272"/>
    <w:rsid w:val="00A32F1E"/>
    <w:rsid w:val="00A34B63"/>
    <w:rsid w:val="00A35C5B"/>
    <w:rsid w:val="00A4104C"/>
    <w:rsid w:val="00A4180C"/>
    <w:rsid w:val="00A442E9"/>
    <w:rsid w:val="00A46105"/>
    <w:rsid w:val="00A47168"/>
    <w:rsid w:val="00A51563"/>
    <w:rsid w:val="00A51CC4"/>
    <w:rsid w:val="00A51DD1"/>
    <w:rsid w:val="00A53285"/>
    <w:rsid w:val="00A543B2"/>
    <w:rsid w:val="00A54A53"/>
    <w:rsid w:val="00A578CB"/>
    <w:rsid w:val="00A630EB"/>
    <w:rsid w:val="00A64D3E"/>
    <w:rsid w:val="00A7128C"/>
    <w:rsid w:val="00A71758"/>
    <w:rsid w:val="00A770AD"/>
    <w:rsid w:val="00A77408"/>
    <w:rsid w:val="00A80C16"/>
    <w:rsid w:val="00A81466"/>
    <w:rsid w:val="00A81E15"/>
    <w:rsid w:val="00A834AD"/>
    <w:rsid w:val="00A849FE"/>
    <w:rsid w:val="00AA005A"/>
    <w:rsid w:val="00AA1F06"/>
    <w:rsid w:val="00AA21B9"/>
    <w:rsid w:val="00AA43F9"/>
    <w:rsid w:val="00AA54B9"/>
    <w:rsid w:val="00AA6621"/>
    <w:rsid w:val="00AA6BB6"/>
    <w:rsid w:val="00AB32F9"/>
    <w:rsid w:val="00AB33C3"/>
    <w:rsid w:val="00AB3E4B"/>
    <w:rsid w:val="00AB435B"/>
    <w:rsid w:val="00AC0DEA"/>
    <w:rsid w:val="00AC5529"/>
    <w:rsid w:val="00AC7C52"/>
    <w:rsid w:val="00AC7DFA"/>
    <w:rsid w:val="00AD3000"/>
    <w:rsid w:val="00AD4894"/>
    <w:rsid w:val="00AD53E6"/>
    <w:rsid w:val="00AD5AE9"/>
    <w:rsid w:val="00AE02B5"/>
    <w:rsid w:val="00AE2A6A"/>
    <w:rsid w:val="00AE382A"/>
    <w:rsid w:val="00AE521F"/>
    <w:rsid w:val="00AE6034"/>
    <w:rsid w:val="00AE6C8F"/>
    <w:rsid w:val="00AE6D2F"/>
    <w:rsid w:val="00AF2257"/>
    <w:rsid w:val="00AF2BDD"/>
    <w:rsid w:val="00AF4B5B"/>
    <w:rsid w:val="00AF68F4"/>
    <w:rsid w:val="00AF6BFC"/>
    <w:rsid w:val="00B00B6B"/>
    <w:rsid w:val="00B024FC"/>
    <w:rsid w:val="00B038A8"/>
    <w:rsid w:val="00B05F0F"/>
    <w:rsid w:val="00B06095"/>
    <w:rsid w:val="00B12243"/>
    <w:rsid w:val="00B1633B"/>
    <w:rsid w:val="00B16662"/>
    <w:rsid w:val="00B17A00"/>
    <w:rsid w:val="00B17AC8"/>
    <w:rsid w:val="00B24443"/>
    <w:rsid w:val="00B25C4A"/>
    <w:rsid w:val="00B2777F"/>
    <w:rsid w:val="00B34A2B"/>
    <w:rsid w:val="00B34C66"/>
    <w:rsid w:val="00B36162"/>
    <w:rsid w:val="00B371E2"/>
    <w:rsid w:val="00B45843"/>
    <w:rsid w:val="00B50034"/>
    <w:rsid w:val="00B527EA"/>
    <w:rsid w:val="00B52C84"/>
    <w:rsid w:val="00B53E26"/>
    <w:rsid w:val="00B566D3"/>
    <w:rsid w:val="00B57566"/>
    <w:rsid w:val="00B60927"/>
    <w:rsid w:val="00B60D01"/>
    <w:rsid w:val="00B60D9F"/>
    <w:rsid w:val="00B6132B"/>
    <w:rsid w:val="00B61BA1"/>
    <w:rsid w:val="00B64457"/>
    <w:rsid w:val="00B65E80"/>
    <w:rsid w:val="00B7001F"/>
    <w:rsid w:val="00B701DD"/>
    <w:rsid w:val="00B76CE0"/>
    <w:rsid w:val="00B76D5A"/>
    <w:rsid w:val="00B77C90"/>
    <w:rsid w:val="00B8096B"/>
    <w:rsid w:val="00B80ADA"/>
    <w:rsid w:val="00B83000"/>
    <w:rsid w:val="00B85052"/>
    <w:rsid w:val="00B86314"/>
    <w:rsid w:val="00B863CB"/>
    <w:rsid w:val="00B9138F"/>
    <w:rsid w:val="00B9154A"/>
    <w:rsid w:val="00B91736"/>
    <w:rsid w:val="00B92714"/>
    <w:rsid w:val="00B9334F"/>
    <w:rsid w:val="00BA1BFD"/>
    <w:rsid w:val="00BA7F7C"/>
    <w:rsid w:val="00BB066D"/>
    <w:rsid w:val="00BB0BC4"/>
    <w:rsid w:val="00BB1F6C"/>
    <w:rsid w:val="00BB501E"/>
    <w:rsid w:val="00BB75DC"/>
    <w:rsid w:val="00BB7864"/>
    <w:rsid w:val="00BB7910"/>
    <w:rsid w:val="00BC0DF8"/>
    <w:rsid w:val="00BC31AB"/>
    <w:rsid w:val="00BC31DD"/>
    <w:rsid w:val="00BC596A"/>
    <w:rsid w:val="00BC5EE7"/>
    <w:rsid w:val="00BC64E4"/>
    <w:rsid w:val="00BD1799"/>
    <w:rsid w:val="00BD2711"/>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F1F"/>
    <w:rsid w:val="00C11015"/>
    <w:rsid w:val="00C220E3"/>
    <w:rsid w:val="00C27A5B"/>
    <w:rsid w:val="00C27B80"/>
    <w:rsid w:val="00C32996"/>
    <w:rsid w:val="00C338BB"/>
    <w:rsid w:val="00C358C4"/>
    <w:rsid w:val="00C360F3"/>
    <w:rsid w:val="00C37E34"/>
    <w:rsid w:val="00C40B2E"/>
    <w:rsid w:val="00C41DD2"/>
    <w:rsid w:val="00C42CBE"/>
    <w:rsid w:val="00C42FC2"/>
    <w:rsid w:val="00C4318F"/>
    <w:rsid w:val="00C43D21"/>
    <w:rsid w:val="00C444BF"/>
    <w:rsid w:val="00C46433"/>
    <w:rsid w:val="00C47F20"/>
    <w:rsid w:val="00C512A7"/>
    <w:rsid w:val="00C520DB"/>
    <w:rsid w:val="00C52AFB"/>
    <w:rsid w:val="00C54119"/>
    <w:rsid w:val="00C56128"/>
    <w:rsid w:val="00C60015"/>
    <w:rsid w:val="00C60ABC"/>
    <w:rsid w:val="00C6149F"/>
    <w:rsid w:val="00C61620"/>
    <w:rsid w:val="00C70BA2"/>
    <w:rsid w:val="00C71997"/>
    <w:rsid w:val="00C7219C"/>
    <w:rsid w:val="00C738CD"/>
    <w:rsid w:val="00C74846"/>
    <w:rsid w:val="00C829CB"/>
    <w:rsid w:val="00C83CF8"/>
    <w:rsid w:val="00C840FA"/>
    <w:rsid w:val="00C86CD9"/>
    <w:rsid w:val="00C87D58"/>
    <w:rsid w:val="00C91E23"/>
    <w:rsid w:val="00C924B9"/>
    <w:rsid w:val="00C944CA"/>
    <w:rsid w:val="00C94B71"/>
    <w:rsid w:val="00C958D7"/>
    <w:rsid w:val="00C96BF8"/>
    <w:rsid w:val="00CA0DBA"/>
    <w:rsid w:val="00CA112B"/>
    <w:rsid w:val="00CA1B7C"/>
    <w:rsid w:val="00CA34A7"/>
    <w:rsid w:val="00CA4BE6"/>
    <w:rsid w:val="00CA5071"/>
    <w:rsid w:val="00CA51C3"/>
    <w:rsid w:val="00CA70EC"/>
    <w:rsid w:val="00CA7419"/>
    <w:rsid w:val="00CA7B3F"/>
    <w:rsid w:val="00CB25DB"/>
    <w:rsid w:val="00CB3959"/>
    <w:rsid w:val="00CB40BB"/>
    <w:rsid w:val="00CB4E08"/>
    <w:rsid w:val="00CC000B"/>
    <w:rsid w:val="00CC134E"/>
    <w:rsid w:val="00CC2CF5"/>
    <w:rsid w:val="00CC3B93"/>
    <w:rsid w:val="00CC48E7"/>
    <w:rsid w:val="00CC622C"/>
    <w:rsid w:val="00CD1A5F"/>
    <w:rsid w:val="00CD3A7B"/>
    <w:rsid w:val="00CD454A"/>
    <w:rsid w:val="00CD4EE1"/>
    <w:rsid w:val="00CD5659"/>
    <w:rsid w:val="00CD7844"/>
    <w:rsid w:val="00CE17B1"/>
    <w:rsid w:val="00CE2802"/>
    <w:rsid w:val="00CE2866"/>
    <w:rsid w:val="00CE545C"/>
    <w:rsid w:val="00CE572C"/>
    <w:rsid w:val="00CE7104"/>
    <w:rsid w:val="00CE7FB0"/>
    <w:rsid w:val="00CF07DB"/>
    <w:rsid w:val="00CF29F7"/>
    <w:rsid w:val="00CF443E"/>
    <w:rsid w:val="00CF4EBF"/>
    <w:rsid w:val="00CF7613"/>
    <w:rsid w:val="00D00D8F"/>
    <w:rsid w:val="00D017A0"/>
    <w:rsid w:val="00D01FC7"/>
    <w:rsid w:val="00D0318E"/>
    <w:rsid w:val="00D0572A"/>
    <w:rsid w:val="00D06CCA"/>
    <w:rsid w:val="00D156C3"/>
    <w:rsid w:val="00D1661B"/>
    <w:rsid w:val="00D2074B"/>
    <w:rsid w:val="00D24453"/>
    <w:rsid w:val="00D2732F"/>
    <w:rsid w:val="00D359B8"/>
    <w:rsid w:val="00D365E6"/>
    <w:rsid w:val="00D367D5"/>
    <w:rsid w:val="00D36D00"/>
    <w:rsid w:val="00D40ECA"/>
    <w:rsid w:val="00D4161B"/>
    <w:rsid w:val="00D41D5D"/>
    <w:rsid w:val="00D42998"/>
    <w:rsid w:val="00D46609"/>
    <w:rsid w:val="00D46AFA"/>
    <w:rsid w:val="00D47259"/>
    <w:rsid w:val="00D4744D"/>
    <w:rsid w:val="00D518DA"/>
    <w:rsid w:val="00D52858"/>
    <w:rsid w:val="00D603E6"/>
    <w:rsid w:val="00D61282"/>
    <w:rsid w:val="00D6445B"/>
    <w:rsid w:val="00D675AD"/>
    <w:rsid w:val="00D7190E"/>
    <w:rsid w:val="00D7271A"/>
    <w:rsid w:val="00D744FC"/>
    <w:rsid w:val="00D74BC9"/>
    <w:rsid w:val="00D74D4C"/>
    <w:rsid w:val="00D767E2"/>
    <w:rsid w:val="00D76994"/>
    <w:rsid w:val="00D77AF9"/>
    <w:rsid w:val="00D800BF"/>
    <w:rsid w:val="00D80FD7"/>
    <w:rsid w:val="00D83D4E"/>
    <w:rsid w:val="00D86680"/>
    <w:rsid w:val="00D87967"/>
    <w:rsid w:val="00D905EC"/>
    <w:rsid w:val="00D921BC"/>
    <w:rsid w:val="00D9245B"/>
    <w:rsid w:val="00D9607F"/>
    <w:rsid w:val="00D96365"/>
    <w:rsid w:val="00D97D03"/>
    <w:rsid w:val="00DA1A79"/>
    <w:rsid w:val="00DA348A"/>
    <w:rsid w:val="00DA6824"/>
    <w:rsid w:val="00DA7DF1"/>
    <w:rsid w:val="00DB074F"/>
    <w:rsid w:val="00DB12B3"/>
    <w:rsid w:val="00DB22DF"/>
    <w:rsid w:val="00DB2BD1"/>
    <w:rsid w:val="00DB357E"/>
    <w:rsid w:val="00DB3EA3"/>
    <w:rsid w:val="00DB44A3"/>
    <w:rsid w:val="00DB4B27"/>
    <w:rsid w:val="00DB6D38"/>
    <w:rsid w:val="00DC2041"/>
    <w:rsid w:val="00DC2843"/>
    <w:rsid w:val="00DC3BA3"/>
    <w:rsid w:val="00DC3FBF"/>
    <w:rsid w:val="00DC6558"/>
    <w:rsid w:val="00DC70E8"/>
    <w:rsid w:val="00DD080C"/>
    <w:rsid w:val="00DD2238"/>
    <w:rsid w:val="00DD5E8F"/>
    <w:rsid w:val="00DD6844"/>
    <w:rsid w:val="00DE15B8"/>
    <w:rsid w:val="00DE25C1"/>
    <w:rsid w:val="00DE2821"/>
    <w:rsid w:val="00DE32C9"/>
    <w:rsid w:val="00DE3B09"/>
    <w:rsid w:val="00DE3F78"/>
    <w:rsid w:val="00DF06EC"/>
    <w:rsid w:val="00DF1211"/>
    <w:rsid w:val="00DF1D2E"/>
    <w:rsid w:val="00DF2FFF"/>
    <w:rsid w:val="00DF3A73"/>
    <w:rsid w:val="00DF44CE"/>
    <w:rsid w:val="00DF47C4"/>
    <w:rsid w:val="00DF50D4"/>
    <w:rsid w:val="00DF78B1"/>
    <w:rsid w:val="00E000D9"/>
    <w:rsid w:val="00E01473"/>
    <w:rsid w:val="00E039F1"/>
    <w:rsid w:val="00E042D3"/>
    <w:rsid w:val="00E0730D"/>
    <w:rsid w:val="00E07632"/>
    <w:rsid w:val="00E13683"/>
    <w:rsid w:val="00E14C1A"/>
    <w:rsid w:val="00E157CE"/>
    <w:rsid w:val="00E162E4"/>
    <w:rsid w:val="00E168DC"/>
    <w:rsid w:val="00E215CB"/>
    <w:rsid w:val="00E216A5"/>
    <w:rsid w:val="00E21B8B"/>
    <w:rsid w:val="00E21F81"/>
    <w:rsid w:val="00E24E36"/>
    <w:rsid w:val="00E31F0D"/>
    <w:rsid w:val="00E339B3"/>
    <w:rsid w:val="00E345C9"/>
    <w:rsid w:val="00E351BA"/>
    <w:rsid w:val="00E364AD"/>
    <w:rsid w:val="00E3660E"/>
    <w:rsid w:val="00E379FA"/>
    <w:rsid w:val="00E431E9"/>
    <w:rsid w:val="00E434BC"/>
    <w:rsid w:val="00E53078"/>
    <w:rsid w:val="00E53841"/>
    <w:rsid w:val="00E60C7D"/>
    <w:rsid w:val="00E61E0F"/>
    <w:rsid w:val="00E621E0"/>
    <w:rsid w:val="00E62CDD"/>
    <w:rsid w:val="00E63A37"/>
    <w:rsid w:val="00E66E4E"/>
    <w:rsid w:val="00E66EB2"/>
    <w:rsid w:val="00E670ED"/>
    <w:rsid w:val="00E706B6"/>
    <w:rsid w:val="00E72327"/>
    <w:rsid w:val="00E743EE"/>
    <w:rsid w:val="00E743F9"/>
    <w:rsid w:val="00E76A12"/>
    <w:rsid w:val="00E77379"/>
    <w:rsid w:val="00E77E9B"/>
    <w:rsid w:val="00E803B9"/>
    <w:rsid w:val="00E84685"/>
    <w:rsid w:val="00E84A28"/>
    <w:rsid w:val="00E86594"/>
    <w:rsid w:val="00E87975"/>
    <w:rsid w:val="00E922CA"/>
    <w:rsid w:val="00E9351E"/>
    <w:rsid w:val="00E9502E"/>
    <w:rsid w:val="00E9704F"/>
    <w:rsid w:val="00E97A33"/>
    <w:rsid w:val="00EA548C"/>
    <w:rsid w:val="00EA6D30"/>
    <w:rsid w:val="00EB3BF3"/>
    <w:rsid w:val="00EB541B"/>
    <w:rsid w:val="00EB67C4"/>
    <w:rsid w:val="00EB79FE"/>
    <w:rsid w:val="00EC4FD0"/>
    <w:rsid w:val="00EC6E51"/>
    <w:rsid w:val="00ED132E"/>
    <w:rsid w:val="00ED1865"/>
    <w:rsid w:val="00ED2A6D"/>
    <w:rsid w:val="00ED2E80"/>
    <w:rsid w:val="00ED3BA6"/>
    <w:rsid w:val="00ED4EED"/>
    <w:rsid w:val="00ED4EF2"/>
    <w:rsid w:val="00ED72C2"/>
    <w:rsid w:val="00EE771F"/>
    <w:rsid w:val="00EE7EA5"/>
    <w:rsid w:val="00EF014A"/>
    <w:rsid w:val="00EF08FC"/>
    <w:rsid w:val="00EF220A"/>
    <w:rsid w:val="00EF24EE"/>
    <w:rsid w:val="00EF6EE8"/>
    <w:rsid w:val="00F00E37"/>
    <w:rsid w:val="00F0162A"/>
    <w:rsid w:val="00F04369"/>
    <w:rsid w:val="00F05D3B"/>
    <w:rsid w:val="00F05EA5"/>
    <w:rsid w:val="00F07341"/>
    <w:rsid w:val="00F10313"/>
    <w:rsid w:val="00F11566"/>
    <w:rsid w:val="00F11ABB"/>
    <w:rsid w:val="00F13D78"/>
    <w:rsid w:val="00F16278"/>
    <w:rsid w:val="00F22BCC"/>
    <w:rsid w:val="00F23AB4"/>
    <w:rsid w:val="00F2587F"/>
    <w:rsid w:val="00F32AD9"/>
    <w:rsid w:val="00F33B4B"/>
    <w:rsid w:val="00F3467D"/>
    <w:rsid w:val="00F351B4"/>
    <w:rsid w:val="00F35E14"/>
    <w:rsid w:val="00F37AA7"/>
    <w:rsid w:val="00F41823"/>
    <w:rsid w:val="00F41942"/>
    <w:rsid w:val="00F43576"/>
    <w:rsid w:val="00F43F5C"/>
    <w:rsid w:val="00F543EB"/>
    <w:rsid w:val="00F56600"/>
    <w:rsid w:val="00F57C65"/>
    <w:rsid w:val="00F6445F"/>
    <w:rsid w:val="00F66185"/>
    <w:rsid w:val="00F701F2"/>
    <w:rsid w:val="00F70CA6"/>
    <w:rsid w:val="00F717E3"/>
    <w:rsid w:val="00F718B6"/>
    <w:rsid w:val="00F72063"/>
    <w:rsid w:val="00F72130"/>
    <w:rsid w:val="00F751FC"/>
    <w:rsid w:val="00F772D4"/>
    <w:rsid w:val="00F77738"/>
    <w:rsid w:val="00F77D0C"/>
    <w:rsid w:val="00F8195F"/>
    <w:rsid w:val="00F82433"/>
    <w:rsid w:val="00F830D9"/>
    <w:rsid w:val="00F83191"/>
    <w:rsid w:val="00F833E2"/>
    <w:rsid w:val="00F84333"/>
    <w:rsid w:val="00F8468E"/>
    <w:rsid w:val="00F860B6"/>
    <w:rsid w:val="00F877D4"/>
    <w:rsid w:val="00F92F4E"/>
    <w:rsid w:val="00F94AD3"/>
    <w:rsid w:val="00FA5183"/>
    <w:rsid w:val="00FA545E"/>
    <w:rsid w:val="00FA5E02"/>
    <w:rsid w:val="00FA5F67"/>
    <w:rsid w:val="00FB1232"/>
    <w:rsid w:val="00FB1313"/>
    <w:rsid w:val="00FB2C5B"/>
    <w:rsid w:val="00FB38F4"/>
    <w:rsid w:val="00FB50DB"/>
    <w:rsid w:val="00FB64EE"/>
    <w:rsid w:val="00FB680F"/>
    <w:rsid w:val="00FC0FC3"/>
    <w:rsid w:val="00FC1FC7"/>
    <w:rsid w:val="00FC4C6D"/>
    <w:rsid w:val="00FD013C"/>
    <w:rsid w:val="00FD2F60"/>
    <w:rsid w:val="00FD428A"/>
    <w:rsid w:val="00FD53BE"/>
    <w:rsid w:val="00FD69AB"/>
    <w:rsid w:val="00FD72BB"/>
    <w:rsid w:val="00FE1A40"/>
    <w:rsid w:val="00FE1BD5"/>
    <w:rsid w:val="00FE1BE8"/>
    <w:rsid w:val="00FE2814"/>
    <w:rsid w:val="00FE38AE"/>
    <w:rsid w:val="00FE3C52"/>
    <w:rsid w:val="00FE3D7E"/>
    <w:rsid w:val="00FF1B3A"/>
    <w:rsid w:val="00FF211B"/>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3"/>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66044"/>
    <w:rPr>
      <w:sz w:val="24"/>
      <w:szCs w:val="24"/>
    </w:rPr>
  </w:style>
  <w:style w:type="paragraph" w:styleId="Titolo2">
    <w:name w:val="heading 2"/>
    <w:basedOn w:val="Normale"/>
    <w:next w:val="Normale"/>
    <w:link w:val="Titolo2Carattere"/>
    <w:semiHidden/>
    <w:unhideWhenUsed/>
    <w:qFormat/>
    <w:rsid w:val="00F6618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link w:val="CorpotestoCaratter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 w:type="character" w:customStyle="1" w:styleId="CorpotestoCarattere">
    <w:name w:val="Corpo testo Carattere"/>
    <w:basedOn w:val="Carpredefinitoparagrafo"/>
    <w:link w:val="Corpotesto"/>
    <w:rsid w:val="00A543B2"/>
    <w:rPr>
      <w:sz w:val="24"/>
    </w:rPr>
  </w:style>
  <w:style w:type="paragraph" w:customStyle="1" w:styleId="Default">
    <w:name w:val="Default"/>
    <w:rsid w:val="00AB32F9"/>
    <w:pPr>
      <w:autoSpaceDE w:val="0"/>
      <w:autoSpaceDN w:val="0"/>
      <w:adjustRightInd w:val="0"/>
    </w:pPr>
    <w:rPr>
      <w:rFonts w:ascii="Calibri" w:hAnsi="Calibri" w:cs="Calibri"/>
      <w:color w:val="000000"/>
      <w:sz w:val="24"/>
      <w:szCs w:val="24"/>
    </w:rPr>
  </w:style>
  <w:style w:type="character" w:customStyle="1" w:styleId="Titolo2Carattere">
    <w:name w:val="Titolo 2 Carattere"/>
    <w:basedOn w:val="Carpredefinitoparagrafo"/>
    <w:link w:val="Titolo2"/>
    <w:semiHidden/>
    <w:rsid w:val="00F66185"/>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274674810">
      <w:bodyDiv w:val="1"/>
      <w:marLeft w:val="0"/>
      <w:marRight w:val="0"/>
      <w:marTop w:val="0"/>
      <w:marBottom w:val="0"/>
      <w:divBdr>
        <w:top w:val="none" w:sz="0" w:space="0" w:color="auto"/>
        <w:left w:val="none" w:sz="0" w:space="0" w:color="auto"/>
        <w:bottom w:val="none" w:sz="0" w:space="0" w:color="auto"/>
        <w:right w:val="none" w:sz="0" w:space="0" w:color="auto"/>
      </w:divBdr>
    </w:div>
    <w:div w:id="365106274">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548029305">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7BAA1139C49484C9B00C360E1C825B2"/>
        <w:category>
          <w:name w:val="Generale"/>
          <w:gallery w:val="placeholder"/>
        </w:category>
        <w:types>
          <w:type w:val="bbPlcHdr"/>
        </w:types>
        <w:behaviors>
          <w:behavior w:val="content"/>
        </w:behaviors>
        <w:guid w:val="{0A20603E-6CED-41A1-8B74-0F437BDD78C3}"/>
      </w:docPartPr>
      <w:docPartBody>
        <w:p w:rsidR="009458C2" w:rsidRDefault="00182E1B" w:rsidP="00182E1B">
          <w:pPr>
            <w:pStyle w:val="F7BAA1139C49484C9B00C360E1C825B2"/>
          </w:pPr>
          <w:r w:rsidRPr="000C4B79">
            <w:rPr>
              <w:rStyle w:val="Testosegnaposto"/>
            </w:rPr>
            <w:t>Fare clic qui per immettere testo.</w:t>
          </w:r>
        </w:p>
      </w:docPartBody>
    </w:docPart>
    <w:docPart>
      <w:docPartPr>
        <w:name w:val="14BA016B85C74214B12A7BC8DB6D8235"/>
        <w:category>
          <w:name w:val="Generale"/>
          <w:gallery w:val="placeholder"/>
        </w:category>
        <w:types>
          <w:type w:val="bbPlcHdr"/>
        </w:types>
        <w:behaviors>
          <w:behavior w:val="content"/>
        </w:behaviors>
        <w:guid w:val="{903D6549-41CA-4887-94F2-7D842B4864B9}"/>
      </w:docPartPr>
      <w:docPartBody>
        <w:p w:rsidR="009458C2" w:rsidRDefault="00182E1B" w:rsidP="00182E1B">
          <w:pPr>
            <w:pStyle w:val="14BA016B85C74214B12A7BC8DB6D8235"/>
          </w:pPr>
          <w:r w:rsidRPr="000C4B79">
            <w:rPr>
              <w:rStyle w:val="Testosegnaposto"/>
            </w:rPr>
            <w:t>Fare clic qui per immettere testo.</w:t>
          </w:r>
        </w:p>
      </w:docPartBody>
    </w:docPart>
    <w:docPart>
      <w:docPartPr>
        <w:name w:val="7444DB8F04734398B4349D326CF32C6B"/>
        <w:category>
          <w:name w:val="Generale"/>
          <w:gallery w:val="placeholder"/>
        </w:category>
        <w:types>
          <w:type w:val="bbPlcHdr"/>
        </w:types>
        <w:behaviors>
          <w:behavior w:val="content"/>
        </w:behaviors>
        <w:guid w:val="{CD620597-5DBD-45B3-A908-D549D226A664}"/>
      </w:docPartPr>
      <w:docPartBody>
        <w:p w:rsidR="004748E7" w:rsidRDefault="0020359B" w:rsidP="0020359B">
          <w:pPr>
            <w:pStyle w:val="7444DB8F04734398B4349D326CF32C6B"/>
          </w:pPr>
          <w:r w:rsidRPr="007176B6">
            <w:rPr>
              <w:rStyle w:val="Testosegnaposto"/>
            </w:rPr>
            <w:t>Fare clic qui per immettere testo.</w:t>
          </w:r>
        </w:p>
      </w:docPartBody>
    </w:docPart>
    <w:docPart>
      <w:docPartPr>
        <w:name w:val="682D2ECDCAF14F6C8C63C78FDAA18392"/>
        <w:category>
          <w:name w:val="Generale"/>
          <w:gallery w:val="placeholder"/>
        </w:category>
        <w:types>
          <w:type w:val="bbPlcHdr"/>
        </w:types>
        <w:behaviors>
          <w:behavior w:val="content"/>
        </w:behaviors>
        <w:guid w:val="{A03CE4F5-18CC-486E-91E9-C0C19157F3A7}"/>
      </w:docPartPr>
      <w:docPartBody>
        <w:p w:rsidR="004748E7" w:rsidRDefault="0020359B" w:rsidP="0020359B">
          <w:pPr>
            <w:pStyle w:val="682D2ECDCAF14F6C8C63C78FDAA18392"/>
          </w:pPr>
          <w:r w:rsidRPr="007176B6">
            <w:rPr>
              <w:rStyle w:val="Testosegnaposto"/>
            </w:rPr>
            <w:t>Fare clic qui per immettere testo.</w:t>
          </w:r>
        </w:p>
      </w:docPartBody>
    </w:docPart>
    <w:docPart>
      <w:docPartPr>
        <w:name w:val="E4B4F932DBE2427F8625AF41C6B18B88"/>
        <w:category>
          <w:name w:val="Generale"/>
          <w:gallery w:val="placeholder"/>
        </w:category>
        <w:types>
          <w:type w:val="bbPlcHdr"/>
        </w:types>
        <w:behaviors>
          <w:behavior w:val="content"/>
        </w:behaviors>
        <w:guid w:val="{61EFE51F-1CEE-4944-A6F2-C7015A4EED01}"/>
      </w:docPartPr>
      <w:docPartBody>
        <w:p w:rsidR="004748E7" w:rsidRDefault="0020359B" w:rsidP="0020359B">
          <w:pPr>
            <w:pStyle w:val="E4B4F932DBE2427F8625AF41C6B18B88"/>
          </w:pPr>
          <w:r w:rsidRPr="007176B6">
            <w:rPr>
              <w:rStyle w:val="Testosegnaposto"/>
            </w:rPr>
            <w:t>Fare clic qui per immettere testo.</w:t>
          </w:r>
        </w:p>
      </w:docPartBody>
    </w:docPart>
    <w:docPart>
      <w:docPartPr>
        <w:name w:val="4F769F826B644194AE3147BAAF12DC61"/>
        <w:category>
          <w:name w:val="Generale"/>
          <w:gallery w:val="placeholder"/>
        </w:category>
        <w:types>
          <w:type w:val="bbPlcHdr"/>
        </w:types>
        <w:behaviors>
          <w:behavior w:val="content"/>
        </w:behaviors>
        <w:guid w:val="{8ED13FF5-B18C-4760-8F1A-A31874B04A88}"/>
      </w:docPartPr>
      <w:docPartBody>
        <w:p w:rsidR="004748E7" w:rsidRDefault="0020359B" w:rsidP="0020359B">
          <w:pPr>
            <w:pStyle w:val="4F769F826B644194AE3147BAAF12DC61"/>
          </w:pPr>
          <w:r w:rsidRPr="007176B6">
            <w:rPr>
              <w:rStyle w:val="Testosegnaposto"/>
            </w:rPr>
            <w:t>Fare clic qui per immettere testo.</w:t>
          </w:r>
        </w:p>
      </w:docPartBody>
    </w:docPart>
    <w:docPart>
      <w:docPartPr>
        <w:name w:val="E0214C6C7CE74F70A6FD44FC853F2AAE"/>
        <w:category>
          <w:name w:val="Generale"/>
          <w:gallery w:val="placeholder"/>
        </w:category>
        <w:types>
          <w:type w:val="bbPlcHdr"/>
        </w:types>
        <w:behaviors>
          <w:behavior w:val="content"/>
        </w:behaviors>
        <w:guid w:val="{C48EDC89-94DF-4511-92AB-F0E2F58F78A4}"/>
      </w:docPartPr>
      <w:docPartBody>
        <w:p w:rsidR="004748E7" w:rsidRDefault="0020359B" w:rsidP="0020359B">
          <w:pPr>
            <w:pStyle w:val="E0214C6C7CE74F70A6FD44FC853F2AAE"/>
          </w:pPr>
          <w:r w:rsidRPr="007176B6">
            <w:rPr>
              <w:rStyle w:val="Testosegnaposto"/>
            </w:rPr>
            <w:t>Fare clic qui per immettere testo.</w:t>
          </w:r>
        </w:p>
      </w:docPartBody>
    </w:docPart>
    <w:docPart>
      <w:docPartPr>
        <w:name w:val="D21A5FFE7248472AA0AD607C48929AA2"/>
        <w:category>
          <w:name w:val="Generale"/>
          <w:gallery w:val="placeholder"/>
        </w:category>
        <w:types>
          <w:type w:val="bbPlcHdr"/>
        </w:types>
        <w:behaviors>
          <w:behavior w:val="content"/>
        </w:behaviors>
        <w:guid w:val="{37C0F323-847F-49CF-BE20-5F46515DF2DC}"/>
      </w:docPartPr>
      <w:docPartBody>
        <w:p w:rsidR="004748E7" w:rsidRDefault="0020359B" w:rsidP="0020359B">
          <w:pPr>
            <w:pStyle w:val="D21A5FFE7248472AA0AD607C48929AA2"/>
          </w:pPr>
          <w:r w:rsidRPr="007176B6">
            <w:rPr>
              <w:rStyle w:val="Testosegnaposto"/>
            </w:rPr>
            <w:t>Fare clic qui per immettere testo.</w:t>
          </w:r>
        </w:p>
      </w:docPartBody>
    </w:docPart>
    <w:docPart>
      <w:docPartPr>
        <w:name w:val="F886113C21D04497A20FA40CAB4E3F0A"/>
        <w:category>
          <w:name w:val="Generale"/>
          <w:gallery w:val="placeholder"/>
        </w:category>
        <w:types>
          <w:type w:val="bbPlcHdr"/>
        </w:types>
        <w:behaviors>
          <w:behavior w:val="content"/>
        </w:behaviors>
        <w:guid w:val="{EEFC8671-C7B5-43F4-85AC-EFE02E18A30F}"/>
      </w:docPartPr>
      <w:docPartBody>
        <w:p w:rsidR="004748E7" w:rsidRDefault="0020359B" w:rsidP="0020359B">
          <w:pPr>
            <w:pStyle w:val="F886113C21D04497A20FA40CAB4E3F0A"/>
          </w:pPr>
          <w:r w:rsidRPr="007176B6">
            <w:rPr>
              <w:rStyle w:val="Testosegnaposto"/>
            </w:rPr>
            <w:t>Fare clic qui per immettere testo.</w:t>
          </w:r>
        </w:p>
      </w:docPartBody>
    </w:docPart>
    <w:docPart>
      <w:docPartPr>
        <w:name w:val="94BAFD6E708644FDA6A688C5697975FC"/>
        <w:category>
          <w:name w:val="Generale"/>
          <w:gallery w:val="placeholder"/>
        </w:category>
        <w:types>
          <w:type w:val="bbPlcHdr"/>
        </w:types>
        <w:behaviors>
          <w:behavior w:val="content"/>
        </w:behaviors>
        <w:guid w:val="{C9D53B96-43CA-46DA-9AD2-DD2E8E8CDE52}"/>
      </w:docPartPr>
      <w:docPartBody>
        <w:p w:rsidR="004748E7" w:rsidRDefault="0020359B" w:rsidP="0020359B">
          <w:pPr>
            <w:pStyle w:val="94BAFD6E708644FDA6A688C5697975FC"/>
          </w:pPr>
          <w:r w:rsidRPr="007176B6">
            <w:rPr>
              <w:rStyle w:val="Testosegnaposto"/>
            </w:rPr>
            <w:t>Fare clic qui per immettere testo.</w:t>
          </w:r>
        </w:p>
      </w:docPartBody>
    </w:docPart>
    <w:docPart>
      <w:docPartPr>
        <w:name w:val="430B717AEC414E299F8BE9B0606E32CF"/>
        <w:category>
          <w:name w:val="Generale"/>
          <w:gallery w:val="placeholder"/>
        </w:category>
        <w:types>
          <w:type w:val="bbPlcHdr"/>
        </w:types>
        <w:behaviors>
          <w:behavior w:val="content"/>
        </w:behaviors>
        <w:guid w:val="{B45D149D-8B55-4505-BCDA-87CA519C7790}"/>
      </w:docPartPr>
      <w:docPartBody>
        <w:p w:rsidR="004748E7" w:rsidRDefault="0020359B" w:rsidP="0020359B">
          <w:pPr>
            <w:pStyle w:val="430B717AEC414E299F8BE9B0606E32CF"/>
          </w:pPr>
          <w:r w:rsidRPr="007176B6">
            <w:rPr>
              <w:rStyle w:val="Testosegnaposto"/>
            </w:rPr>
            <w:t>Fare clic qui per immettere testo.</w:t>
          </w:r>
        </w:p>
      </w:docPartBody>
    </w:docPart>
    <w:docPart>
      <w:docPartPr>
        <w:name w:val="C8C27B653F054825BC10B93EB93AB036"/>
        <w:category>
          <w:name w:val="Generale"/>
          <w:gallery w:val="placeholder"/>
        </w:category>
        <w:types>
          <w:type w:val="bbPlcHdr"/>
        </w:types>
        <w:behaviors>
          <w:behavior w:val="content"/>
        </w:behaviors>
        <w:guid w:val="{190207E8-0F68-4655-973E-8C12EE264F8C}"/>
      </w:docPartPr>
      <w:docPartBody>
        <w:p w:rsidR="004748E7" w:rsidRDefault="0020359B" w:rsidP="0020359B">
          <w:pPr>
            <w:pStyle w:val="C8C27B653F054825BC10B93EB93AB036"/>
          </w:pPr>
          <w:r w:rsidRPr="007176B6">
            <w:rPr>
              <w:rStyle w:val="Testosegnaposto"/>
            </w:rPr>
            <w:t>Fare clic qui per immettere testo.</w:t>
          </w:r>
        </w:p>
      </w:docPartBody>
    </w:docPart>
    <w:docPart>
      <w:docPartPr>
        <w:name w:val="CE8CA2DB7179483C82DCA0FB62DF1007"/>
        <w:category>
          <w:name w:val="Generale"/>
          <w:gallery w:val="placeholder"/>
        </w:category>
        <w:types>
          <w:type w:val="bbPlcHdr"/>
        </w:types>
        <w:behaviors>
          <w:behavior w:val="content"/>
        </w:behaviors>
        <w:guid w:val="{2D8D164F-EA71-4005-9862-CFCC19C213C6}"/>
      </w:docPartPr>
      <w:docPartBody>
        <w:p w:rsidR="004748E7" w:rsidRDefault="0020359B" w:rsidP="0020359B">
          <w:pPr>
            <w:pStyle w:val="CE8CA2DB7179483C82DCA0FB62DF1007"/>
          </w:pPr>
          <w:r w:rsidRPr="007176B6">
            <w:rPr>
              <w:rStyle w:val="Testosegnaposto"/>
            </w:rPr>
            <w:t>Fare clic qui per immettere testo.</w:t>
          </w:r>
        </w:p>
      </w:docPartBody>
    </w:docPart>
    <w:docPart>
      <w:docPartPr>
        <w:name w:val="B0FC6075065D4CF1A3A17410C1759551"/>
        <w:category>
          <w:name w:val="Generale"/>
          <w:gallery w:val="placeholder"/>
        </w:category>
        <w:types>
          <w:type w:val="bbPlcHdr"/>
        </w:types>
        <w:behaviors>
          <w:behavior w:val="content"/>
        </w:behaviors>
        <w:guid w:val="{427879C0-D978-4E27-84E4-CF3B9E12590A}"/>
      </w:docPartPr>
      <w:docPartBody>
        <w:p w:rsidR="004748E7" w:rsidRDefault="0020359B" w:rsidP="0020359B">
          <w:pPr>
            <w:pStyle w:val="B0FC6075065D4CF1A3A17410C1759551"/>
          </w:pPr>
          <w:r w:rsidRPr="007176B6">
            <w:rPr>
              <w:rStyle w:val="Testosegnaposto"/>
            </w:rPr>
            <w:t>Fare clic qui per immettere testo.</w:t>
          </w:r>
        </w:p>
      </w:docPartBody>
    </w:docPart>
    <w:docPart>
      <w:docPartPr>
        <w:name w:val="D2B277930CAE4E65AFE3CD86BA0FCE3D"/>
        <w:category>
          <w:name w:val="Generale"/>
          <w:gallery w:val="placeholder"/>
        </w:category>
        <w:types>
          <w:type w:val="bbPlcHdr"/>
        </w:types>
        <w:behaviors>
          <w:behavior w:val="content"/>
        </w:behaviors>
        <w:guid w:val="{1EC8151D-0F3F-444E-A7A8-A6AB9CBFB206}"/>
      </w:docPartPr>
      <w:docPartBody>
        <w:p w:rsidR="004A15E2" w:rsidRDefault="009C439C" w:rsidP="009C439C">
          <w:pPr>
            <w:pStyle w:val="D2B277930CAE4E65AFE3CD86BA0FCE3D"/>
          </w:pPr>
          <w:r>
            <w:rPr>
              <w:rStyle w:val="Testosegnaposto"/>
            </w:rPr>
            <w:t>Fare clic qui per immettere testo.</w:t>
          </w:r>
        </w:p>
      </w:docPartBody>
    </w:docPart>
    <w:docPart>
      <w:docPartPr>
        <w:name w:val="719F3790EC0545C4BBABC6242C55D0E7"/>
        <w:category>
          <w:name w:val="Generale"/>
          <w:gallery w:val="placeholder"/>
        </w:category>
        <w:types>
          <w:type w:val="bbPlcHdr"/>
        </w:types>
        <w:behaviors>
          <w:behavior w:val="content"/>
        </w:behaviors>
        <w:guid w:val="{DA2C46B9-FCE2-4F73-93F7-8BDF778F9AB6}"/>
      </w:docPartPr>
      <w:docPartBody>
        <w:p w:rsidR="004A15E2" w:rsidRDefault="009C439C" w:rsidP="009C439C">
          <w:pPr>
            <w:pStyle w:val="719F3790EC0545C4BBABC6242C55D0E7"/>
          </w:pPr>
          <w:r>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2B5D"/>
    <w:rsid w:val="00095B05"/>
    <w:rsid w:val="001755D1"/>
    <w:rsid w:val="00182E1B"/>
    <w:rsid w:val="001A7260"/>
    <w:rsid w:val="0020359B"/>
    <w:rsid w:val="0026215B"/>
    <w:rsid w:val="00287941"/>
    <w:rsid w:val="002F6FDA"/>
    <w:rsid w:val="003609E6"/>
    <w:rsid w:val="00374382"/>
    <w:rsid w:val="003C669E"/>
    <w:rsid w:val="004748E7"/>
    <w:rsid w:val="004A15E2"/>
    <w:rsid w:val="004A1F4A"/>
    <w:rsid w:val="004C2CDE"/>
    <w:rsid w:val="00513A45"/>
    <w:rsid w:val="005D7B09"/>
    <w:rsid w:val="005F0467"/>
    <w:rsid w:val="0060516A"/>
    <w:rsid w:val="006F5513"/>
    <w:rsid w:val="006F7CC4"/>
    <w:rsid w:val="00712E23"/>
    <w:rsid w:val="007557D9"/>
    <w:rsid w:val="00823A6A"/>
    <w:rsid w:val="008B5DA5"/>
    <w:rsid w:val="009458C2"/>
    <w:rsid w:val="009C439C"/>
    <w:rsid w:val="009E1C3E"/>
    <w:rsid w:val="00A33B61"/>
    <w:rsid w:val="00A929D4"/>
    <w:rsid w:val="00AB4BA7"/>
    <w:rsid w:val="00AC260E"/>
    <w:rsid w:val="00BE6DDA"/>
    <w:rsid w:val="00C835CA"/>
    <w:rsid w:val="00C83949"/>
    <w:rsid w:val="00D025DE"/>
    <w:rsid w:val="00DD683F"/>
    <w:rsid w:val="00E477D2"/>
    <w:rsid w:val="00E60D82"/>
    <w:rsid w:val="00E745B1"/>
    <w:rsid w:val="00E9560C"/>
    <w:rsid w:val="00F143E5"/>
    <w:rsid w:val="00F622BA"/>
    <w:rsid w:val="00F904D3"/>
    <w:rsid w:val="00FC782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9C439C"/>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7C30BAA7DB44828B4E334FEC7142C1A">
    <w:name w:val="97C30BAA7DB44828B4E334FEC7142C1A"/>
    <w:rsid w:val="00E9560C"/>
  </w:style>
  <w:style w:type="paragraph" w:customStyle="1" w:styleId="093A519B4396468A8F1C53D652A5CD09">
    <w:name w:val="093A519B4396468A8F1C53D652A5CD09"/>
    <w:rsid w:val="00E9560C"/>
  </w:style>
  <w:style w:type="paragraph" w:customStyle="1" w:styleId="E8C654B8183B4A0BBFF2ED52D334500E">
    <w:name w:val="E8C654B8183B4A0BBFF2ED52D334500E"/>
    <w:rsid w:val="00E60D82"/>
  </w:style>
  <w:style w:type="paragraph" w:customStyle="1" w:styleId="0F8F9CEBE0544B71A57B036C3067C544">
    <w:name w:val="0F8F9CEBE0544B71A57B036C3067C544"/>
    <w:rsid w:val="00E60D82"/>
  </w:style>
  <w:style w:type="paragraph" w:customStyle="1" w:styleId="A47446D931F54DF39B3EBF8AFF33EB5D">
    <w:name w:val="A47446D931F54DF39B3EBF8AFF33EB5D"/>
    <w:rsid w:val="00E60D82"/>
  </w:style>
  <w:style w:type="paragraph" w:customStyle="1" w:styleId="8A90808E33CB4128AF827E55F3B3B4E9">
    <w:name w:val="8A90808E33CB4128AF827E55F3B3B4E9"/>
    <w:rsid w:val="00E60D82"/>
  </w:style>
  <w:style w:type="paragraph" w:customStyle="1" w:styleId="F30C8B7AF0FA484DAD2A7A33A5F427FF">
    <w:name w:val="F30C8B7AF0FA484DAD2A7A33A5F427FF"/>
    <w:rsid w:val="00E60D82"/>
  </w:style>
  <w:style w:type="paragraph" w:customStyle="1" w:styleId="600A6D9812514D61A3AFF89CE641DE72">
    <w:name w:val="600A6D9812514D61A3AFF89CE641DE72"/>
    <w:rsid w:val="00E60D82"/>
  </w:style>
  <w:style w:type="paragraph" w:customStyle="1" w:styleId="E2A7BD65B8644652B445FC93F85D8C5D">
    <w:name w:val="E2A7BD65B8644652B445FC93F85D8C5D"/>
    <w:rsid w:val="00E60D82"/>
  </w:style>
  <w:style w:type="paragraph" w:customStyle="1" w:styleId="20328A27EEDE49AE9BC731557660CD5E">
    <w:name w:val="20328A27EEDE49AE9BC731557660CD5E"/>
    <w:rsid w:val="00E60D82"/>
  </w:style>
  <w:style w:type="paragraph" w:customStyle="1" w:styleId="A846412B8C9544678117B098E1144881">
    <w:name w:val="A846412B8C9544678117B098E1144881"/>
    <w:rsid w:val="00E60D82"/>
  </w:style>
  <w:style w:type="paragraph" w:customStyle="1" w:styleId="2F05CD9B5B47413B94BC6D6D79B660CF">
    <w:name w:val="2F05CD9B5B47413B94BC6D6D79B660CF"/>
    <w:rsid w:val="00E60D82"/>
  </w:style>
  <w:style w:type="paragraph" w:customStyle="1" w:styleId="A4FBCC619DFE4296B30D822B7A9E33EA">
    <w:name w:val="A4FBCC619DFE4296B30D822B7A9E33EA"/>
    <w:rsid w:val="00E60D82"/>
  </w:style>
  <w:style w:type="paragraph" w:customStyle="1" w:styleId="848DEB746B9B441A9BC03FB22CCA8531">
    <w:name w:val="848DEB746B9B441A9BC03FB22CCA8531"/>
    <w:rsid w:val="00E60D82"/>
  </w:style>
  <w:style w:type="paragraph" w:customStyle="1" w:styleId="F4F5D004DAB0462382C83764693EEDAA">
    <w:name w:val="F4F5D004DAB0462382C83764693EEDAA"/>
    <w:rsid w:val="00E60D82"/>
  </w:style>
  <w:style w:type="paragraph" w:customStyle="1" w:styleId="24B919DA2B7D4233AD25A4E439D0257D">
    <w:name w:val="24B919DA2B7D4233AD25A4E439D0257D"/>
    <w:rsid w:val="00E60D82"/>
  </w:style>
  <w:style w:type="paragraph" w:customStyle="1" w:styleId="482106D901414AC6B2DD7A45416921BE">
    <w:name w:val="482106D901414AC6B2DD7A45416921BE"/>
    <w:rsid w:val="00E60D82"/>
  </w:style>
  <w:style w:type="paragraph" w:customStyle="1" w:styleId="A5870429D47C4084B6135134CCCF25E4">
    <w:name w:val="A5870429D47C4084B6135134CCCF25E4"/>
    <w:rsid w:val="00E60D82"/>
  </w:style>
  <w:style w:type="paragraph" w:customStyle="1" w:styleId="9D8881E809484C4EA2C8D4CED14EAE6C">
    <w:name w:val="9D8881E809484C4EA2C8D4CED14EAE6C"/>
    <w:rsid w:val="00E60D82"/>
  </w:style>
  <w:style w:type="paragraph" w:customStyle="1" w:styleId="B3775744F81441BD8875CAB472E1678E">
    <w:name w:val="B3775744F81441BD8875CAB472E1678E"/>
    <w:rsid w:val="00E60D82"/>
  </w:style>
  <w:style w:type="paragraph" w:customStyle="1" w:styleId="ED265E0608894F4A9F02F189072D37A7">
    <w:name w:val="ED265E0608894F4A9F02F189072D37A7"/>
    <w:rsid w:val="00E60D82"/>
  </w:style>
  <w:style w:type="paragraph" w:customStyle="1" w:styleId="ADFC91E5634743BF83DFFA945E4564AA">
    <w:name w:val="ADFC91E5634743BF83DFFA945E4564AA"/>
    <w:rsid w:val="00E60D82"/>
  </w:style>
  <w:style w:type="paragraph" w:customStyle="1" w:styleId="4EE3581983B6481B83B6BB911EEE35B2">
    <w:name w:val="4EE3581983B6481B83B6BB911EEE35B2"/>
    <w:rsid w:val="00E60D82"/>
  </w:style>
  <w:style w:type="paragraph" w:customStyle="1" w:styleId="8158933299FD496188A8EBC3657546C6">
    <w:name w:val="8158933299FD496188A8EBC3657546C6"/>
    <w:rsid w:val="00E60D82"/>
  </w:style>
  <w:style w:type="paragraph" w:customStyle="1" w:styleId="1CEBFA884804447196BDE91851982BC4">
    <w:name w:val="1CEBFA884804447196BDE91851982BC4"/>
    <w:rsid w:val="00E60D82"/>
  </w:style>
  <w:style w:type="paragraph" w:customStyle="1" w:styleId="E1A4C15D4D9F495C9CA3E8546A4987D8">
    <w:name w:val="E1A4C15D4D9F495C9CA3E8546A4987D8"/>
    <w:rsid w:val="00E60D82"/>
  </w:style>
  <w:style w:type="paragraph" w:customStyle="1" w:styleId="A6978A942DF64B15A8466B110FB675E3">
    <w:name w:val="A6978A942DF64B15A8466B110FB675E3"/>
    <w:rsid w:val="00E60D82"/>
  </w:style>
  <w:style w:type="paragraph" w:customStyle="1" w:styleId="9375191059304140B668BE4E76FC2A89">
    <w:name w:val="9375191059304140B668BE4E76FC2A89"/>
    <w:rsid w:val="00E60D82"/>
  </w:style>
  <w:style w:type="paragraph" w:customStyle="1" w:styleId="851D96F7E554495D92D731F40D043F07">
    <w:name w:val="851D96F7E554495D92D731F40D043F07"/>
    <w:rsid w:val="00E60D82"/>
  </w:style>
  <w:style w:type="paragraph" w:customStyle="1" w:styleId="FF2D8EB45C2842C5BD20EEAFA1F32D8E">
    <w:name w:val="FF2D8EB45C2842C5BD20EEAFA1F32D8E"/>
    <w:rsid w:val="00E60D82"/>
  </w:style>
  <w:style w:type="paragraph" w:customStyle="1" w:styleId="98C473CD459A4A1CA512B3D9058C1DF4">
    <w:name w:val="98C473CD459A4A1CA512B3D9058C1DF4"/>
    <w:rsid w:val="00FC782D"/>
  </w:style>
  <w:style w:type="paragraph" w:customStyle="1" w:styleId="59BBA28B2D444B47919742241E46039C">
    <w:name w:val="59BBA28B2D444B47919742241E46039C"/>
    <w:rsid w:val="00FC782D"/>
  </w:style>
  <w:style w:type="paragraph" w:customStyle="1" w:styleId="75670F547C2E4AD6A8E9216151E977FB">
    <w:name w:val="75670F547C2E4AD6A8E9216151E977FB"/>
    <w:rsid w:val="00FC782D"/>
  </w:style>
  <w:style w:type="paragraph" w:customStyle="1" w:styleId="7D08A90B8B6347618CAE118833027326">
    <w:name w:val="7D08A90B8B6347618CAE118833027326"/>
    <w:rsid w:val="00FC782D"/>
  </w:style>
  <w:style w:type="paragraph" w:customStyle="1" w:styleId="49CFAC65345B4B4FB0E2DEA1BBEC8419">
    <w:name w:val="49CFAC65345B4B4FB0E2DEA1BBEC8419"/>
    <w:rsid w:val="00FC782D"/>
  </w:style>
  <w:style w:type="paragraph" w:customStyle="1" w:styleId="EBA9FD57223C4B8299ACFF2C0DD4FE9D">
    <w:name w:val="EBA9FD57223C4B8299ACFF2C0DD4FE9D"/>
    <w:rsid w:val="00FC782D"/>
  </w:style>
  <w:style w:type="paragraph" w:customStyle="1" w:styleId="6DE3FD3A953D4F4E8DC4DA1DF9D82766">
    <w:name w:val="6DE3FD3A953D4F4E8DC4DA1DF9D82766"/>
    <w:rsid w:val="00FC782D"/>
  </w:style>
  <w:style w:type="paragraph" w:customStyle="1" w:styleId="5A4072F25D514C6E80011AA564EF9F67">
    <w:name w:val="5A4072F25D514C6E80011AA564EF9F67"/>
    <w:rsid w:val="00FC782D"/>
  </w:style>
  <w:style w:type="paragraph" w:customStyle="1" w:styleId="7B66987372264DC3992E26CC6566A796">
    <w:name w:val="7B66987372264DC3992E26CC6566A796"/>
    <w:rsid w:val="00FC782D"/>
  </w:style>
  <w:style w:type="paragraph" w:customStyle="1" w:styleId="706016A9B3734FDF8057888839ACD6D0">
    <w:name w:val="706016A9B3734FDF8057888839ACD6D0"/>
    <w:rsid w:val="00FC782D"/>
  </w:style>
  <w:style w:type="paragraph" w:customStyle="1" w:styleId="6D6CB89031D74E708A6D93C3260E5DA1">
    <w:name w:val="6D6CB89031D74E708A6D93C3260E5DA1"/>
    <w:rsid w:val="00FC782D"/>
  </w:style>
  <w:style w:type="paragraph" w:customStyle="1" w:styleId="0C5BB97F894A4C10AE5E788D6BCFAB58">
    <w:name w:val="0C5BB97F894A4C10AE5E788D6BCFAB58"/>
    <w:rsid w:val="00FC782D"/>
  </w:style>
  <w:style w:type="paragraph" w:customStyle="1" w:styleId="41DC400CCD4E4F0D8628B5EE90212568">
    <w:name w:val="41DC400CCD4E4F0D8628B5EE90212568"/>
    <w:rsid w:val="00FC782D"/>
  </w:style>
  <w:style w:type="paragraph" w:customStyle="1" w:styleId="BF2FCADD47524983A4C597151EEF7B9F">
    <w:name w:val="BF2FCADD47524983A4C597151EEF7B9F"/>
    <w:rsid w:val="00FC782D"/>
  </w:style>
  <w:style w:type="paragraph" w:customStyle="1" w:styleId="CD858A9F1F75430ABF035123DC32264D">
    <w:name w:val="CD858A9F1F75430ABF035123DC32264D"/>
    <w:rsid w:val="00FC782D"/>
  </w:style>
  <w:style w:type="paragraph" w:customStyle="1" w:styleId="792C00BB0EA042EA9D3461A865AFBADE">
    <w:name w:val="792C00BB0EA042EA9D3461A865AFBADE"/>
    <w:rsid w:val="00FC782D"/>
  </w:style>
  <w:style w:type="paragraph" w:customStyle="1" w:styleId="508145D72126430F842F6802DFF1FB74">
    <w:name w:val="508145D72126430F842F6802DFF1FB74"/>
    <w:rsid w:val="00FC782D"/>
  </w:style>
  <w:style w:type="paragraph" w:customStyle="1" w:styleId="2F74D10FEA584243950524059921AE40">
    <w:name w:val="2F74D10FEA584243950524059921AE40"/>
    <w:rsid w:val="00FC782D"/>
  </w:style>
  <w:style w:type="paragraph" w:customStyle="1" w:styleId="4C07F67319544982916C2997DD0E7E72">
    <w:name w:val="4C07F67319544982916C2997DD0E7E72"/>
    <w:rsid w:val="0026215B"/>
  </w:style>
  <w:style w:type="paragraph" w:customStyle="1" w:styleId="CD606CBD30C34AE8AFB61291CFC76D21">
    <w:name w:val="CD606CBD30C34AE8AFB61291CFC76D21"/>
    <w:rsid w:val="0026215B"/>
  </w:style>
  <w:style w:type="paragraph" w:customStyle="1" w:styleId="4FD7F2E749724EB0A7E5E8FE3C84D43D">
    <w:name w:val="4FD7F2E749724EB0A7E5E8FE3C84D43D"/>
    <w:rsid w:val="0026215B"/>
  </w:style>
  <w:style w:type="paragraph" w:customStyle="1" w:styleId="0E6F8F312D2140549F62068E58477BE9">
    <w:name w:val="0E6F8F312D2140549F62068E58477BE9"/>
    <w:rsid w:val="0026215B"/>
  </w:style>
  <w:style w:type="paragraph" w:customStyle="1" w:styleId="B89DE578DE19407AA4FC43BCB128F3E5">
    <w:name w:val="B89DE578DE19407AA4FC43BCB128F3E5"/>
    <w:rsid w:val="006F7CC4"/>
  </w:style>
  <w:style w:type="paragraph" w:customStyle="1" w:styleId="C93FA429D9A84B6C845011B03BCDF198">
    <w:name w:val="C93FA429D9A84B6C845011B03BCDF198"/>
    <w:rsid w:val="006F7CC4"/>
  </w:style>
  <w:style w:type="paragraph" w:customStyle="1" w:styleId="98E9DC7728594BE7A6638295FA64405E">
    <w:name w:val="98E9DC7728594BE7A6638295FA64405E"/>
    <w:rsid w:val="006F7CC4"/>
  </w:style>
  <w:style w:type="paragraph" w:customStyle="1" w:styleId="FA78A152168E494DB3C7A1463114315B">
    <w:name w:val="FA78A152168E494DB3C7A1463114315B"/>
    <w:rsid w:val="006F7CC4"/>
  </w:style>
  <w:style w:type="paragraph" w:customStyle="1" w:styleId="3AC9D62BA3D342B382E5418A2FAADD63">
    <w:name w:val="3AC9D62BA3D342B382E5418A2FAADD63"/>
    <w:rsid w:val="006F7CC4"/>
  </w:style>
  <w:style w:type="paragraph" w:customStyle="1" w:styleId="F2FDA8A73E8C47799F6FAD5E4D2943E5">
    <w:name w:val="F2FDA8A73E8C47799F6FAD5E4D2943E5"/>
    <w:rsid w:val="006F7CC4"/>
  </w:style>
  <w:style w:type="paragraph" w:customStyle="1" w:styleId="159F5FF15C4D4B8CAD5EEFE4FA8D0291">
    <w:name w:val="159F5FF15C4D4B8CAD5EEFE4FA8D0291"/>
    <w:rsid w:val="00182E1B"/>
  </w:style>
  <w:style w:type="paragraph" w:customStyle="1" w:styleId="EF4FD208219D434B876BAAE91F9539AE">
    <w:name w:val="EF4FD208219D434B876BAAE91F9539AE"/>
    <w:rsid w:val="00182E1B"/>
  </w:style>
  <w:style w:type="paragraph" w:customStyle="1" w:styleId="54F3C816644A4B5E85055309CE2ED0B1">
    <w:name w:val="54F3C816644A4B5E85055309CE2ED0B1"/>
    <w:rsid w:val="00182E1B"/>
  </w:style>
  <w:style w:type="paragraph" w:customStyle="1" w:styleId="D6349000CC5C4343BEE8303014E51F11">
    <w:name w:val="D6349000CC5C4343BEE8303014E51F11"/>
    <w:rsid w:val="00182E1B"/>
  </w:style>
  <w:style w:type="paragraph" w:customStyle="1" w:styleId="CE453FA60B344C60B6B7737A34CC31AD">
    <w:name w:val="CE453FA60B344C60B6B7737A34CC31AD"/>
    <w:rsid w:val="00182E1B"/>
  </w:style>
  <w:style w:type="paragraph" w:customStyle="1" w:styleId="02B6638CD9944175BFF38428AAAE2123">
    <w:name w:val="02B6638CD9944175BFF38428AAAE2123"/>
    <w:rsid w:val="00182E1B"/>
  </w:style>
  <w:style w:type="paragraph" w:customStyle="1" w:styleId="F7BAA1139C49484C9B00C360E1C825B2">
    <w:name w:val="F7BAA1139C49484C9B00C360E1C825B2"/>
    <w:rsid w:val="00182E1B"/>
  </w:style>
  <w:style w:type="paragraph" w:customStyle="1" w:styleId="14BA016B85C74214B12A7BC8DB6D8235">
    <w:name w:val="14BA016B85C74214B12A7BC8DB6D8235"/>
    <w:rsid w:val="00182E1B"/>
  </w:style>
  <w:style w:type="paragraph" w:customStyle="1" w:styleId="267B1A6F956A4B6CAA77AD28A8D1CBB3">
    <w:name w:val="267B1A6F956A4B6CAA77AD28A8D1CBB3"/>
    <w:rsid w:val="00182E1B"/>
  </w:style>
  <w:style w:type="paragraph" w:customStyle="1" w:styleId="E1D4ABA8EF3049B29DE366685C74FF54">
    <w:name w:val="E1D4ABA8EF3049B29DE366685C74FF54"/>
    <w:rsid w:val="00182E1B"/>
  </w:style>
  <w:style w:type="paragraph" w:customStyle="1" w:styleId="5FEF96D3AD2141089FA7DB3DF260C624">
    <w:name w:val="5FEF96D3AD2141089FA7DB3DF260C624"/>
    <w:rsid w:val="00182E1B"/>
  </w:style>
  <w:style w:type="paragraph" w:customStyle="1" w:styleId="191D24BFE7494A34A5079AABECA2156F">
    <w:name w:val="191D24BFE7494A34A5079AABECA2156F"/>
    <w:rsid w:val="00182E1B"/>
  </w:style>
  <w:style w:type="paragraph" w:customStyle="1" w:styleId="B9FE831FAD79413A90851319DC18AFE8">
    <w:name w:val="B9FE831FAD79413A90851319DC18AFE8"/>
    <w:rsid w:val="00182E1B"/>
  </w:style>
  <w:style w:type="paragraph" w:customStyle="1" w:styleId="268C0A33CFC54660967BF2C921DF6091">
    <w:name w:val="268C0A33CFC54660967BF2C921DF6091"/>
    <w:rsid w:val="00182E1B"/>
  </w:style>
  <w:style w:type="paragraph" w:customStyle="1" w:styleId="4606EF3B5D2C410183144FCC925EEE7D">
    <w:name w:val="4606EF3B5D2C410183144FCC925EEE7D"/>
    <w:rsid w:val="00182E1B"/>
  </w:style>
  <w:style w:type="paragraph" w:customStyle="1" w:styleId="D2342F4DDA4A4CAA9C069BC50423FE80">
    <w:name w:val="D2342F4DDA4A4CAA9C069BC50423FE80"/>
    <w:rsid w:val="00182E1B"/>
  </w:style>
  <w:style w:type="paragraph" w:customStyle="1" w:styleId="74FA2ADE52664FCEA590859B91A28DC6">
    <w:name w:val="74FA2ADE52664FCEA590859B91A28DC6"/>
    <w:rsid w:val="00182E1B"/>
  </w:style>
  <w:style w:type="paragraph" w:customStyle="1" w:styleId="29C2B340395A4DD6A1DA75C2D3BF7B70">
    <w:name w:val="29C2B340395A4DD6A1DA75C2D3BF7B70"/>
    <w:rsid w:val="00182E1B"/>
  </w:style>
  <w:style w:type="paragraph" w:customStyle="1" w:styleId="619D7ED157D540E884AE444D599ECA4B">
    <w:name w:val="619D7ED157D540E884AE444D599ECA4B"/>
    <w:rsid w:val="00182E1B"/>
  </w:style>
  <w:style w:type="paragraph" w:customStyle="1" w:styleId="8551C5EC9D754F6DB8065426A8A6E817">
    <w:name w:val="8551C5EC9D754F6DB8065426A8A6E817"/>
    <w:rsid w:val="00182E1B"/>
  </w:style>
  <w:style w:type="paragraph" w:customStyle="1" w:styleId="926329728CB847738F83D29FC1BA72C5">
    <w:name w:val="926329728CB847738F83D29FC1BA72C5"/>
    <w:rsid w:val="00182E1B"/>
  </w:style>
  <w:style w:type="paragraph" w:customStyle="1" w:styleId="052685D71BE7406389A150B42B978197">
    <w:name w:val="052685D71BE7406389A150B42B978197"/>
    <w:rsid w:val="00182E1B"/>
  </w:style>
  <w:style w:type="paragraph" w:customStyle="1" w:styleId="82CCADA709E6455CA7CB1D40E1A973F1">
    <w:name w:val="82CCADA709E6455CA7CB1D40E1A973F1"/>
    <w:rsid w:val="00182E1B"/>
  </w:style>
  <w:style w:type="paragraph" w:customStyle="1" w:styleId="ACDCCA9559E649A7A9DA7052B5037B08">
    <w:name w:val="ACDCCA9559E649A7A9DA7052B5037B08"/>
    <w:rsid w:val="00182E1B"/>
  </w:style>
  <w:style w:type="paragraph" w:customStyle="1" w:styleId="572CD24F76F8493A81DF33827E3249DC">
    <w:name w:val="572CD24F76F8493A81DF33827E3249DC"/>
    <w:rsid w:val="00182E1B"/>
  </w:style>
  <w:style w:type="paragraph" w:customStyle="1" w:styleId="76C12873467B48F9B68E357CAE0881B8">
    <w:name w:val="76C12873467B48F9B68E357CAE0881B8"/>
    <w:rsid w:val="00182E1B"/>
  </w:style>
  <w:style w:type="paragraph" w:customStyle="1" w:styleId="166631B37AA245408162BE7F2AB27867">
    <w:name w:val="166631B37AA245408162BE7F2AB27867"/>
    <w:rsid w:val="00182E1B"/>
  </w:style>
  <w:style w:type="paragraph" w:customStyle="1" w:styleId="F7C4B9985C06425DB55E87C37769864A">
    <w:name w:val="F7C4B9985C06425DB55E87C37769864A"/>
    <w:rsid w:val="00182E1B"/>
  </w:style>
  <w:style w:type="paragraph" w:customStyle="1" w:styleId="D9592465E8CD431E8FB476F8FB5F176A">
    <w:name w:val="D9592465E8CD431E8FB476F8FB5F176A"/>
    <w:rsid w:val="00182E1B"/>
  </w:style>
  <w:style w:type="paragraph" w:customStyle="1" w:styleId="4327362858D2479993464834C7BB3972">
    <w:name w:val="4327362858D2479993464834C7BB3972"/>
    <w:rsid w:val="00182E1B"/>
  </w:style>
  <w:style w:type="paragraph" w:customStyle="1" w:styleId="162D087D5F954D9289E8867548FF0000">
    <w:name w:val="162D087D5F954D9289E8867548FF0000"/>
    <w:rsid w:val="00182E1B"/>
  </w:style>
  <w:style w:type="paragraph" w:customStyle="1" w:styleId="0BB3B4BA6BB24601BE8578F02B614DC3">
    <w:name w:val="0BB3B4BA6BB24601BE8578F02B614DC3"/>
    <w:rsid w:val="00182E1B"/>
  </w:style>
  <w:style w:type="paragraph" w:customStyle="1" w:styleId="31038B020FCA473082DC520F3CEB10C4">
    <w:name w:val="31038B020FCA473082DC520F3CEB10C4"/>
    <w:rsid w:val="00182E1B"/>
  </w:style>
  <w:style w:type="paragraph" w:customStyle="1" w:styleId="1152EE8B21AE4DC2B02A37B4BEAD67C4">
    <w:name w:val="1152EE8B21AE4DC2B02A37B4BEAD67C4"/>
    <w:rsid w:val="00182E1B"/>
  </w:style>
  <w:style w:type="paragraph" w:customStyle="1" w:styleId="65E10D85AD054A91818E04A15556B4A4">
    <w:name w:val="65E10D85AD054A91818E04A15556B4A4"/>
    <w:rsid w:val="00F904D3"/>
  </w:style>
  <w:style w:type="paragraph" w:customStyle="1" w:styleId="2BA969131E7641D0BC0E3E80CCBF689D">
    <w:name w:val="2BA969131E7641D0BC0E3E80CCBF689D"/>
    <w:rsid w:val="00F904D3"/>
  </w:style>
  <w:style w:type="paragraph" w:customStyle="1" w:styleId="4B5FE7286E294476B3320C00E9E32620">
    <w:name w:val="4B5FE7286E294476B3320C00E9E32620"/>
    <w:rsid w:val="00F904D3"/>
  </w:style>
  <w:style w:type="paragraph" w:customStyle="1" w:styleId="D08334F902504818A2149271D7D0547C">
    <w:name w:val="D08334F902504818A2149271D7D0547C"/>
    <w:rsid w:val="00F904D3"/>
  </w:style>
  <w:style w:type="paragraph" w:customStyle="1" w:styleId="F99A702655D94BD4A055E1418DCBE8C8">
    <w:name w:val="F99A702655D94BD4A055E1418DCBE8C8"/>
    <w:rsid w:val="00F904D3"/>
  </w:style>
  <w:style w:type="paragraph" w:customStyle="1" w:styleId="3C7DD6F112654678A2BF751DF558DF58">
    <w:name w:val="3C7DD6F112654678A2BF751DF558DF58"/>
    <w:rsid w:val="00F904D3"/>
  </w:style>
  <w:style w:type="paragraph" w:customStyle="1" w:styleId="341776CF29D5420DAEC099824EE3DFBD">
    <w:name w:val="341776CF29D5420DAEC099824EE3DFBD"/>
    <w:rsid w:val="00F904D3"/>
  </w:style>
  <w:style w:type="paragraph" w:customStyle="1" w:styleId="934B86A1EFCD4650B94EEFE6A707A2C2">
    <w:name w:val="934B86A1EFCD4650B94EEFE6A707A2C2"/>
    <w:rsid w:val="00F904D3"/>
  </w:style>
  <w:style w:type="paragraph" w:customStyle="1" w:styleId="06721C5738AA4B9CA3E5871A55E1C377">
    <w:name w:val="06721C5738AA4B9CA3E5871A55E1C377"/>
    <w:rsid w:val="00F904D3"/>
  </w:style>
  <w:style w:type="paragraph" w:customStyle="1" w:styleId="A53A1CC4E74C4865A0E054625C453BE6">
    <w:name w:val="A53A1CC4E74C4865A0E054625C453BE6"/>
    <w:rsid w:val="00F904D3"/>
  </w:style>
  <w:style w:type="paragraph" w:customStyle="1" w:styleId="C0EE8C2ACACC479397F78FE489822E8A">
    <w:name w:val="C0EE8C2ACACC479397F78FE489822E8A"/>
    <w:rsid w:val="00F904D3"/>
  </w:style>
  <w:style w:type="paragraph" w:customStyle="1" w:styleId="B40AA0D5425D48D7811AB6C7E2286722">
    <w:name w:val="B40AA0D5425D48D7811AB6C7E2286722"/>
    <w:rsid w:val="00F904D3"/>
  </w:style>
  <w:style w:type="paragraph" w:customStyle="1" w:styleId="E4D0BF045F7E4DD18D76FC8A440838E6">
    <w:name w:val="E4D0BF045F7E4DD18D76FC8A440838E6"/>
    <w:rsid w:val="00F904D3"/>
  </w:style>
  <w:style w:type="paragraph" w:customStyle="1" w:styleId="0A6A675F7B324CC9982C032424EC5628">
    <w:name w:val="0A6A675F7B324CC9982C032424EC5628"/>
    <w:rsid w:val="00F904D3"/>
  </w:style>
  <w:style w:type="paragraph" w:customStyle="1" w:styleId="3E7075D5DAB64D62ABE846387012B661">
    <w:name w:val="3E7075D5DAB64D62ABE846387012B661"/>
    <w:rsid w:val="00F904D3"/>
  </w:style>
  <w:style w:type="paragraph" w:customStyle="1" w:styleId="74909B1B40EF4053B6C496EF8EEA38DF">
    <w:name w:val="74909B1B40EF4053B6C496EF8EEA38DF"/>
    <w:rsid w:val="00F904D3"/>
  </w:style>
  <w:style w:type="paragraph" w:customStyle="1" w:styleId="8E47765CB9684F9798469D20244824F3">
    <w:name w:val="8E47765CB9684F9798469D20244824F3"/>
    <w:rsid w:val="00F904D3"/>
  </w:style>
  <w:style w:type="paragraph" w:customStyle="1" w:styleId="C630DA9DDB7B4E8EBABDC8490766F444">
    <w:name w:val="C630DA9DDB7B4E8EBABDC8490766F444"/>
    <w:rsid w:val="00F904D3"/>
  </w:style>
  <w:style w:type="paragraph" w:customStyle="1" w:styleId="400415D33EF744239204F88E1D92C75B">
    <w:name w:val="400415D33EF744239204F88E1D92C75B"/>
    <w:rsid w:val="00F904D3"/>
  </w:style>
  <w:style w:type="paragraph" w:customStyle="1" w:styleId="486B34D8DFF146A39EF0B4E0BB21F871">
    <w:name w:val="486B34D8DFF146A39EF0B4E0BB21F871"/>
    <w:rsid w:val="00F904D3"/>
  </w:style>
  <w:style w:type="paragraph" w:customStyle="1" w:styleId="E523E8921E834104BF4539C79315C166">
    <w:name w:val="E523E8921E834104BF4539C79315C166"/>
    <w:rsid w:val="00F904D3"/>
  </w:style>
  <w:style w:type="paragraph" w:customStyle="1" w:styleId="D4CA461794B34867A45CBF26B31937A3">
    <w:name w:val="D4CA461794B34867A45CBF26B31937A3"/>
    <w:rsid w:val="00F904D3"/>
  </w:style>
  <w:style w:type="paragraph" w:customStyle="1" w:styleId="F47F933E0F144AA38D083A78BDC2E2C8">
    <w:name w:val="F47F933E0F144AA38D083A78BDC2E2C8"/>
    <w:rsid w:val="00F904D3"/>
  </w:style>
  <w:style w:type="paragraph" w:customStyle="1" w:styleId="ACAC2A6A9A9F4706B8880F8B3483B168">
    <w:name w:val="ACAC2A6A9A9F4706B8880F8B3483B168"/>
    <w:rsid w:val="00F904D3"/>
  </w:style>
  <w:style w:type="paragraph" w:customStyle="1" w:styleId="5165F04C12A2478F80F7B37B31EBF7C7">
    <w:name w:val="5165F04C12A2478F80F7B37B31EBF7C7"/>
    <w:rsid w:val="00F904D3"/>
  </w:style>
  <w:style w:type="paragraph" w:customStyle="1" w:styleId="1645B228234942AAAC1E16FD516E7FD6">
    <w:name w:val="1645B228234942AAAC1E16FD516E7FD6"/>
    <w:rsid w:val="00F904D3"/>
  </w:style>
  <w:style w:type="paragraph" w:customStyle="1" w:styleId="ED55CE74F0DA4865B8D69A16881E9BC0">
    <w:name w:val="ED55CE74F0DA4865B8D69A16881E9BC0"/>
    <w:rsid w:val="00F904D3"/>
  </w:style>
  <w:style w:type="paragraph" w:customStyle="1" w:styleId="0DD4483D658C409C9BC1ED7DF581B382">
    <w:name w:val="0DD4483D658C409C9BC1ED7DF581B382"/>
    <w:rsid w:val="00F904D3"/>
  </w:style>
  <w:style w:type="paragraph" w:customStyle="1" w:styleId="67AE54B70B4D42ABA81055625653844E">
    <w:name w:val="67AE54B70B4D42ABA81055625653844E"/>
    <w:rsid w:val="00F904D3"/>
  </w:style>
  <w:style w:type="paragraph" w:customStyle="1" w:styleId="228F0F1FBBF142DE866EF79AA6C660D4">
    <w:name w:val="228F0F1FBBF142DE866EF79AA6C660D4"/>
    <w:rsid w:val="00F904D3"/>
  </w:style>
  <w:style w:type="paragraph" w:customStyle="1" w:styleId="312A616E52D745A9A34AD2994F19EE2F">
    <w:name w:val="312A616E52D745A9A34AD2994F19EE2F"/>
    <w:rsid w:val="00F904D3"/>
  </w:style>
  <w:style w:type="paragraph" w:customStyle="1" w:styleId="14959C836A6F431E950AF8E8EBE4CCE4">
    <w:name w:val="14959C836A6F431E950AF8E8EBE4CCE4"/>
    <w:rsid w:val="00F904D3"/>
  </w:style>
  <w:style w:type="paragraph" w:customStyle="1" w:styleId="689FCB0D62A54CF6BAF1FACA37545F75">
    <w:name w:val="689FCB0D62A54CF6BAF1FACA37545F75"/>
    <w:rsid w:val="00F904D3"/>
  </w:style>
  <w:style w:type="paragraph" w:customStyle="1" w:styleId="81C2774EF7A04036B5A3B498F403E61A">
    <w:name w:val="81C2774EF7A04036B5A3B498F403E61A"/>
    <w:rsid w:val="00513A45"/>
  </w:style>
  <w:style w:type="paragraph" w:customStyle="1" w:styleId="8560B28638734712B5F1CA8910AD2A12">
    <w:name w:val="8560B28638734712B5F1CA8910AD2A12"/>
    <w:rsid w:val="00513A45"/>
  </w:style>
  <w:style w:type="paragraph" w:customStyle="1" w:styleId="37BA0DA6A8F34201BECD41369A3DD2BB">
    <w:name w:val="37BA0DA6A8F34201BECD41369A3DD2BB"/>
    <w:rsid w:val="00513A45"/>
  </w:style>
  <w:style w:type="paragraph" w:customStyle="1" w:styleId="D5F09FEA57924F7AB05C1C29DFE4A3E8">
    <w:name w:val="D5F09FEA57924F7AB05C1C29DFE4A3E8"/>
    <w:rsid w:val="00513A45"/>
  </w:style>
  <w:style w:type="paragraph" w:customStyle="1" w:styleId="8EC16E30325047C693D1FAD17748B998">
    <w:name w:val="8EC16E30325047C693D1FAD17748B998"/>
    <w:rsid w:val="00513A45"/>
  </w:style>
  <w:style w:type="paragraph" w:customStyle="1" w:styleId="9D67737E4EC740849013C7116E4A147A">
    <w:name w:val="9D67737E4EC740849013C7116E4A147A"/>
    <w:rsid w:val="00513A45"/>
  </w:style>
  <w:style w:type="paragraph" w:customStyle="1" w:styleId="A30C5E3272F54C6A8803F23199DF1D7A">
    <w:name w:val="A30C5E3272F54C6A8803F23199DF1D7A"/>
    <w:rsid w:val="00513A45"/>
  </w:style>
  <w:style w:type="paragraph" w:customStyle="1" w:styleId="A03D4CF457D14FB2B5333D0C8129EBB6">
    <w:name w:val="A03D4CF457D14FB2B5333D0C8129EBB6"/>
    <w:rsid w:val="00513A45"/>
  </w:style>
  <w:style w:type="paragraph" w:customStyle="1" w:styleId="646F8EC009AB4B7CBB2118648C47D308">
    <w:name w:val="646F8EC009AB4B7CBB2118648C47D308"/>
    <w:rsid w:val="00513A45"/>
  </w:style>
  <w:style w:type="paragraph" w:customStyle="1" w:styleId="E832D68D12D349438E04CE25EF65EF0B">
    <w:name w:val="E832D68D12D349438E04CE25EF65EF0B"/>
    <w:rsid w:val="00513A45"/>
  </w:style>
  <w:style w:type="paragraph" w:customStyle="1" w:styleId="519225C3FDCA44DF811D378B719926E7">
    <w:name w:val="519225C3FDCA44DF811D378B719926E7"/>
    <w:rsid w:val="00513A45"/>
  </w:style>
  <w:style w:type="paragraph" w:customStyle="1" w:styleId="C3D761F7C3F949F887ACA70614A2C65C">
    <w:name w:val="C3D761F7C3F949F887ACA70614A2C65C"/>
    <w:rsid w:val="00513A45"/>
  </w:style>
  <w:style w:type="paragraph" w:customStyle="1" w:styleId="5E59BBA9C5CE49B58F5A42B6279A1FA7">
    <w:name w:val="5E59BBA9C5CE49B58F5A42B6279A1FA7"/>
    <w:rsid w:val="00513A45"/>
  </w:style>
  <w:style w:type="paragraph" w:customStyle="1" w:styleId="CDE8B626F0774C5D8ADC1AAE3B39F1AD">
    <w:name w:val="CDE8B626F0774C5D8ADC1AAE3B39F1AD"/>
    <w:rsid w:val="00513A45"/>
  </w:style>
  <w:style w:type="paragraph" w:customStyle="1" w:styleId="B69B0D5ED60C4D1883179FA164323047">
    <w:name w:val="B69B0D5ED60C4D1883179FA164323047"/>
    <w:rsid w:val="00513A45"/>
  </w:style>
  <w:style w:type="paragraph" w:customStyle="1" w:styleId="CF4C226A297F464EB2453C1D9E70C793">
    <w:name w:val="CF4C226A297F464EB2453C1D9E70C793"/>
    <w:rsid w:val="00513A45"/>
  </w:style>
  <w:style w:type="paragraph" w:customStyle="1" w:styleId="9EC6D568C0DC44A8BC5DC2834B752EB5">
    <w:name w:val="9EC6D568C0DC44A8BC5DC2834B752EB5"/>
    <w:rsid w:val="00513A45"/>
  </w:style>
  <w:style w:type="paragraph" w:customStyle="1" w:styleId="1A50B1C09BAF478483D39CC72517A9F1">
    <w:name w:val="1A50B1C09BAF478483D39CC72517A9F1"/>
    <w:rsid w:val="00513A45"/>
  </w:style>
  <w:style w:type="paragraph" w:customStyle="1" w:styleId="3D7FED1087A14C148246C614236DF436">
    <w:name w:val="3D7FED1087A14C148246C614236DF436"/>
    <w:rsid w:val="00513A45"/>
  </w:style>
  <w:style w:type="paragraph" w:customStyle="1" w:styleId="9B7BA193D83F4A97BC26866793DCB86E">
    <w:name w:val="9B7BA193D83F4A97BC26866793DCB86E"/>
    <w:rsid w:val="00513A45"/>
  </w:style>
  <w:style w:type="paragraph" w:customStyle="1" w:styleId="A43231D74F6849AC8B2E40B0FA377F84">
    <w:name w:val="A43231D74F6849AC8B2E40B0FA377F84"/>
    <w:rsid w:val="00513A45"/>
  </w:style>
  <w:style w:type="paragraph" w:customStyle="1" w:styleId="C55AF335579D46A58B6983F21C5C331A">
    <w:name w:val="C55AF335579D46A58B6983F21C5C331A"/>
    <w:rsid w:val="00513A45"/>
  </w:style>
  <w:style w:type="paragraph" w:customStyle="1" w:styleId="7628685CE0D64D59B51B7CAED709A0CF">
    <w:name w:val="7628685CE0D64D59B51B7CAED709A0CF"/>
    <w:rsid w:val="00C83949"/>
  </w:style>
  <w:style w:type="paragraph" w:customStyle="1" w:styleId="BC7EA09252DD41348B74B96280B84CD2">
    <w:name w:val="BC7EA09252DD41348B74B96280B84CD2"/>
    <w:rsid w:val="00C83949"/>
  </w:style>
  <w:style w:type="paragraph" w:customStyle="1" w:styleId="E8DA74D0D27D4276B57F5ED1A40A2488">
    <w:name w:val="E8DA74D0D27D4276B57F5ED1A40A2488"/>
    <w:rsid w:val="00C83949"/>
  </w:style>
  <w:style w:type="paragraph" w:customStyle="1" w:styleId="2CFF8B68CFC54C5A91C9C09CBBD6065E">
    <w:name w:val="2CFF8B68CFC54C5A91C9C09CBBD6065E"/>
    <w:rsid w:val="00C83949"/>
  </w:style>
  <w:style w:type="paragraph" w:customStyle="1" w:styleId="551BC5EE36CE4D6FBAD0D94CC7D8AE52">
    <w:name w:val="551BC5EE36CE4D6FBAD0D94CC7D8AE52"/>
    <w:rsid w:val="00C83949"/>
  </w:style>
  <w:style w:type="paragraph" w:customStyle="1" w:styleId="715A999076504EDFB18F723D315A5353">
    <w:name w:val="715A999076504EDFB18F723D315A5353"/>
    <w:rsid w:val="00C83949"/>
  </w:style>
  <w:style w:type="paragraph" w:customStyle="1" w:styleId="E8F5A6E515FC42C6BF4C27AACB925121">
    <w:name w:val="E8F5A6E515FC42C6BF4C27AACB925121"/>
    <w:rsid w:val="00C83949"/>
  </w:style>
  <w:style w:type="paragraph" w:customStyle="1" w:styleId="6D91E3EEB1B2447C887AE3866AE0CA1B">
    <w:name w:val="6D91E3EEB1B2447C887AE3866AE0CA1B"/>
    <w:rsid w:val="00C83949"/>
  </w:style>
  <w:style w:type="paragraph" w:customStyle="1" w:styleId="BBCD3140852C4AE8B9B90C047A1600E4">
    <w:name w:val="BBCD3140852C4AE8B9B90C047A1600E4"/>
    <w:rsid w:val="00374382"/>
  </w:style>
  <w:style w:type="paragraph" w:customStyle="1" w:styleId="5366E4F2C013495C8952E4A7F848AC23">
    <w:name w:val="5366E4F2C013495C8952E4A7F848AC23"/>
    <w:rsid w:val="00374382"/>
  </w:style>
  <w:style w:type="paragraph" w:customStyle="1" w:styleId="56CEF9095C744BD0BC5131E32C961835">
    <w:name w:val="56CEF9095C744BD0BC5131E32C961835"/>
    <w:rsid w:val="00A929D4"/>
  </w:style>
  <w:style w:type="paragraph" w:customStyle="1" w:styleId="325E03978A0E4317B86B91D00E02E03D">
    <w:name w:val="325E03978A0E4317B86B91D00E02E03D"/>
    <w:rsid w:val="00A929D4"/>
  </w:style>
  <w:style w:type="paragraph" w:customStyle="1" w:styleId="E59BA51595344814AE5DFA47B88DD96F">
    <w:name w:val="E59BA51595344814AE5DFA47B88DD96F"/>
    <w:rsid w:val="00A929D4"/>
  </w:style>
  <w:style w:type="paragraph" w:customStyle="1" w:styleId="2286852DAE5F4870BED6E2F8812F2D94">
    <w:name w:val="2286852DAE5F4870BED6E2F8812F2D94"/>
    <w:rsid w:val="00A929D4"/>
  </w:style>
  <w:style w:type="paragraph" w:customStyle="1" w:styleId="F8C754D03308479499D8FB138A98183B">
    <w:name w:val="F8C754D03308479499D8FB138A98183B"/>
    <w:rsid w:val="00BE6DDA"/>
  </w:style>
  <w:style w:type="paragraph" w:customStyle="1" w:styleId="0E0AC900968145F8A288568651E3871C">
    <w:name w:val="0E0AC900968145F8A288568651E3871C"/>
    <w:rsid w:val="00BE6DDA"/>
  </w:style>
  <w:style w:type="paragraph" w:customStyle="1" w:styleId="594B6C83FE784F6E84C4869C2E345EEF">
    <w:name w:val="594B6C83FE784F6E84C4869C2E345EEF"/>
    <w:rsid w:val="00BE6DDA"/>
  </w:style>
  <w:style w:type="paragraph" w:customStyle="1" w:styleId="74B686C7374E4A849A11A2F6CCB64AC8">
    <w:name w:val="74B686C7374E4A849A11A2F6CCB64AC8"/>
    <w:rsid w:val="00BE6DDA"/>
  </w:style>
  <w:style w:type="paragraph" w:customStyle="1" w:styleId="4163390A873C45A082167F7AEA63645E">
    <w:name w:val="4163390A873C45A082167F7AEA63645E"/>
    <w:rsid w:val="00AB4BA7"/>
  </w:style>
  <w:style w:type="paragraph" w:customStyle="1" w:styleId="124EB379E46F4932A3D3625C11F9E841">
    <w:name w:val="124EB379E46F4932A3D3625C11F9E841"/>
    <w:rsid w:val="00AB4BA7"/>
  </w:style>
  <w:style w:type="paragraph" w:customStyle="1" w:styleId="AF2C75E829394E02B273C38AC5528C17">
    <w:name w:val="AF2C75E829394E02B273C38AC5528C17"/>
    <w:rsid w:val="00AB4BA7"/>
  </w:style>
  <w:style w:type="paragraph" w:customStyle="1" w:styleId="1D235E7ED3E243B084DBBC4AF0CB03CB">
    <w:name w:val="1D235E7ED3E243B084DBBC4AF0CB03CB"/>
    <w:rsid w:val="00AB4BA7"/>
  </w:style>
  <w:style w:type="paragraph" w:customStyle="1" w:styleId="54576F5286FD4B4A9155E67EF46DDA0D">
    <w:name w:val="54576F5286FD4B4A9155E67EF46DDA0D"/>
    <w:rsid w:val="00AB4BA7"/>
  </w:style>
  <w:style w:type="paragraph" w:customStyle="1" w:styleId="6DB076CDFF5F429AB61E4C23ACE4AA9E">
    <w:name w:val="6DB076CDFF5F429AB61E4C23ACE4AA9E"/>
    <w:rsid w:val="00AB4BA7"/>
  </w:style>
  <w:style w:type="paragraph" w:customStyle="1" w:styleId="0655F429F7214679829E700CB8AC1BF2">
    <w:name w:val="0655F429F7214679829E700CB8AC1BF2"/>
    <w:rsid w:val="00AB4BA7"/>
  </w:style>
  <w:style w:type="paragraph" w:customStyle="1" w:styleId="5F0384C80C5C46C4BA97AD9F1DD89D37">
    <w:name w:val="5F0384C80C5C46C4BA97AD9F1DD89D37"/>
    <w:rsid w:val="00AB4BA7"/>
  </w:style>
  <w:style w:type="paragraph" w:customStyle="1" w:styleId="22B82F424F254BADA29A23CA742968E0">
    <w:name w:val="22B82F424F254BADA29A23CA742968E0"/>
    <w:rsid w:val="00AB4BA7"/>
  </w:style>
  <w:style w:type="paragraph" w:customStyle="1" w:styleId="8542DA5F215F4C649439D6C1AB30AC7F">
    <w:name w:val="8542DA5F215F4C649439D6C1AB30AC7F"/>
    <w:rsid w:val="00AB4BA7"/>
  </w:style>
  <w:style w:type="paragraph" w:customStyle="1" w:styleId="9450F2C91A884E5FA819651885F6882E">
    <w:name w:val="9450F2C91A884E5FA819651885F6882E"/>
    <w:rsid w:val="00AB4BA7"/>
  </w:style>
  <w:style w:type="paragraph" w:customStyle="1" w:styleId="EA9F4459D1F749E18B22D58AB97329F4">
    <w:name w:val="EA9F4459D1F749E18B22D58AB97329F4"/>
    <w:rsid w:val="00AB4BA7"/>
  </w:style>
  <w:style w:type="paragraph" w:customStyle="1" w:styleId="9A1007AEBC414FD2910B85C00D2DBBD0">
    <w:name w:val="9A1007AEBC414FD2910B85C00D2DBBD0"/>
    <w:rsid w:val="00AB4BA7"/>
  </w:style>
  <w:style w:type="paragraph" w:customStyle="1" w:styleId="6D470E222985433FACDFC3DE12A355E9">
    <w:name w:val="6D470E222985433FACDFC3DE12A355E9"/>
    <w:rsid w:val="00AB4BA7"/>
  </w:style>
  <w:style w:type="paragraph" w:customStyle="1" w:styleId="5136637DECF54EEC8E75A0A646373E6F">
    <w:name w:val="5136637DECF54EEC8E75A0A646373E6F"/>
    <w:rsid w:val="00AB4BA7"/>
  </w:style>
  <w:style w:type="paragraph" w:customStyle="1" w:styleId="19FF802A11C6407B88D2DE790D8A8AD3">
    <w:name w:val="19FF802A11C6407B88D2DE790D8A8AD3"/>
    <w:rsid w:val="00AB4BA7"/>
  </w:style>
  <w:style w:type="paragraph" w:customStyle="1" w:styleId="97F58FB130454F69AF7C9E65E2DE1D12">
    <w:name w:val="97F58FB130454F69AF7C9E65E2DE1D12"/>
    <w:rsid w:val="00AB4BA7"/>
  </w:style>
  <w:style w:type="paragraph" w:customStyle="1" w:styleId="E82FB332F60942A882D3DDEDC17DD707">
    <w:name w:val="E82FB332F60942A882D3DDEDC17DD707"/>
    <w:rsid w:val="00AB4BA7"/>
  </w:style>
  <w:style w:type="paragraph" w:customStyle="1" w:styleId="E8256ECFCDAF4DE8998F7C7FF392F56F">
    <w:name w:val="E8256ECFCDAF4DE8998F7C7FF392F56F"/>
    <w:rsid w:val="00AB4BA7"/>
  </w:style>
  <w:style w:type="paragraph" w:customStyle="1" w:styleId="8092D0B061F04399B488471DD77B0C2A">
    <w:name w:val="8092D0B061F04399B488471DD77B0C2A"/>
    <w:rsid w:val="00AB4BA7"/>
  </w:style>
  <w:style w:type="paragraph" w:customStyle="1" w:styleId="7A495CBE6CDF4D679EECAD943CF2824C">
    <w:name w:val="7A495CBE6CDF4D679EECAD943CF2824C"/>
    <w:rsid w:val="00AB4BA7"/>
  </w:style>
  <w:style w:type="paragraph" w:customStyle="1" w:styleId="1334C34F1FFE4DA2AC606C4B5DE1355D">
    <w:name w:val="1334C34F1FFE4DA2AC606C4B5DE1355D"/>
    <w:rsid w:val="00AB4BA7"/>
  </w:style>
  <w:style w:type="paragraph" w:customStyle="1" w:styleId="21960EBACC3E4B2DA6EC7ECEC32409F7">
    <w:name w:val="21960EBACC3E4B2DA6EC7ECEC32409F7"/>
    <w:rsid w:val="00E477D2"/>
  </w:style>
  <w:style w:type="paragraph" w:customStyle="1" w:styleId="9FC15B06DBB14264A8FE2F7F145FA2C1">
    <w:name w:val="9FC15B06DBB14264A8FE2F7F145FA2C1"/>
    <w:rsid w:val="00E477D2"/>
  </w:style>
  <w:style w:type="paragraph" w:customStyle="1" w:styleId="DF8651A5A6A34778866637E4F688C586">
    <w:name w:val="DF8651A5A6A34778866637E4F688C586"/>
    <w:rsid w:val="00E477D2"/>
  </w:style>
  <w:style w:type="paragraph" w:customStyle="1" w:styleId="C7317FD2DFFE4CF18C721FE5F358066A">
    <w:name w:val="C7317FD2DFFE4CF18C721FE5F358066A"/>
    <w:rsid w:val="00E477D2"/>
  </w:style>
  <w:style w:type="paragraph" w:customStyle="1" w:styleId="3F42427CEF1246959C5D0ED972608B0B">
    <w:name w:val="3F42427CEF1246959C5D0ED972608B0B"/>
    <w:rsid w:val="00E477D2"/>
  </w:style>
  <w:style w:type="paragraph" w:customStyle="1" w:styleId="AA95C1619D81451B8F615178D37A8E99">
    <w:name w:val="AA95C1619D81451B8F615178D37A8E99"/>
    <w:rsid w:val="00E477D2"/>
  </w:style>
  <w:style w:type="paragraph" w:customStyle="1" w:styleId="E61C3A69C15D498AA8194BD594BA2488">
    <w:name w:val="E61C3A69C15D498AA8194BD594BA2488"/>
    <w:rsid w:val="00E477D2"/>
  </w:style>
  <w:style w:type="paragraph" w:customStyle="1" w:styleId="987BF718A9CF42B992FDFEE3B72CDA4E">
    <w:name w:val="987BF718A9CF42B992FDFEE3B72CDA4E"/>
    <w:rsid w:val="00E477D2"/>
  </w:style>
  <w:style w:type="paragraph" w:customStyle="1" w:styleId="65CD4FDD233441EE99DFEEFC63E5F739">
    <w:name w:val="65CD4FDD233441EE99DFEEFC63E5F739"/>
    <w:rsid w:val="00E477D2"/>
  </w:style>
  <w:style w:type="paragraph" w:customStyle="1" w:styleId="8191B732D0C7438AA51597DFAEA7757F">
    <w:name w:val="8191B732D0C7438AA51597DFAEA7757F"/>
    <w:rsid w:val="00E477D2"/>
  </w:style>
  <w:style w:type="paragraph" w:customStyle="1" w:styleId="68CC5853C0BC4445ABE74670D3DCBEAD">
    <w:name w:val="68CC5853C0BC4445ABE74670D3DCBEAD"/>
    <w:rsid w:val="00E477D2"/>
  </w:style>
  <w:style w:type="paragraph" w:customStyle="1" w:styleId="5AE16E5D84604D02A2F8DFA8D0AA8528">
    <w:name w:val="5AE16E5D84604D02A2F8DFA8D0AA8528"/>
    <w:rsid w:val="00E477D2"/>
  </w:style>
  <w:style w:type="paragraph" w:customStyle="1" w:styleId="5918572F98CF42C8BDCFB2C30D28D879">
    <w:name w:val="5918572F98CF42C8BDCFB2C30D28D879"/>
    <w:rsid w:val="00E477D2"/>
  </w:style>
  <w:style w:type="paragraph" w:customStyle="1" w:styleId="CEB5928FC27B475A9303E7F2FC0B9CED">
    <w:name w:val="CEB5928FC27B475A9303E7F2FC0B9CED"/>
    <w:rsid w:val="00E477D2"/>
  </w:style>
  <w:style w:type="paragraph" w:customStyle="1" w:styleId="62DDB23912F440E59E5912F18535221E">
    <w:name w:val="62DDB23912F440E59E5912F18535221E"/>
    <w:rsid w:val="00E477D2"/>
  </w:style>
  <w:style w:type="paragraph" w:customStyle="1" w:styleId="76C464F93EFE48C4ADB57A3084E4239C">
    <w:name w:val="76C464F93EFE48C4ADB57A3084E4239C"/>
    <w:rsid w:val="00E477D2"/>
  </w:style>
  <w:style w:type="paragraph" w:customStyle="1" w:styleId="9BECBBD885FD41E4A38E943B14F992ED">
    <w:name w:val="9BECBBD885FD41E4A38E943B14F992ED"/>
    <w:rsid w:val="00E477D2"/>
  </w:style>
  <w:style w:type="paragraph" w:customStyle="1" w:styleId="FC04826B1BD845EB848922DE94D8C8DA">
    <w:name w:val="FC04826B1BD845EB848922DE94D8C8DA"/>
    <w:rsid w:val="00E477D2"/>
  </w:style>
  <w:style w:type="paragraph" w:customStyle="1" w:styleId="BA7873D1242246FBB6588002258D4A3A">
    <w:name w:val="BA7873D1242246FBB6588002258D4A3A"/>
    <w:rsid w:val="00E477D2"/>
  </w:style>
  <w:style w:type="paragraph" w:customStyle="1" w:styleId="3C5E3D6A5B2347499BBB89883DC919D7">
    <w:name w:val="3C5E3D6A5B2347499BBB89883DC919D7"/>
    <w:rsid w:val="005D7B09"/>
  </w:style>
  <w:style w:type="paragraph" w:customStyle="1" w:styleId="EB98239E9A684E7ABD14C1D94A4CADE8">
    <w:name w:val="EB98239E9A684E7ABD14C1D94A4CADE8"/>
    <w:rsid w:val="005D7B09"/>
  </w:style>
  <w:style w:type="paragraph" w:customStyle="1" w:styleId="B2C63B8A59E74542993671471CDF285E">
    <w:name w:val="B2C63B8A59E74542993671471CDF285E"/>
    <w:rsid w:val="005D7B09"/>
  </w:style>
  <w:style w:type="paragraph" w:customStyle="1" w:styleId="1F67525D5C5A454EBAC38B04164139F8">
    <w:name w:val="1F67525D5C5A454EBAC38B04164139F8"/>
    <w:rsid w:val="005D7B09"/>
  </w:style>
  <w:style w:type="paragraph" w:customStyle="1" w:styleId="4CDBC7D9BB7747D9A8B832C74CB653E0">
    <w:name w:val="4CDBC7D9BB7747D9A8B832C74CB653E0"/>
    <w:rsid w:val="005D7B09"/>
  </w:style>
  <w:style w:type="paragraph" w:customStyle="1" w:styleId="15ED0943D52E4C889B1D70C97FEA5A25">
    <w:name w:val="15ED0943D52E4C889B1D70C97FEA5A25"/>
    <w:rsid w:val="005D7B09"/>
  </w:style>
  <w:style w:type="paragraph" w:customStyle="1" w:styleId="C603C9DFA1AB4867A25B4E2A219C2FE9">
    <w:name w:val="C603C9DFA1AB4867A25B4E2A219C2FE9"/>
    <w:rsid w:val="005D7B09"/>
  </w:style>
  <w:style w:type="paragraph" w:customStyle="1" w:styleId="28F235CE24CE447DBF442D78C46A11F1">
    <w:name w:val="28F235CE24CE447DBF442D78C46A11F1"/>
    <w:rsid w:val="005D7B09"/>
  </w:style>
  <w:style w:type="paragraph" w:customStyle="1" w:styleId="D2ACA1D91462450F831D1E19E71CC693">
    <w:name w:val="D2ACA1D91462450F831D1E19E71CC693"/>
    <w:rsid w:val="005D7B09"/>
  </w:style>
  <w:style w:type="paragraph" w:customStyle="1" w:styleId="33D707B40A6947B1835A42F0C57B5328">
    <w:name w:val="33D707B40A6947B1835A42F0C57B5328"/>
    <w:rsid w:val="005D7B09"/>
  </w:style>
  <w:style w:type="paragraph" w:customStyle="1" w:styleId="02E958201CBE41E0A20369D85A722563">
    <w:name w:val="02E958201CBE41E0A20369D85A722563"/>
    <w:rsid w:val="003C669E"/>
  </w:style>
  <w:style w:type="paragraph" w:customStyle="1" w:styleId="F006986AE1B44692AA6B5190D389E42A">
    <w:name w:val="F006986AE1B44692AA6B5190D389E42A"/>
    <w:rsid w:val="003C669E"/>
  </w:style>
  <w:style w:type="paragraph" w:customStyle="1" w:styleId="40B6C718DE804B11B4A501B118612D79">
    <w:name w:val="40B6C718DE804B11B4A501B118612D79"/>
    <w:rsid w:val="003C669E"/>
  </w:style>
  <w:style w:type="paragraph" w:customStyle="1" w:styleId="4BDA2D868F7E4C18B552292683647E05">
    <w:name w:val="4BDA2D868F7E4C18B552292683647E05"/>
    <w:rsid w:val="003C669E"/>
  </w:style>
  <w:style w:type="paragraph" w:customStyle="1" w:styleId="21D809088B14428D9CBF262C476DE450">
    <w:name w:val="21D809088B14428D9CBF262C476DE450"/>
    <w:rsid w:val="004A1F4A"/>
  </w:style>
  <w:style w:type="paragraph" w:customStyle="1" w:styleId="65F1685898B6443D9A22F9A27E8F983A">
    <w:name w:val="65F1685898B6443D9A22F9A27E8F983A"/>
    <w:rsid w:val="004A1F4A"/>
  </w:style>
  <w:style w:type="paragraph" w:customStyle="1" w:styleId="86A6BBC7F0AD46BA94DECBF93FBEC577">
    <w:name w:val="86A6BBC7F0AD46BA94DECBF93FBEC577"/>
    <w:rsid w:val="004A1F4A"/>
  </w:style>
  <w:style w:type="paragraph" w:customStyle="1" w:styleId="7444DB8F04734398B4349D326CF32C6B">
    <w:name w:val="7444DB8F04734398B4349D326CF32C6B"/>
    <w:rsid w:val="0020359B"/>
  </w:style>
  <w:style w:type="paragraph" w:customStyle="1" w:styleId="682D2ECDCAF14F6C8C63C78FDAA18392">
    <w:name w:val="682D2ECDCAF14F6C8C63C78FDAA18392"/>
    <w:rsid w:val="0020359B"/>
  </w:style>
  <w:style w:type="paragraph" w:customStyle="1" w:styleId="E4B4F932DBE2427F8625AF41C6B18B88">
    <w:name w:val="E4B4F932DBE2427F8625AF41C6B18B88"/>
    <w:rsid w:val="0020359B"/>
  </w:style>
  <w:style w:type="paragraph" w:customStyle="1" w:styleId="4F769F826B644194AE3147BAAF12DC61">
    <w:name w:val="4F769F826B644194AE3147BAAF12DC61"/>
    <w:rsid w:val="0020359B"/>
  </w:style>
  <w:style w:type="paragraph" w:customStyle="1" w:styleId="E0214C6C7CE74F70A6FD44FC853F2AAE">
    <w:name w:val="E0214C6C7CE74F70A6FD44FC853F2AAE"/>
    <w:rsid w:val="0020359B"/>
  </w:style>
  <w:style w:type="paragraph" w:customStyle="1" w:styleId="D21A5FFE7248472AA0AD607C48929AA2">
    <w:name w:val="D21A5FFE7248472AA0AD607C48929AA2"/>
    <w:rsid w:val="0020359B"/>
  </w:style>
  <w:style w:type="paragraph" w:customStyle="1" w:styleId="F886113C21D04497A20FA40CAB4E3F0A">
    <w:name w:val="F886113C21D04497A20FA40CAB4E3F0A"/>
    <w:rsid w:val="0020359B"/>
  </w:style>
  <w:style w:type="paragraph" w:customStyle="1" w:styleId="94BAFD6E708644FDA6A688C5697975FC">
    <w:name w:val="94BAFD6E708644FDA6A688C5697975FC"/>
    <w:rsid w:val="0020359B"/>
  </w:style>
  <w:style w:type="paragraph" w:customStyle="1" w:styleId="430B717AEC414E299F8BE9B0606E32CF">
    <w:name w:val="430B717AEC414E299F8BE9B0606E32CF"/>
    <w:rsid w:val="0020359B"/>
  </w:style>
  <w:style w:type="paragraph" w:customStyle="1" w:styleId="C8C27B653F054825BC10B93EB93AB036">
    <w:name w:val="C8C27B653F054825BC10B93EB93AB036"/>
    <w:rsid w:val="0020359B"/>
  </w:style>
  <w:style w:type="paragraph" w:customStyle="1" w:styleId="CE8CA2DB7179483C82DCA0FB62DF1007">
    <w:name w:val="CE8CA2DB7179483C82DCA0FB62DF1007"/>
    <w:rsid w:val="0020359B"/>
  </w:style>
  <w:style w:type="paragraph" w:customStyle="1" w:styleId="B0FC6075065D4CF1A3A17410C1759551">
    <w:name w:val="B0FC6075065D4CF1A3A17410C1759551"/>
    <w:rsid w:val="0020359B"/>
  </w:style>
  <w:style w:type="paragraph" w:customStyle="1" w:styleId="D2B277930CAE4E65AFE3CD86BA0FCE3D">
    <w:name w:val="D2B277930CAE4E65AFE3CD86BA0FCE3D"/>
    <w:rsid w:val="009C439C"/>
  </w:style>
  <w:style w:type="paragraph" w:customStyle="1" w:styleId="719F3790EC0545C4BBABC6242C55D0E7">
    <w:name w:val="719F3790EC0545C4BBABC6242C55D0E7"/>
    <w:rsid w:val="009C43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7DE6B8-A693-47BE-9287-232BA078B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C819EA09</Template>
  <TotalTime>97</TotalTime>
  <Pages>3</Pages>
  <Words>910</Words>
  <Characters>5656</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6553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Venturi, Monica</cp:lastModifiedBy>
  <cp:revision>37</cp:revision>
  <cp:lastPrinted>2023-09-27T10:37:00Z</cp:lastPrinted>
  <dcterms:created xsi:type="dcterms:W3CDTF">2020-10-07T10:26:00Z</dcterms:created>
  <dcterms:modified xsi:type="dcterms:W3CDTF">2023-09-27T10:37:00Z</dcterms:modified>
</cp:coreProperties>
</file>